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7AB3C" w14:textId="77777777" w:rsidR="00F815DC" w:rsidRPr="0028321A" w:rsidRDefault="00F815DC" w:rsidP="0028321A">
      <w:pPr>
        <w:spacing w:before="240" w:after="0"/>
        <w:jc w:val="center"/>
        <w:rPr>
          <w:b/>
          <w:bCs/>
          <w:szCs w:val="24"/>
        </w:rPr>
      </w:pPr>
      <w:r w:rsidRPr="0028321A">
        <w:rPr>
          <w:b/>
          <w:bCs/>
          <w:szCs w:val="24"/>
        </w:rPr>
        <w:t>Chapter 1</w:t>
      </w:r>
    </w:p>
    <w:p w14:paraId="4080DDAF" w14:textId="77777777" w:rsidR="00F815DC" w:rsidRPr="0028321A" w:rsidRDefault="00DA2EF2" w:rsidP="0028321A">
      <w:pPr>
        <w:spacing w:before="240" w:after="0"/>
        <w:jc w:val="center"/>
        <w:rPr>
          <w:b/>
          <w:bCs/>
          <w:szCs w:val="24"/>
        </w:rPr>
      </w:pPr>
      <w:r w:rsidRPr="0028321A">
        <w:rPr>
          <w:b/>
          <w:bCs/>
          <w:szCs w:val="24"/>
        </w:rPr>
        <w:t>OVERVIEW OF THE PROGRAM AND PLAN</w:t>
      </w:r>
    </w:p>
    <w:p w14:paraId="2AC567F4" w14:textId="77777777" w:rsidR="00DA2EF2" w:rsidRPr="0028321A" w:rsidRDefault="00DA2EF2"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sidRPr="0028321A">
        <w:rPr>
          <w:szCs w:val="24"/>
        </w:rPr>
        <w:t>INTRODUCTION</w:t>
      </w:r>
    </w:p>
    <w:p w14:paraId="7231CC43" w14:textId="77777777" w:rsidR="00DA2EF2" w:rsidRPr="0028321A" w:rsidRDefault="00DA2EF2" w:rsidP="0028321A">
      <w:pPr>
        <w:suppressLineNumbers/>
        <w:spacing w:before="120" w:after="0"/>
        <w:rPr>
          <w:szCs w:val="24"/>
        </w:rPr>
      </w:pPr>
      <w:r w:rsidRPr="0028321A">
        <w:rPr>
          <w:szCs w:val="24"/>
        </w:rPr>
        <w:t xml:space="preserve">The PHA receives its funding for the Housing Choice Voucher </w:t>
      </w:r>
      <w:r w:rsidR="0030333C" w:rsidRPr="0028321A">
        <w:rPr>
          <w:szCs w:val="24"/>
        </w:rPr>
        <w:t>(HCV) p</w:t>
      </w:r>
      <w:r w:rsidRPr="0028321A">
        <w:rPr>
          <w:szCs w:val="24"/>
        </w:rPr>
        <w:t>rogram from the Department of Housing and Urban Development.</w:t>
      </w:r>
      <w:r w:rsidR="000D53BA">
        <w:rPr>
          <w:szCs w:val="24"/>
        </w:rPr>
        <w:t xml:space="preserve"> </w:t>
      </w:r>
      <w:r w:rsidR="00FF0377" w:rsidRPr="0028321A">
        <w:rPr>
          <w:szCs w:val="24"/>
        </w:rPr>
        <w:t>T</w:t>
      </w:r>
      <w:r w:rsidRPr="0028321A">
        <w:rPr>
          <w:szCs w:val="24"/>
        </w:rPr>
        <w:t>he PHA is not a federal department or agency</w:t>
      </w:r>
      <w:r w:rsidR="00FF0377" w:rsidRPr="0028321A">
        <w:rPr>
          <w:szCs w:val="24"/>
        </w:rPr>
        <w:t xml:space="preserve">. </w:t>
      </w:r>
      <w:r w:rsidRPr="0028321A">
        <w:rPr>
          <w:szCs w:val="24"/>
        </w:rPr>
        <w:t xml:space="preserve">A public housing agency (PHA) is a governmental or public body, created and authorized by state law to develop and operate housing and housing programs for low-income families. </w:t>
      </w:r>
      <w:r w:rsidR="00FF0377" w:rsidRPr="0028321A">
        <w:rPr>
          <w:szCs w:val="24"/>
        </w:rPr>
        <w:t xml:space="preserve">The PHA enters into an Annual Contributions Contract </w:t>
      </w:r>
      <w:r w:rsidR="00BE7B58">
        <w:rPr>
          <w:szCs w:val="24"/>
        </w:rPr>
        <w:t xml:space="preserve">(ACC) </w:t>
      </w:r>
      <w:r w:rsidR="00FF0377" w:rsidRPr="0028321A">
        <w:rPr>
          <w:szCs w:val="24"/>
        </w:rPr>
        <w:t xml:space="preserve">with HUD to administer the program requirements on behalf of HUD. The PHA must ensure compliance with </w:t>
      </w:r>
      <w:r w:rsidR="0030333C" w:rsidRPr="0028321A">
        <w:rPr>
          <w:szCs w:val="24"/>
        </w:rPr>
        <w:t xml:space="preserve">federal </w:t>
      </w:r>
      <w:r w:rsidR="00FF0377" w:rsidRPr="0028321A">
        <w:rPr>
          <w:szCs w:val="24"/>
        </w:rPr>
        <w:t>laws, regulations and notices and must establish policy and procedures to clarify federal requirements and to ensure con</w:t>
      </w:r>
      <w:r w:rsidR="0028321A">
        <w:rPr>
          <w:szCs w:val="24"/>
        </w:rPr>
        <w:t>sistency in program operation.</w:t>
      </w:r>
    </w:p>
    <w:p w14:paraId="7B761142" w14:textId="77777777" w:rsidR="00FF0377" w:rsidRPr="0028321A" w:rsidRDefault="00FF0377" w:rsidP="0028321A">
      <w:pPr>
        <w:spacing w:before="120" w:after="0"/>
        <w:rPr>
          <w:szCs w:val="24"/>
        </w:rPr>
      </w:pPr>
      <w:r w:rsidRPr="0028321A">
        <w:rPr>
          <w:szCs w:val="24"/>
        </w:rPr>
        <w:t xml:space="preserve">This chapter contains information about the PHA and its programs with emphasis on the </w:t>
      </w:r>
      <w:r w:rsidR="0030333C" w:rsidRPr="0028321A">
        <w:rPr>
          <w:szCs w:val="24"/>
        </w:rPr>
        <w:t>HCV p</w:t>
      </w:r>
      <w:r w:rsidRPr="0028321A">
        <w:rPr>
          <w:szCs w:val="24"/>
        </w:rPr>
        <w:t>rogram.</w:t>
      </w:r>
      <w:r w:rsidR="000D53BA">
        <w:rPr>
          <w:szCs w:val="24"/>
        </w:rPr>
        <w:t xml:space="preserve"> </w:t>
      </w:r>
      <w:r w:rsidRPr="0028321A">
        <w:rPr>
          <w:szCs w:val="24"/>
        </w:rPr>
        <w:t xml:space="preserve">It also contains information about the purpose, intent and use of the </w:t>
      </w:r>
      <w:r w:rsidR="0030333C" w:rsidRPr="0028321A">
        <w:rPr>
          <w:szCs w:val="24"/>
        </w:rPr>
        <w:t xml:space="preserve">plan </w:t>
      </w:r>
      <w:r w:rsidRPr="0028321A">
        <w:rPr>
          <w:szCs w:val="24"/>
        </w:rPr>
        <w:t xml:space="preserve">and </w:t>
      </w:r>
      <w:r w:rsidR="0030333C" w:rsidRPr="0028321A">
        <w:rPr>
          <w:szCs w:val="24"/>
        </w:rPr>
        <w:t>guide</w:t>
      </w:r>
      <w:r w:rsidRPr="0028321A">
        <w:rPr>
          <w:szCs w:val="24"/>
        </w:rPr>
        <w:t>.</w:t>
      </w:r>
    </w:p>
    <w:p w14:paraId="7B8118F8" w14:textId="77777777" w:rsidR="00FF0377" w:rsidRPr="0028321A" w:rsidRDefault="00FF0377" w:rsidP="0028321A">
      <w:pPr>
        <w:spacing w:before="120" w:after="0"/>
        <w:rPr>
          <w:szCs w:val="24"/>
        </w:rPr>
      </w:pPr>
      <w:r w:rsidRPr="0028321A">
        <w:rPr>
          <w:szCs w:val="24"/>
        </w:rPr>
        <w:t>There are three parts to this chapter:</w:t>
      </w:r>
    </w:p>
    <w:p w14:paraId="22A7D603" w14:textId="77777777" w:rsidR="00FF0377" w:rsidRPr="0028321A" w:rsidRDefault="00FF0377" w:rsidP="0028321A">
      <w:pPr>
        <w:spacing w:before="120" w:after="0"/>
        <w:ind w:left="720"/>
        <w:rPr>
          <w:szCs w:val="24"/>
        </w:rPr>
      </w:pPr>
      <w:r w:rsidRPr="0028321A">
        <w:rPr>
          <w:szCs w:val="24"/>
          <w:u w:val="single"/>
        </w:rPr>
        <w:t>Part I: The Public Housing Agency (PHA)</w:t>
      </w:r>
      <w:r w:rsidRPr="0028321A">
        <w:rPr>
          <w:szCs w:val="24"/>
        </w:rPr>
        <w:t xml:space="preserve">. This </w:t>
      </w:r>
      <w:r w:rsidR="00D502E0" w:rsidRPr="0028321A">
        <w:rPr>
          <w:szCs w:val="24"/>
        </w:rPr>
        <w:t xml:space="preserve">part </w:t>
      </w:r>
      <w:r w:rsidRPr="0028321A">
        <w:rPr>
          <w:szCs w:val="24"/>
        </w:rPr>
        <w:t xml:space="preserve">includes a description of the PHA, its jurisdiction, its programs, and its mission and intent. </w:t>
      </w:r>
    </w:p>
    <w:p w14:paraId="1BC9E491" w14:textId="77777777" w:rsidR="00FF0377" w:rsidRPr="0028321A" w:rsidRDefault="00FF0377" w:rsidP="0028321A">
      <w:pPr>
        <w:spacing w:before="120" w:after="0"/>
        <w:ind w:left="720"/>
        <w:rPr>
          <w:szCs w:val="24"/>
        </w:rPr>
      </w:pPr>
      <w:r w:rsidRPr="0028321A">
        <w:rPr>
          <w:szCs w:val="24"/>
          <w:u w:val="single"/>
        </w:rPr>
        <w:t>Part II: The HCV Program</w:t>
      </w:r>
      <w:r w:rsidRPr="0028321A">
        <w:rPr>
          <w:szCs w:val="24"/>
        </w:rPr>
        <w:t xml:space="preserve">. This </w:t>
      </w:r>
      <w:r w:rsidR="00D502E0" w:rsidRPr="0028321A">
        <w:rPr>
          <w:szCs w:val="24"/>
        </w:rPr>
        <w:t xml:space="preserve">part </w:t>
      </w:r>
      <w:r w:rsidRPr="0028321A">
        <w:rPr>
          <w:szCs w:val="24"/>
        </w:rPr>
        <w:t xml:space="preserve">contains information about the Housing Choice Voucher </w:t>
      </w:r>
      <w:r w:rsidR="0030333C" w:rsidRPr="0028321A">
        <w:rPr>
          <w:szCs w:val="24"/>
        </w:rPr>
        <w:t xml:space="preserve">program </w:t>
      </w:r>
      <w:r w:rsidRPr="0028321A">
        <w:rPr>
          <w:szCs w:val="24"/>
        </w:rPr>
        <w:t xml:space="preserve">operation, roles and responsibilities, and partnerships. </w:t>
      </w:r>
    </w:p>
    <w:p w14:paraId="2B526059" w14:textId="77777777" w:rsidR="00FF0377" w:rsidRPr="0028321A" w:rsidRDefault="00FF0377" w:rsidP="0028321A">
      <w:pPr>
        <w:spacing w:before="120" w:after="0"/>
        <w:ind w:left="720"/>
        <w:rPr>
          <w:bCs/>
          <w:iCs/>
          <w:szCs w:val="24"/>
        </w:rPr>
      </w:pPr>
      <w:r w:rsidRPr="0028321A">
        <w:rPr>
          <w:szCs w:val="24"/>
          <w:u w:val="single"/>
        </w:rPr>
        <w:t>Part III: The HCV Administrative Plan</w:t>
      </w:r>
      <w:r w:rsidRPr="0028321A">
        <w:rPr>
          <w:bCs/>
          <w:iCs/>
          <w:szCs w:val="24"/>
        </w:rPr>
        <w:t xml:space="preserve">. This </w:t>
      </w:r>
      <w:r w:rsidR="00D502E0" w:rsidRPr="0028321A">
        <w:rPr>
          <w:bCs/>
          <w:iCs/>
          <w:szCs w:val="24"/>
        </w:rPr>
        <w:t>pa</w:t>
      </w:r>
      <w:r w:rsidR="00D502E0" w:rsidRPr="0028321A">
        <w:rPr>
          <w:szCs w:val="24"/>
        </w:rPr>
        <w:t>r</w:t>
      </w:r>
      <w:r w:rsidR="00D502E0" w:rsidRPr="0028321A">
        <w:rPr>
          <w:bCs/>
          <w:iCs/>
          <w:szCs w:val="24"/>
        </w:rPr>
        <w:t xml:space="preserve">t </w:t>
      </w:r>
      <w:r w:rsidRPr="0028321A">
        <w:rPr>
          <w:bCs/>
          <w:iCs/>
          <w:szCs w:val="24"/>
        </w:rPr>
        <w:t xml:space="preserve">discusses the purpose and organization of the </w:t>
      </w:r>
      <w:r w:rsidR="0030333C" w:rsidRPr="0028321A">
        <w:rPr>
          <w:bCs/>
          <w:iCs/>
          <w:szCs w:val="24"/>
        </w:rPr>
        <w:t xml:space="preserve">plan </w:t>
      </w:r>
      <w:r w:rsidR="002D67BA" w:rsidRPr="0028321A">
        <w:rPr>
          <w:bCs/>
          <w:iCs/>
          <w:szCs w:val="24"/>
        </w:rPr>
        <w:t>and its revision requirements</w:t>
      </w:r>
      <w:r w:rsidR="0028321A">
        <w:rPr>
          <w:bCs/>
          <w:iCs/>
          <w:szCs w:val="24"/>
        </w:rPr>
        <w:t>.</w:t>
      </w:r>
    </w:p>
    <w:p w14:paraId="12470FB9" w14:textId="77777777" w:rsidR="00F459E2" w:rsidRPr="0028321A" w:rsidRDefault="00F459E2" w:rsidP="0028321A">
      <w:pPr>
        <w:spacing w:before="240" w:after="0"/>
        <w:jc w:val="center"/>
        <w:rPr>
          <w:b/>
          <w:szCs w:val="24"/>
        </w:rPr>
      </w:pPr>
      <w:r w:rsidRPr="0028321A">
        <w:rPr>
          <w:b/>
          <w:szCs w:val="24"/>
        </w:rPr>
        <w:t>PART I: THE PHA</w:t>
      </w:r>
    </w:p>
    <w:p w14:paraId="4B32FA6F" w14:textId="77777777" w:rsidR="00F459E2" w:rsidRPr="0028321A" w:rsidRDefault="00F459E2"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b w:val="0"/>
          <w:szCs w:val="24"/>
        </w:rPr>
      </w:pPr>
      <w:r w:rsidRPr="0028321A">
        <w:rPr>
          <w:szCs w:val="24"/>
        </w:rPr>
        <w:t>1-I.A. OVERVIEW</w:t>
      </w:r>
    </w:p>
    <w:p w14:paraId="7DBE4013" w14:textId="77777777" w:rsidR="00F459E2" w:rsidRPr="0028321A" w:rsidRDefault="00F459E2" w:rsidP="0028321A">
      <w:pPr>
        <w:spacing w:before="120" w:after="0"/>
        <w:rPr>
          <w:b/>
          <w:szCs w:val="24"/>
        </w:rPr>
      </w:pPr>
      <w:r w:rsidRPr="0028321A">
        <w:rPr>
          <w:szCs w:val="24"/>
        </w:rPr>
        <w:t xml:space="preserve">This </w:t>
      </w:r>
      <w:r w:rsidR="0097094F" w:rsidRPr="0028321A">
        <w:rPr>
          <w:szCs w:val="24"/>
        </w:rPr>
        <w:t xml:space="preserve">part </w:t>
      </w:r>
      <w:r w:rsidRPr="0028321A">
        <w:rPr>
          <w:szCs w:val="24"/>
        </w:rPr>
        <w:t xml:space="preserve">explains the origin of the PHA’s creation and authorization, the general structure of the organization, and the relationship between the </w:t>
      </w:r>
      <w:r w:rsidR="0097094F" w:rsidRPr="0028321A">
        <w:rPr>
          <w:szCs w:val="24"/>
        </w:rPr>
        <w:t xml:space="preserve">PHA </w:t>
      </w:r>
      <w:r w:rsidRPr="0028321A">
        <w:rPr>
          <w:szCs w:val="24"/>
        </w:rPr>
        <w:t>Board and staff.</w:t>
      </w:r>
      <w:r w:rsidR="000D53BA">
        <w:rPr>
          <w:szCs w:val="24"/>
        </w:rPr>
        <w:t xml:space="preserve"> </w:t>
      </w:r>
    </w:p>
    <w:p w14:paraId="06AD0B3F" w14:textId="77777777" w:rsidR="00FF0377" w:rsidRPr="0028321A" w:rsidRDefault="00F61B6A"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Pr>
          <w:b w:val="0"/>
          <w:szCs w:val="24"/>
        </w:rPr>
        <w:t xml:space="preserve"> </w:t>
      </w:r>
      <w:r w:rsidR="0028321A">
        <w:rPr>
          <w:b w:val="0"/>
          <w:szCs w:val="24"/>
        </w:rPr>
        <w:br w:type="page"/>
      </w:r>
      <w:r w:rsidR="00F459E2" w:rsidRPr="0028321A">
        <w:rPr>
          <w:szCs w:val="24"/>
        </w:rPr>
        <w:lastRenderedPageBreak/>
        <w:t>1-I.B. ORGANIZATION AND STRUCTURE OF THE PHA</w:t>
      </w:r>
    </w:p>
    <w:p w14:paraId="37952A8E" w14:textId="77777777" w:rsidR="00783763" w:rsidRPr="0028321A" w:rsidRDefault="00783763" w:rsidP="0028321A">
      <w:pPr>
        <w:suppressLineNumbers/>
        <w:spacing w:before="120" w:after="0"/>
        <w:rPr>
          <w:szCs w:val="24"/>
        </w:rPr>
      </w:pPr>
      <w:r w:rsidRPr="0028321A">
        <w:rPr>
          <w:szCs w:val="24"/>
        </w:rPr>
        <w:t xml:space="preserve">The Section 8 tenant-based </w:t>
      </w:r>
      <w:r w:rsidR="002D0BC0" w:rsidRPr="0028321A">
        <w:rPr>
          <w:szCs w:val="24"/>
        </w:rPr>
        <w:t xml:space="preserve">Housing Choice Voucher (HCV) </w:t>
      </w:r>
      <w:r w:rsidR="00787CB4" w:rsidRPr="0028321A">
        <w:rPr>
          <w:szCs w:val="24"/>
        </w:rPr>
        <w:t xml:space="preserve">assistance program is </w:t>
      </w:r>
      <w:r w:rsidRPr="0028321A">
        <w:rPr>
          <w:szCs w:val="24"/>
        </w:rPr>
        <w:t xml:space="preserve">funded </w:t>
      </w:r>
      <w:r w:rsidR="00787CB4" w:rsidRPr="0028321A">
        <w:rPr>
          <w:szCs w:val="24"/>
        </w:rPr>
        <w:t xml:space="preserve">by the federal government </w:t>
      </w:r>
      <w:r w:rsidRPr="0028321A">
        <w:rPr>
          <w:szCs w:val="24"/>
        </w:rPr>
        <w:t xml:space="preserve">and administered by the </w:t>
      </w:r>
      <w:r w:rsidRPr="0028321A">
        <w:rPr>
          <w:b/>
          <w:szCs w:val="24"/>
        </w:rPr>
        <w:t>[</w:t>
      </w:r>
      <w:r w:rsidR="00787CB4" w:rsidRPr="0028321A">
        <w:rPr>
          <w:b/>
          <w:szCs w:val="24"/>
        </w:rPr>
        <w:t>Insert PHA</w:t>
      </w:r>
      <w:r w:rsidRPr="0028321A">
        <w:rPr>
          <w:b/>
          <w:szCs w:val="24"/>
        </w:rPr>
        <w:t xml:space="preserve"> name]</w:t>
      </w:r>
      <w:r w:rsidRPr="0028321A">
        <w:rPr>
          <w:szCs w:val="24"/>
        </w:rPr>
        <w:t xml:space="preserve"> </w:t>
      </w:r>
      <w:r w:rsidR="00787CB4" w:rsidRPr="0028321A">
        <w:rPr>
          <w:szCs w:val="24"/>
        </w:rPr>
        <w:t>for the</w:t>
      </w:r>
      <w:r w:rsidR="003F2185" w:rsidRPr="0028321A">
        <w:rPr>
          <w:szCs w:val="24"/>
        </w:rPr>
        <w:t xml:space="preserve"> jurisdiction of</w:t>
      </w:r>
      <w:r w:rsidR="00787CB4" w:rsidRPr="0028321A">
        <w:rPr>
          <w:szCs w:val="24"/>
        </w:rPr>
        <w:t xml:space="preserve"> </w:t>
      </w:r>
      <w:r w:rsidR="0028321A">
        <w:rPr>
          <w:b/>
          <w:szCs w:val="24"/>
        </w:rPr>
        <w:t xml:space="preserve">[Insert jurisdiction name: </w:t>
      </w:r>
      <w:r w:rsidR="00787CB4" w:rsidRPr="0028321A">
        <w:rPr>
          <w:b/>
          <w:szCs w:val="24"/>
        </w:rPr>
        <w:t>City of</w:t>
      </w:r>
      <w:r w:rsidR="003F2185" w:rsidRPr="0028321A">
        <w:rPr>
          <w:b/>
          <w:szCs w:val="24"/>
        </w:rPr>
        <w:t xml:space="preserve"> _________ / County of __________ / Other]</w:t>
      </w:r>
      <w:r w:rsidR="003F2185" w:rsidRPr="0028321A">
        <w:rPr>
          <w:szCs w:val="24"/>
        </w:rPr>
        <w:t>.</w:t>
      </w:r>
    </w:p>
    <w:p w14:paraId="708E6C0A" w14:textId="77777777" w:rsidR="0077139B" w:rsidRPr="0028321A" w:rsidRDefault="003F2185" w:rsidP="0028321A">
      <w:pPr>
        <w:suppressLineNumbers/>
        <w:spacing w:before="120" w:after="0"/>
        <w:rPr>
          <w:szCs w:val="24"/>
        </w:rPr>
      </w:pPr>
      <w:r w:rsidRPr="0028321A">
        <w:rPr>
          <w:szCs w:val="24"/>
        </w:rPr>
        <w:t xml:space="preserve">The officials of a </w:t>
      </w:r>
      <w:r w:rsidR="00A84118" w:rsidRPr="0028321A">
        <w:rPr>
          <w:szCs w:val="24"/>
        </w:rPr>
        <w:t>PHA</w:t>
      </w:r>
      <w:r w:rsidRPr="0028321A">
        <w:rPr>
          <w:szCs w:val="24"/>
        </w:rPr>
        <w:t xml:space="preserve"> are known as commissioners or, collectively, as the board of commissioners. </w:t>
      </w:r>
      <w:r w:rsidR="00A84118" w:rsidRPr="0028321A">
        <w:rPr>
          <w:szCs w:val="24"/>
        </w:rPr>
        <w:t>Commissioners are appointed in accordance with state housing law and generally serve in the same capacity as the directors of a corporation, establishing policies under which the PHA conducts business, ensuring that policies are followed by PHA staff and ensuring that the PHA is successful in its mission.</w:t>
      </w:r>
      <w:r w:rsidR="003513DC" w:rsidRPr="0028321A">
        <w:rPr>
          <w:szCs w:val="24"/>
        </w:rPr>
        <w:t xml:space="preserve"> The board is responsible for preserving and expanding the agency’s resources and assuring the agency’s continued viability.</w:t>
      </w:r>
    </w:p>
    <w:p w14:paraId="22D3AF66" w14:textId="77777777" w:rsidR="00A84118" w:rsidRPr="0028321A" w:rsidRDefault="003513DC" w:rsidP="0028321A">
      <w:pPr>
        <w:suppressLineNumbers/>
        <w:spacing w:before="120" w:after="0"/>
        <w:rPr>
          <w:szCs w:val="24"/>
        </w:rPr>
      </w:pPr>
      <w:r w:rsidRPr="0028321A">
        <w:rPr>
          <w:szCs w:val="24"/>
        </w:rPr>
        <w:t>Formal actions of the PHA are taken through written resolutions, adopted by the board of commissioners and entered into the official records of the PHA.</w:t>
      </w:r>
    </w:p>
    <w:p w14:paraId="2DFCA7F5" w14:textId="77777777" w:rsidR="003513DC" w:rsidRPr="0028321A" w:rsidRDefault="003513DC" w:rsidP="0028321A">
      <w:pPr>
        <w:suppressLineNumbers/>
        <w:spacing w:before="120" w:after="0"/>
        <w:rPr>
          <w:szCs w:val="24"/>
        </w:rPr>
      </w:pPr>
      <w:r w:rsidRPr="0028321A">
        <w:rPr>
          <w:szCs w:val="24"/>
        </w:rPr>
        <w:t xml:space="preserve">The principal staff member of the PHA is the </w:t>
      </w:r>
      <w:r w:rsidR="0030333C" w:rsidRPr="0028321A">
        <w:rPr>
          <w:szCs w:val="24"/>
        </w:rPr>
        <w:t xml:space="preserve">executive director </w:t>
      </w:r>
      <w:r w:rsidRPr="0028321A">
        <w:rPr>
          <w:szCs w:val="24"/>
        </w:rPr>
        <w:t>(ED), hired and appointed by the board of commissioners.</w:t>
      </w:r>
      <w:r w:rsidR="000D53BA">
        <w:rPr>
          <w:szCs w:val="24"/>
        </w:rPr>
        <w:t xml:space="preserve"> </w:t>
      </w:r>
      <w:r w:rsidRPr="0028321A">
        <w:rPr>
          <w:szCs w:val="24"/>
        </w:rPr>
        <w:t xml:space="preserve">The </w:t>
      </w:r>
      <w:r w:rsidR="0030333C" w:rsidRPr="0028321A">
        <w:rPr>
          <w:szCs w:val="24"/>
        </w:rPr>
        <w:t xml:space="preserve">executive director </w:t>
      </w:r>
      <w:r w:rsidRPr="0028321A">
        <w:rPr>
          <w:szCs w:val="24"/>
        </w:rPr>
        <w:t xml:space="preserve">is directly responsible for carrying out the policies established by the </w:t>
      </w:r>
      <w:r w:rsidR="00B230A2">
        <w:rPr>
          <w:szCs w:val="24"/>
        </w:rPr>
        <w:t>board</w:t>
      </w:r>
      <w:r w:rsidR="00B230A2" w:rsidRPr="0028321A">
        <w:rPr>
          <w:szCs w:val="24"/>
        </w:rPr>
        <w:t xml:space="preserve"> </w:t>
      </w:r>
      <w:r w:rsidRPr="0028321A">
        <w:rPr>
          <w:szCs w:val="24"/>
        </w:rPr>
        <w:t>and is delegated the responsibility for hiring, training</w:t>
      </w:r>
      <w:r w:rsidR="00525B15" w:rsidRPr="0028321A">
        <w:rPr>
          <w:szCs w:val="24"/>
        </w:rPr>
        <w:t xml:space="preserve"> and supervising the PHA staff in order to manage the day-to-day operations of the PHA</w:t>
      </w:r>
      <w:r w:rsidR="00B230A2">
        <w:rPr>
          <w:szCs w:val="24"/>
        </w:rPr>
        <w:t>.</w:t>
      </w:r>
      <w:r w:rsidR="00411BC9" w:rsidRPr="0028321A">
        <w:rPr>
          <w:szCs w:val="24"/>
        </w:rPr>
        <w:t xml:space="preserve"> </w:t>
      </w:r>
      <w:r w:rsidR="00B230A2">
        <w:rPr>
          <w:szCs w:val="24"/>
        </w:rPr>
        <w:t>The executive director is responsible for ensuring</w:t>
      </w:r>
      <w:r w:rsidR="00411BC9" w:rsidRPr="0028321A">
        <w:rPr>
          <w:szCs w:val="24"/>
        </w:rPr>
        <w:t xml:space="preserve"> compliance with </w:t>
      </w:r>
      <w:r w:rsidR="0030333C" w:rsidRPr="0028321A">
        <w:rPr>
          <w:szCs w:val="24"/>
        </w:rPr>
        <w:t xml:space="preserve">federal </w:t>
      </w:r>
      <w:r w:rsidR="00411BC9" w:rsidRPr="0028321A">
        <w:rPr>
          <w:szCs w:val="24"/>
        </w:rPr>
        <w:t xml:space="preserve">and </w:t>
      </w:r>
      <w:r w:rsidR="0030333C" w:rsidRPr="0028321A">
        <w:rPr>
          <w:szCs w:val="24"/>
        </w:rPr>
        <w:t xml:space="preserve">state </w:t>
      </w:r>
      <w:r w:rsidR="00411BC9" w:rsidRPr="0028321A">
        <w:rPr>
          <w:szCs w:val="24"/>
        </w:rPr>
        <w:t>laws and directives for the programs managed</w:t>
      </w:r>
      <w:r w:rsidR="00525B15" w:rsidRPr="0028321A">
        <w:rPr>
          <w:szCs w:val="24"/>
        </w:rPr>
        <w:t>.</w:t>
      </w:r>
      <w:r w:rsidR="000D53BA">
        <w:rPr>
          <w:szCs w:val="24"/>
        </w:rPr>
        <w:t xml:space="preserve"> </w:t>
      </w:r>
      <w:r w:rsidR="00525B15" w:rsidRPr="0028321A">
        <w:rPr>
          <w:szCs w:val="24"/>
        </w:rPr>
        <w:t xml:space="preserve">In addition, the </w:t>
      </w:r>
      <w:r w:rsidR="0030333C" w:rsidRPr="0028321A">
        <w:rPr>
          <w:szCs w:val="24"/>
        </w:rPr>
        <w:t xml:space="preserve">executive director’s </w:t>
      </w:r>
      <w:r w:rsidR="00525B15" w:rsidRPr="0028321A">
        <w:rPr>
          <w:szCs w:val="24"/>
        </w:rPr>
        <w:t>duties include budgeting and financial planning for the agency.</w:t>
      </w:r>
    </w:p>
    <w:p w14:paraId="50C43BEB" w14:textId="77777777" w:rsidR="00AE1E9D" w:rsidRPr="0028321A" w:rsidRDefault="005148F9"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sidRPr="0028321A">
        <w:rPr>
          <w:szCs w:val="24"/>
        </w:rPr>
        <w:t>1</w:t>
      </w:r>
      <w:r w:rsidR="00AE1E9D" w:rsidRPr="0028321A">
        <w:rPr>
          <w:szCs w:val="24"/>
        </w:rPr>
        <w:t>-I.C. PHA MISSION</w:t>
      </w:r>
    </w:p>
    <w:p w14:paraId="133B7F04" w14:textId="77777777" w:rsidR="00CD039F" w:rsidRPr="0028321A" w:rsidRDefault="00CD039F" w:rsidP="0028321A">
      <w:pPr>
        <w:suppressLineNumbers/>
        <w:spacing w:before="120" w:after="0"/>
        <w:rPr>
          <w:szCs w:val="24"/>
        </w:rPr>
      </w:pPr>
      <w:r w:rsidRPr="0028321A">
        <w:rPr>
          <w:szCs w:val="24"/>
        </w:rPr>
        <w:t>The p</w:t>
      </w:r>
      <w:r w:rsidR="008C161B" w:rsidRPr="0028321A">
        <w:rPr>
          <w:szCs w:val="24"/>
        </w:rPr>
        <w:t xml:space="preserve">urpose of </w:t>
      </w:r>
      <w:r w:rsidR="0097094F" w:rsidRPr="0028321A">
        <w:rPr>
          <w:szCs w:val="24"/>
        </w:rPr>
        <w:t xml:space="preserve">a </w:t>
      </w:r>
      <w:r w:rsidR="008C161B" w:rsidRPr="0028321A">
        <w:rPr>
          <w:szCs w:val="24"/>
        </w:rPr>
        <w:t>mission statement</w:t>
      </w:r>
      <w:r w:rsidRPr="0028321A">
        <w:rPr>
          <w:szCs w:val="24"/>
        </w:rPr>
        <w:t xml:space="preserve"> is to communicate the purpose of the agency to people inside and outside of the agency. It provides guiding direction for developing strategy, defining critical success factors, searching out key opportunities, making resource allocation choices, satisfying clients and stakeholders, and making decisions. </w:t>
      </w:r>
    </w:p>
    <w:p w14:paraId="6C846B5B" w14:textId="77777777" w:rsidR="008C161B" w:rsidRPr="0028321A" w:rsidRDefault="008C161B" w:rsidP="008B6CB8">
      <w:pPr>
        <w:suppressAutoHyphens w:val="0"/>
        <w:spacing w:before="120" w:after="0"/>
        <w:ind w:left="720"/>
        <w:rPr>
          <w:szCs w:val="24"/>
        </w:rPr>
      </w:pPr>
      <w:r w:rsidRPr="0028321A">
        <w:rPr>
          <w:szCs w:val="24"/>
          <w:u w:val="single"/>
        </w:rPr>
        <w:t>PHA Policy</w:t>
      </w:r>
    </w:p>
    <w:p w14:paraId="2F177706" w14:textId="77777777" w:rsidR="008C161B" w:rsidRPr="00235569" w:rsidRDefault="00217FAF" w:rsidP="00F61B6A">
      <w:pPr>
        <w:suppressLineNumbers/>
        <w:tabs>
          <w:tab w:val="left" w:pos="720"/>
        </w:tabs>
        <w:spacing w:before="120" w:after="0"/>
        <w:ind w:left="720"/>
        <w:rPr>
          <w:bCs/>
          <w:i/>
          <w:szCs w:val="24"/>
        </w:rPr>
      </w:pPr>
      <w:r w:rsidRPr="00217FAF">
        <w:rPr>
          <w:b/>
        </w:rPr>
        <w:t>[Insert the PHA’s mission statement from the Five-Year and Annual Plan]</w:t>
      </w:r>
    </w:p>
    <w:p w14:paraId="323DE97D" w14:textId="77777777" w:rsidR="00CD039F" w:rsidRPr="00235569" w:rsidRDefault="007C1016" w:rsidP="00235569">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sidRPr="00235569">
        <w:rPr>
          <w:szCs w:val="24"/>
        </w:rPr>
        <w:br w:type="page"/>
      </w:r>
      <w:r w:rsidR="005148F9" w:rsidRPr="00235569">
        <w:rPr>
          <w:szCs w:val="24"/>
        </w:rPr>
        <w:lastRenderedPageBreak/>
        <w:t>1</w:t>
      </w:r>
      <w:r w:rsidR="0028500C" w:rsidRPr="00235569">
        <w:rPr>
          <w:szCs w:val="24"/>
        </w:rPr>
        <w:t xml:space="preserve">-I.D. </w:t>
      </w:r>
      <w:r w:rsidR="00CD039F" w:rsidRPr="00235569">
        <w:rPr>
          <w:szCs w:val="24"/>
        </w:rPr>
        <w:t>THE PHA’S PROGRAMS</w:t>
      </w:r>
    </w:p>
    <w:p w14:paraId="0C331EC1" w14:textId="77777777" w:rsidR="00CD039F" w:rsidRPr="0028321A" w:rsidRDefault="0048640D" w:rsidP="0028321A">
      <w:pPr>
        <w:suppressLineNumbers/>
        <w:spacing w:before="120" w:after="0"/>
        <w:rPr>
          <w:szCs w:val="24"/>
        </w:rPr>
      </w:pPr>
      <w:r w:rsidRPr="0028321A">
        <w:rPr>
          <w:szCs w:val="24"/>
        </w:rPr>
        <w:t xml:space="preserve">The following programs are included under this </w:t>
      </w:r>
      <w:r w:rsidR="0030333C" w:rsidRPr="0028321A">
        <w:rPr>
          <w:szCs w:val="24"/>
        </w:rPr>
        <w:t>administrative plan</w:t>
      </w:r>
      <w:r w:rsidRPr="0028321A">
        <w:rPr>
          <w:szCs w:val="24"/>
        </w:rPr>
        <w:t>:</w:t>
      </w:r>
    </w:p>
    <w:p w14:paraId="202F8A63" w14:textId="77777777" w:rsidR="0048640D" w:rsidRPr="0028321A" w:rsidRDefault="0048640D" w:rsidP="001C4507">
      <w:pPr>
        <w:suppressLineNumbers/>
        <w:tabs>
          <w:tab w:val="left" w:pos="720"/>
        </w:tabs>
        <w:spacing w:before="120" w:after="0"/>
        <w:ind w:left="720"/>
        <w:rPr>
          <w:szCs w:val="24"/>
        </w:rPr>
      </w:pPr>
      <w:r w:rsidRPr="0028321A">
        <w:rPr>
          <w:szCs w:val="24"/>
          <w:u w:val="single"/>
        </w:rPr>
        <w:t>PHA Policy</w:t>
      </w:r>
    </w:p>
    <w:p w14:paraId="5ADCBB40" w14:textId="77777777" w:rsidR="0048640D" w:rsidRPr="0028321A" w:rsidRDefault="0048640D" w:rsidP="00BD7AB9">
      <w:pPr>
        <w:suppressLineNumbers/>
        <w:tabs>
          <w:tab w:val="left" w:pos="720"/>
        </w:tabs>
        <w:spacing w:before="120" w:after="0"/>
        <w:ind w:left="720"/>
        <w:rPr>
          <w:szCs w:val="24"/>
        </w:rPr>
      </w:pPr>
      <w:r w:rsidRPr="0028321A">
        <w:rPr>
          <w:szCs w:val="24"/>
        </w:rPr>
        <w:t xml:space="preserve">The PHA’s </w:t>
      </w:r>
      <w:r w:rsidR="0030333C" w:rsidRPr="0028321A">
        <w:rPr>
          <w:szCs w:val="24"/>
        </w:rPr>
        <w:t xml:space="preserve">administrative plan </w:t>
      </w:r>
      <w:r w:rsidRPr="0028321A">
        <w:rPr>
          <w:szCs w:val="24"/>
        </w:rPr>
        <w:t xml:space="preserve">is applicable to the </w:t>
      </w:r>
      <w:r w:rsidR="005148F9" w:rsidRPr="0028321A">
        <w:rPr>
          <w:szCs w:val="24"/>
        </w:rPr>
        <w:t xml:space="preserve">operation of the </w:t>
      </w:r>
      <w:r w:rsidRPr="0028321A">
        <w:rPr>
          <w:szCs w:val="24"/>
        </w:rPr>
        <w:t xml:space="preserve">Housing Choice Voucher </w:t>
      </w:r>
      <w:r w:rsidR="0030333C" w:rsidRPr="0028321A">
        <w:rPr>
          <w:szCs w:val="24"/>
        </w:rPr>
        <w:t>program</w:t>
      </w:r>
      <w:r w:rsidRPr="0028321A">
        <w:rPr>
          <w:szCs w:val="24"/>
        </w:rPr>
        <w:t>.</w:t>
      </w:r>
    </w:p>
    <w:p w14:paraId="6108646F" w14:textId="77777777" w:rsidR="0048640D" w:rsidRPr="0028321A" w:rsidRDefault="0028500C" w:rsidP="0028500C">
      <w:pPr>
        <w:suppressLineNumbers/>
        <w:tabs>
          <w:tab w:val="left" w:pos="720"/>
        </w:tabs>
        <w:spacing w:before="240" w:after="0"/>
        <w:rPr>
          <w:szCs w:val="24"/>
        </w:rPr>
      </w:pPr>
      <w:r>
        <w:rPr>
          <w:b/>
          <w:szCs w:val="24"/>
        </w:rPr>
        <w:t xml:space="preserve">1-I.E. </w:t>
      </w:r>
      <w:r w:rsidR="00FB489C" w:rsidRPr="0028321A">
        <w:rPr>
          <w:b/>
          <w:szCs w:val="24"/>
        </w:rPr>
        <w:t>THE PHA’S COMMITMENT TO ETHICS AND SERVICE</w:t>
      </w:r>
    </w:p>
    <w:p w14:paraId="1A01DC87" w14:textId="77777777" w:rsidR="003F4679" w:rsidRPr="0028321A" w:rsidRDefault="000F2807" w:rsidP="0028321A">
      <w:pPr>
        <w:suppressLineNumbers/>
        <w:spacing w:before="120" w:after="0"/>
        <w:rPr>
          <w:szCs w:val="24"/>
        </w:rPr>
      </w:pPr>
      <w:r w:rsidRPr="0028321A">
        <w:rPr>
          <w:szCs w:val="24"/>
        </w:rPr>
        <w:t xml:space="preserve">As a public service agency, the </w:t>
      </w:r>
      <w:r w:rsidR="00FB489C" w:rsidRPr="0028321A">
        <w:rPr>
          <w:szCs w:val="24"/>
        </w:rPr>
        <w:t xml:space="preserve">PHA </w:t>
      </w:r>
      <w:r w:rsidRPr="0028321A">
        <w:rPr>
          <w:szCs w:val="24"/>
        </w:rPr>
        <w:t>is committed to pr</w:t>
      </w:r>
      <w:r w:rsidR="00FB489C" w:rsidRPr="0028321A">
        <w:rPr>
          <w:szCs w:val="24"/>
        </w:rPr>
        <w:t xml:space="preserve">oviding excellent service to HCV </w:t>
      </w:r>
      <w:r w:rsidRPr="0028321A">
        <w:rPr>
          <w:szCs w:val="24"/>
        </w:rPr>
        <w:t>program participant</w:t>
      </w:r>
      <w:r w:rsidR="00FB489C" w:rsidRPr="0028321A">
        <w:rPr>
          <w:szCs w:val="24"/>
        </w:rPr>
        <w:t>s</w:t>
      </w:r>
      <w:r w:rsidR="00B015DA">
        <w:rPr>
          <w:szCs w:val="24"/>
        </w:rPr>
        <w:t xml:space="preserve">, owners, and to </w:t>
      </w:r>
      <w:r w:rsidR="00FB489C" w:rsidRPr="0028321A">
        <w:rPr>
          <w:szCs w:val="24"/>
        </w:rPr>
        <w:t>the</w:t>
      </w:r>
      <w:r w:rsidRPr="0028321A">
        <w:rPr>
          <w:szCs w:val="24"/>
        </w:rPr>
        <w:t xml:space="preserve"> community.</w:t>
      </w:r>
      <w:r w:rsidR="000D53BA">
        <w:rPr>
          <w:szCs w:val="24"/>
        </w:rPr>
        <w:t xml:space="preserve"> </w:t>
      </w:r>
      <w:r w:rsidR="00FB489C" w:rsidRPr="0028321A">
        <w:rPr>
          <w:szCs w:val="24"/>
        </w:rPr>
        <w:t xml:space="preserve">The PHA’s </w:t>
      </w:r>
      <w:r w:rsidR="008F7408" w:rsidRPr="0028321A">
        <w:rPr>
          <w:szCs w:val="24"/>
        </w:rPr>
        <w:t xml:space="preserve">standards </w:t>
      </w:r>
      <w:r w:rsidR="003F4679" w:rsidRPr="0028321A">
        <w:rPr>
          <w:szCs w:val="24"/>
        </w:rPr>
        <w:t>include:</w:t>
      </w:r>
    </w:p>
    <w:p w14:paraId="5475F797" w14:textId="77777777" w:rsidR="00FB489C"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 xml:space="preserve">Administer applicable </w:t>
      </w:r>
      <w:r w:rsidR="0030333C" w:rsidRPr="0028321A">
        <w:rPr>
          <w:szCs w:val="24"/>
        </w:rPr>
        <w:t xml:space="preserve">federal </w:t>
      </w:r>
      <w:r w:rsidRPr="0028321A">
        <w:rPr>
          <w:szCs w:val="24"/>
        </w:rPr>
        <w:t xml:space="preserve">and </w:t>
      </w:r>
      <w:r w:rsidR="0030333C" w:rsidRPr="0028321A">
        <w:rPr>
          <w:szCs w:val="24"/>
        </w:rPr>
        <w:t xml:space="preserve">state </w:t>
      </w:r>
      <w:r w:rsidRPr="0028321A">
        <w:rPr>
          <w:szCs w:val="24"/>
        </w:rPr>
        <w:t xml:space="preserve">laws and regulations to achieve high ratings in </w:t>
      </w:r>
      <w:r w:rsidR="00B015DA">
        <w:rPr>
          <w:szCs w:val="24"/>
        </w:rPr>
        <w:t>performance</w:t>
      </w:r>
      <w:r w:rsidR="00B015DA" w:rsidRPr="0028321A">
        <w:rPr>
          <w:szCs w:val="24"/>
        </w:rPr>
        <w:t xml:space="preserve"> </w:t>
      </w:r>
      <w:r w:rsidRPr="0028321A">
        <w:rPr>
          <w:szCs w:val="24"/>
        </w:rPr>
        <w:t>measurement indicators while maintaining efficiency in program operation to ensure fair and consistent treatment of clients served.</w:t>
      </w:r>
    </w:p>
    <w:p w14:paraId="4CA83FCF" w14:textId="77777777" w:rsidR="003F4679"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Provide</w:t>
      </w:r>
      <w:r w:rsidR="003F4679" w:rsidRPr="0028321A">
        <w:rPr>
          <w:szCs w:val="24"/>
        </w:rPr>
        <w:t xml:space="preserve"> decent, safe, and sanitary housing – in compliance with program housing quality standards – for very low income families while ensuring that family rents are fair, reasonable, and affordable.</w:t>
      </w:r>
    </w:p>
    <w:p w14:paraId="6DA4CDE0" w14:textId="77777777" w:rsidR="00646872"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Encourage</w:t>
      </w:r>
      <w:r w:rsidR="00646872" w:rsidRPr="0028321A">
        <w:rPr>
          <w:szCs w:val="24"/>
        </w:rPr>
        <w:t xml:space="preserve"> self sufficiency of participant families and assist in the expansion of family opportunities which address educational, socio-economic, recreational and other human services needs.</w:t>
      </w:r>
    </w:p>
    <w:p w14:paraId="667AF6DF" w14:textId="77777777" w:rsidR="00646872"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Promote</w:t>
      </w:r>
      <w:r w:rsidR="00646872" w:rsidRPr="0028321A">
        <w:rPr>
          <w:szCs w:val="24"/>
        </w:rPr>
        <w:t xml:space="preserve"> fair housing and the </w:t>
      </w:r>
      <w:r w:rsidR="00ED2E4C">
        <w:rPr>
          <w:szCs w:val="24"/>
        </w:rPr>
        <w:t xml:space="preserve">equal </w:t>
      </w:r>
      <w:r w:rsidR="00646872" w:rsidRPr="0028321A">
        <w:rPr>
          <w:szCs w:val="24"/>
        </w:rPr>
        <w:t xml:space="preserve">opportunity for very </w:t>
      </w:r>
      <w:r w:rsidR="001C4F51" w:rsidRPr="0028321A">
        <w:rPr>
          <w:szCs w:val="24"/>
        </w:rPr>
        <w:t>low-income</w:t>
      </w:r>
      <w:r w:rsidR="00646872" w:rsidRPr="0028321A">
        <w:rPr>
          <w:szCs w:val="24"/>
        </w:rPr>
        <w:t xml:space="preserve"> families of all ethnic backgrounds to experience freedom of housing choice.</w:t>
      </w:r>
    </w:p>
    <w:p w14:paraId="165DA374" w14:textId="77777777" w:rsidR="00646872"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Promote</w:t>
      </w:r>
      <w:r w:rsidR="00646872" w:rsidRPr="0028321A">
        <w:rPr>
          <w:szCs w:val="24"/>
        </w:rPr>
        <w:t xml:space="preserve"> </w:t>
      </w:r>
      <w:r w:rsidR="00D85A9D" w:rsidRPr="0028321A">
        <w:rPr>
          <w:szCs w:val="24"/>
        </w:rPr>
        <w:t xml:space="preserve">a </w:t>
      </w:r>
      <w:r w:rsidR="00646872" w:rsidRPr="0028321A">
        <w:rPr>
          <w:szCs w:val="24"/>
        </w:rPr>
        <w:t>housing program which maintains quality service and integrity while providing an incentive to private property owners to rent to very low</w:t>
      </w:r>
      <w:r w:rsidR="00906F74" w:rsidRPr="0028321A">
        <w:rPr>
          <w:szCs w:val="24"/>
        </w:rPr>
        <w:t>-</w:t>
      </w:r>
      <w:r w:rsidR="00646872" w:rsidRPr="0028321A">
        <w:rPr>
          <w:szCs w:val="24"/>
        </w:rPr>
        <w:t>income families.</w:t>
      </w:r>
    </w:p>
    <w:p w14:paraId="215455D6" w14:textId="77777777" w:rsidR="00646872"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Promote</w:t>
      </w:r>
      <w:r w:rsidR="00646872" w:rsidRPr="0028321A">
        <w:rPr>
          <w:szCs w:val="24"/>
        </w:rPr>
        <w:t xml:space="preserve"> a market-driven housing program that will help qualified </w:t>
      </w:r>
      <w:r w:rsidR="001C4F51" w:rsidRPr="0028321A">
        <w:rPr>
          <w:szCs w:val="24"/>
        </w:rPr>
        <w:t>low-income</w:t>
      </w:r>
      <w:r w:rsidR="00646872" w:rsidRPr="0028321A">
        <w:rPr>
          <w:szCs w:val="24"/>
        </w:rPr>
        <w:t xml:space="preserve"> families be successful in obtaining affordable housing and increase the supply of housing choices for such families.</w:t>
      </w:r>
    </w:p>
    <w:p w14:paraId="3B6DAB2A" w14:textId="77777777" w:rsidR="003F4679"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Create</w:t>
      </w:r>
      <w:r w:rsidR="003F4679" w:rsidRPr="0028321A">
        <w:rPr>
          <w:szCs w:val="24"/>
        </w:rPr>
        <w:t xml:space="preserve"> positive public awareness and expand the level of family, owner, and community support in accomplishing the PHA’s mission.</w:t>
      </w:r>
    </w:p>
    <w:p w14:paraId="794C3B7A" w14:textId="77777777" w:rsidR="003F4679"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Attain and maintain</w:t>
      </w:r>
      <w:r w:rsidR="003F4679" w:rsidRPr="0028321A">
        <w:rPr>
          <w:szCs w:val="24"/>
        </w:rPr>
        <w:t xml:space="preserve"> a high level of standards and professionalism in day-to-day management of all program components. </w:t>
      </w:r>
    </w:p>
    <w:p w14:paraId="7C92B39F" w14:textId="77777777" w:rsidR="003F4679" w:rsidRPr="0028321A" w:rsidRDefault="00FB489C" w:rsidP="00C67C5E">
      <w:pPr>
        <w:numPr>
          <w:ilvl w:val="0"/>
          <w:numId w:val="2"/>
        </w:numPr>
        <w:suppressLineNumbers/>
        <w:tabs>
          <w:tab w:val="clear" w:pos="1440"/>
          <w:tab w:val="num" w:pos="360"/>
        </w:tabs>
        <w:spacing w:before="120" w:after="0"/>
        <w:ind w:left="360"/>
        <w:rPr>
          <w:szCs w:val="24"/>
        </w:rPr>
      </w:pPr>
      <w:r w:rsidRPr="0028321A">
        <w:rPr>
          <w:szCs w:val="24"/>
        </w:rPr>
        <w:t>Administer</w:t>
      </w:r>
      <w:r w:rsidR="003F4679" w:rsidRPr="0028321A">
        <w:rPr>
          <w:szCs w:val="24"/>
        </w:rPr>
        <w:t xml:space="preserve"> an efficient, high-performing agency through continuous improvement of the PHA’s support systems and </w:t>
      </w:r>
      <w:r w:rsidR="002D48F1">
        <w:rPr>
          <w:szCs w:val="24"/>
        </w:rPr>
        <w:t xml:space="preserve">a high level of </w:t>
      </w:r>
      <w:r w:rsidR="003F4679" w:rsidRPr="0028321A">
        <w:rPr>
          <w:szCs w:val="24"/>
        </w:rPr>
        <w:t xml:space="preserve">commitment to our employees and their development. </w:t>
      </w:r>
    </w:p>
    <w:p w14:paraId="2301E827" w14:textId="77777777" w:rsidR="00783763" w:rsidRPr="0028321A" w:rsidRDefault="00FB489C" w:rsidP="0028321A">
      <w:pPr>
        <w:suppressLineNumbers/>
        <w:spacing w:before="120" w:after="0"/>
        <w:rPr>
          <w:szCs w:val="24"/>
        </w:rPr>
      </w:pPr>
      <w:r w:rsidRPr="0028321A">
        <w:rPr>
          <w:szCs w:val="24"/>
        </w:rPr>
        <w:t xml:space="preserve">The PHA </w:t>
      </w:r>
      <w:r w:rsidR="000F2807" w:rsidRPr="0028321A">
        <w:rPr>
          <w:szCs w:val="24"/>
        </w:rPr>
        <w:t>will make every effort to keep program participants informed of HCV program rules and regulations, and to advise participants of how the program rules affect</w:t>
      </w:r>
      <w:r w:rsidR="003F4679" w:rsidRPr="0028321A">
        <w:rPr>
          <w:szCs w:val="24"/>
        </w:rPr>
        <w:t xml:space="preserve"> them.</w:t>
      </w:r>
      <w:r w:rsidR="000D53BA">
        <w:rPr>
          <w:szCs w:val="24"/>
        </w:rPr>
        <w:t xml:space="preserve"> </w:t>
      </w:r>
    </w:p>
    <w:p w14:paraId="1B33F0B8" w14:textId="77777777" w:rsidR="0077139B" w:rsidRPr="0028321A" w:rsidRDefault="00C67C5E" w:rsidP="00BD7AB9">
      <w:pPr>
        <w:suppressLineNumbers/>
        <w:spacing w:before="240" w:after="0"/>
        <w:jc w:val="center"/>
        <w:rPr>
          <w:szCs w:val="24"/>
        </w:rPr>
      </w:pPr>
      <w:r>
        <w:rPr>
          <w:b/>
          <w:szCs w:val="24"/>
        </w:rPr>
        <w:br w:type="page"/>
      </w:r>
      <w:r>
        <w:rPr>
          <w:b/>
          <w:szCs w:val="24"/>
        </w:rPr>
        <w:lastRenderedPageBreak/>
        <w:br w:type="page"/>
      </w:r>
      <w:r w:rsidR="00BD7AB9">
        <w:rPr>
          <w:b/>
          <w:szCs w:val="24"/>
        </w:rPr>
        <w:lastRenderedPageBreak/>
        <w:t>PART II:</w:t>
      </w:r>
      <w:r w:rsidR="00BA5094" w:rsidRPr="0028321A">
        <w:rPr>
          <w:b/>
          <w:szCs w:val="24"/>
        </w:rPr>
        <w:t xml:space="preserve"> </w:t>
      </w:r>
      <w:r w:rsidR="00EE6416" w:rsidRPr="0028321A">
        <w:rPr>
          <w:b/>
          <w:szCs w:val="24"/>
        </w:rPr>
        <w:t xml:space="preserve">THE </w:t>
      </w:r>
      <w:r w:rsidR="0077139B" w:rsidRPr="0028321A">
        <w:rPr>
          <w:b/>
          <w:szCs w:val="24"/>
        </w:rPr>
        <w:t>H</w:t>
      </w:r>
      <w:r w:rsidR="00BA5094" w:rsidRPr="0028321A">
        <w:rPr>
          <w:b/>
          <w:szCs w:val="24"/>
        </w:rPr>
        <w:t xml:space="preserve">OUSING </w:t>
      </w:r>
      <w:r w:rsidR="0077139B" w:rsidRPr="0028321A">
        <w:rPr>
          <w:b/>
          <w:szCs w:val="24"/>
        </w:rPr>
        <w:t>C</w:t>
      </w:r>
      <w:r w:rsidR="00BA5094" w:rsidRPr="0028321A">
        <w:rPr>
          <w:b/>
          <w:szCs w:val="24"/>
        </w:rPr>
        <w:t xml:space="preserve">HOICE </w:t>
      </w:r>
      <w:r w:rsidR="0077139B" w:rsidRPr="0028321A">
        <w:rPr>
          <w:b/>
          <w:szCs w:val="24"/>
        </w:rPr>
        <w:t>V</w:t>
      </w:r>
      <w:r w:rsidR="00BA5094" w:rsidRPr="0028321A">
        <w:rPr>
          <w:b/>
          <w:szCs w:val="24"/>
        </w:rPr>
        <w:t>OUCHER (HCV)</w:t>
      </w:r>
      <w:r w:rsidR="0077139B" w:rsidRPr="0028321A">
        <w:rPr>
          <w:b/>
          <w:szCs w:val="24"/>
        </w:rPr>
        <w:t xml:space="preserve"> PROGRAM</w:t>
      </w:r>
    </w:p>
    <w:p w14:paraId="32A68070" w14:textId="77777777" w:rsidR="00BA5094" w:rsidRPr="0028321A" w:rsidRDefault="00BA5094" w:rsidP="00BD7AB9">
      <w:pPr>
        <w:suppressLineNumbers/>
        <w:spacing w:before="240" w:after="0"/>
        <w:rPr>
          <w:b/>
          <w:szCs w:val="24"/>
        </w:rPr>
      </w:pPr>
      <w:r w:rsidRPr="0028321A">
        <w:rPr>
          <w:b/>
          <w:szCs w:val="24"/>
        </w:rPr>
        <w:t>1-II.A. OVERVIEW AND HISTORY OF THE PROGRAM</w:t>
      </w:r>
    </w:p>
    <w:p w14:paraId="389A0801" w14:textId="77777777" w:rsidR="00BA5094" w:rsidRPr="0028321A" w:rsidRDefault="00BA5094" w:rsidP="0028321A">
      <w:pPr>
        <w:suppressLineNumbers/>
        <w:spacing w:before="120" w:after="0"/>
        <w:rPr>
          <w:szCs w:val="24"/>
        </w:rPr>
      </w:pPr>
      <w:r w:rsidRPr="0028321A">
        <w:rPr>
          <w:szCs w:val="24"/>
        </w:rPr>
        <w:t>The intent of this section is to provide the public and staff with information related to the overall operation of the program.</w:t>
      </w:r>
      <w:r w:rsidR="000D53BA">
        <w:rPr>
          <w:szCs w:val="24"/>
        </w:rPr>
        <w:t xml:space="preserve"> </w:t>
      </w:r>
      <w:r w:rsidRPr="0028321A">
        <w:rPr>
          <w:szCs w:val="24"/>
        </w:rPr>
        <w:t xml:space="preserve">There have been many changes to the program since its inception in 1974 and a brief history of the program will assist the </w:t>
      </w:r>
      <w:r w:rsidR="001B3EBD">
        <w:rPr>
          <w:szCs w:val="24"/>
        </w:rPr>
        <w:t>reader to better understand</w:t>
      </w:r>
      <w:r w:rsidRPr="0028321A">
        <w:rPr>
          <w:szCs w:val="24"/>
        </w:rPr>
        <w:t xml:space="preserve"> the program.</w:t>
      </w:r>
    </w:p>
    <w:p w14:paraId="0831D480" w14:textId="77777777" w:rsidR="0043269D" w:rsidRPr="0028321A" w:rsidRDefault="0043269D" w:rsidP="0028321A">
      <w:pPr>
        <w:suppressLineNumbers/>
        <w:spacing w:before="120" w:after="0"/>
        <w:rPr>
          <w:szCs w:val="24"/>
        </w:rPr>
      </w:pPr>
      <w:r w:rsidRPr="0028321A">
        <w:rPr>
          <w:szCs w:val="24"/>
        </w:rPr>
        <w:t xml:space="preserve">The United States Housing Act of 1937 (the “Act”) is responsible for the birth of federal </w:t>
      </w:r>
      <w:r w:rsidR="002C4DF8" w:rsidRPr="0028321A">
        <w:rPr>
          <w:szCs w:val="24"/>
        </w:rPr>
        <w:t xml:space="preserve">housing program initiatives. </w:t>
      </w:r>
      <w:r w:rsidRPr="0028321A">
        <w:rPr>
          <w:szCs w:val="24"/>
        </w:rPr>
        <w:t>The Act was intended to provide financial assistance to states and cities for public works projects, slum clearance and the development of affordable housing</w:t>
      </w:r>
      <w:r w:rsidR="004C0E85" w:rsidRPr="0028321A">
        <w:rPr>
          <w:szCs w:val="24"/>
        </w:rPr>
        <w:t xml:space="preserve"> developments</w:t>
      </w:r>
      <w:r w:rsidRPr="0028321A">
        <w:rPr>
          <w:szCs w:val="24"/>
        </w:rPr>
        <w:t xml:space="preserve"> for low-income residents.</w:t>
      </w:r>
    </w:p>
    <w:p w14:paraId="7AB1E692" w14:textId="77777777" w:rsidR="00745EF3" w:rsidRPr="0028321A" w:rsidRDefault="0043269D" w:rsidP="0028321A">
      <w:pPr>
        <w:suppressLineNumbers/>
        <w:spacing w:before="120" w:after="0"/>
        <w:rPr>
          <w:szCs w:val="24"/>
        </w:rPr>
      </w:pPr>
      <w:r w:rsidRPr="0028321A">
        <w:rPr>
          <w:szCs w:val="24"/>
        </w:rPr>
        <w:t>The Housing and Community Development (HCD) Act of 1974 created a new federally assisted housing program – the Section 8</w:t>
      </w:r>
      <w:r w:rsidR="00745EF3" w:rsidRPr="0028321A">
        <w:rPr>
          <w:szCs w:val="24"/>
        </w:rPr>
        <w:t xml:space="preserve"> Existing</w:t>
      </w:r>
      <w:r w:rsidRPr="0028321A">
        <w:rPr>
          <w:szCs w:val="24"/>
        </w:rPr>
        <w:t xml:space="preserve"> program</w:t>
      </w:r>
      <w:r w:rsidR="00745EF3" w:rsidRPr="0028321A">
        <w:rPr>
          <w:szCs w:val="24"/>
        </w:rPr>
        <w:t xml:space="preserve"> (also known as the Section 8 Certificate program)</w:t>
      </w:r>
      <w:r w:rsidR="00646872" w:rsidRPr="0028321A">
        <w:rPr>
          <w:szCs w:val="24"/>
        </w:rPr>
        <w:t>. The HCD Act represented a significant shift in federal housing strategy from locally owned public housing to privately owned renta</w:t>
      </w:r>
      <w:r w:rsidR="00745EF3" w:rsidRPr="0028321A">
        <w:rPr>
          <w:szCs w:val="24"/>
        </w:rPr>
        <w:t>l housing.</w:t>
      </w:r>
    </w:p>
    <w:p w14:paraId="15E77876" w14:textId="77777777" w:rsidR="007C5AC7" w:rsidRPr="0028321A" w:rsidRDefault="00745EF3" w:rsidP="0028321A">
      <w:pPr>
        <w:suppressLineNumbers/>
        <w:spacing w:before="120" w:after="0"/>
        <w:rPr>
          <w:szCs w:val="24"/>
        </w:rPr>
      </w:pPr>
      <w:r w:rsidRPr="0028321A">
        <w:rPr>
          <w:szCs w:val="24"/>
        </w:rPr>
        <w:t xml:space="preserve">Under the Certificate program, </w:t>
      </w:r>
      <w:r w:rsidR="0043269D" w:rsidRPr="0028321A">
        <w:rPr>
          <w:szCs w:val="24"/>
        </w:rPr>
        <w:t xml:space="preserve">federal housing assistance payments </w:t>
      </w:r>
      <w:r w:rsidR="007C5AC7" w:rsidRPr="0028321A">
        <w:rPr>
          <w:szCs w:val="24"/>
        </w:rPr>
        <w:t>were</w:t>
      </w:r>
      <w:r w:rsidR="0043269D" w:rsidRPr="0028321A">
        <w:rPr>
          <w:szCs w:val="24"/>
        </w:rPr>
        <w:t xml:space="preserve"> made</w:t>
      </w:r>
      <w:r w:rsidR="00646872" w:rsidRPr="0028321A">
        <w:rPr>
          <w:szCs w:val="24"/>
        </w:rPr>
        <w:t xml:space="preserve"> directly</w:t>
      </w:r>
      <w:r w:rsidR="0043269D" w:rsidRPr="0028321A">
        <w:rPr>
          <w:szCs w:val="24"/>
        </w:rPr>
        <w:t xml:space="preserve"> to private owners of rental housing</w:t>
      </w:r>
      <w:r w:rsidR="00646872" w:rsidRPr="0028321A">
        <w:rPr>
          <w:szCs w:val="24"/>
        </w:rPr>
        <w:t>, where this housing was made available to</w:t>
      </w:r>
      <w:r w:rsidRPr="0028321A">
        <w:rPr>
          <w:szCs w:val="24"/>
        </w:rPr>
        <w:t xml:space="preserve"> lower-income families.</w:t>
      </w:r>
      <w:r w:rsidR="007C5AC7" w:rsidRPr="0028321A">
        <w:rPr>
          <w:szCs w:val="24"/>
        </w:rPr>
        <w:t xml:space="preserve"> Eligible families were able to select housing </w:t>
      </w:r>
      <w:r w:rsidR="00D85A9D" w:rsidRPr="0028321A">
        <w:rPr>
          <w:szCs w:val="24"/>
        </w:rPr>
        <w:t xml:space="preserve">in </w:t>
      </w:r>
      <w:r w:rsidR="007C5AC7" w:rsidRPr="0028321A">
        <w:rPr>
          <w:szCs w:val="24"/>
        </w:rPr>
        <w:t>the private rental market. Assuming that the housing met certain basic physical standards of quality</w:t>
      </w:r>
      <w:r w:rsidR="007D596F" w:rsidRPr="0028321A">
        <w:rPr>
          <w:szCs w:val="24"/>
        </w:rPr>
        <w:t xml:space="preserve"> (“housing quality standards”)</w:t>
      </w:r>
      <w:r w:rsidR="007C5AC7" w:rsidRPr="0028321A">
        <w:rPr>
          <w:szCs w:val="24"/>
        </w:rPr>
        <w:t xml:space="preserve"> and was within certain </w:t>
      </w:r>
      <w:r w:rsidR="007D596F" w:rsidRPr="0028321A">
        <w:rPr>
          <w:szCs w:val="24"/>
        </w:rPr>
        <w:t xml:space="preserve">HUD-established </w:t>
      </w:r>
      <w:r w:rsidR="007C5AC7" w:rsidRPr="0028321A">
        <w:rPr>
          <w:szCs w:val="24"/>
        </w:rPr>
        <w:t>rent limitations</w:t>
      </w:r>
      <w:r w:rsidR="007D596F" w:rsidRPr="0028321A">
        <w:rPr>
          <w:szCs w:val="24"/>
        </w:rPr>
        <w:t xml:space="preserve"> (“fair market rents”)</w:t>
      </w:r>
      <w:r w:rsidR="007C5AC7" w:rsidRPr="0028321A">
        <w:rPr>
          <w:szCs w:val="24"/>
        </w:rPr>
        <w:t>, the family would be able to receive rental assistance in the housing unit.</w:t>
      </w:r>
      <w:r w:rsidR="002C4DF8" w:rsidRPr="0028321A">
        <w:rPr>
          <w:szCs w:val="24"/>
        </w:rPr>
        <w:t xml:space="preserve"> Family contribution to rent was generally set at 30 percent of the family’s adjusted income, with the remainder of the rent paid by the program</w:t>
      </w:r>
      <w:r w:rsidR="00276D14" w:rsidRPr="0028321A">
        <w:rPr>
          <w:szCs w:val="24"/>
        </w:rPr>
        <w:t>.</w:t>
      </w:r>
    </w:p>
    <w:p w14:paraId="6C04FF70" w14:textId="77777777" w:rsidR="0043269D" w:rsidRPr="0028321A" w:rsidRDefault="007C5AC7" w:rsidP="0028321A">
      <w:pPr>
        <w:suppressLineNumbers/>
        <w:spacing w:before="120" w:after="0"/>
        <w:rPr>
          <w:szCs w:val="24"/>
        </w:rPr>
      </w:pPr>
      <w:r w:rsidRPr="0028321A">
        <w:rPr>
          <w:szCs w:val="24"/>
        </w:rPr>
        <w:t xml:space="preserve">Another unique feature of the </w:t>
      </w:r>
      <w:r w:rsidR="007D596F" w:rsidRPr="0028321A">
        <w:rPr>
          <w:szCs w:val="24"/>
        </w:rPr>
        <w:t xml:space="preserve">Certificate </w:t>
      </w:r>
      <w:r w:rsidRPr="0028321A">
        <w:rPr>
          <w:szCs w:val="24"/>
        </w:rPr>
        <w:t xml:space="preserve">program was that the rental assistance remained with the eligible </w:t>
      </w:r>
      <w:r w:rsidRPr="0028321A">
        <w:rPr>
          <w:szCs w:val="24"/>
          <w:u w:val="single"/>
        </w:rPr>
        <w:t>family</w:t>
      </w:r>
      <w:r w:rsidRPr="0028321A">
        <w:rPr>
          <w:szCs w:val="24"/>
        </w:rPr>
        <w:t xml:space="preserve">, if the family chose to move to another privately-owned rental unit that met program requirements (in contrast to the public housing program where the rental assistance remains with the </w:t>
      </w:r>
      <w:r w:rsidRPr="0028321A">
        <w:rPr>
          <w:szCs w:val="24"/>
          <w:u w:val="single"/>
        </w:rPr>
        <w:t>unit</w:t>
      </w:r>
      <w:r w:rsidRPr="0028321A">
        <w:rPr>
          <w:szCs w:val="24"/>
        </w:rPr>
        <w:t>, should the family decide to move).</w:t>
      </w:r>
      <w:r w:rsidR="002C4DF8" w:rsidRPr="0028321A">
        <w:rPr>
          <w:szCs w:val="24"/>
        </w:rPr>
        <w:t xml:space="preserve"> Consequently, the Certificate program was characterized as </w:t>
      </w:r>
      <w:r w:rsidR="002C4DF8" w:rsidRPr="0028321A">
        <w:rPr>
          <w:szCs w:val="24"/>
          <w:u w:val="single"/>
        </w:rPr>
        <w:t>tenant-based</w:t>
      </w:r>
      <w:r w:rsidR="002C4DF8" w:rsidRPr="0028321A">
        <w:rPr>
          <w:szCs w:val="24"/>
        </w:rPr>
        <w:t xml:space="preserve"> assistance, rather than unit-based assistance.</w:t>
      </w:r>
    </w:p>
    <w:p w14:paraId="16C84AD9" w14:textId="77777777" w:rsidR="00276D14" w:rsidRPr="0028321A" w:rsidRDefault="007D596F" w:rsidP="0028321A">
      <w:pPr>
        <w:suppressLineNumbers/>
        <w:spacing w:before="120" w:after="0"/>
        <w:rPr>
          <w:szCs w:val="24"/>
        </w:rPr>
      </w:pPr>
      <w:r w:rsidRPr="0028321A">
        <w:rPr>
          <w:szCs w:val="24"/>
        </w:rPr>
        <w:t xml:space="preserve">The Housing and Community Development (HCD) Act of 1987 authorized </w:t>
      </w:r>
      <w:r w:rsidR="002C4DF8" w:rsidRPr="0028321A">
        <w:rPr>
          <w:szCs w:val="24"/>
        </w:rPr>
        <w:t xml:space="preserve">a new version of tenant-based assistance – </w:t>
      </w:r>
      <w:r w:rsidRPr="0028321A">
        <w:rPr>
          <w:szCs w:val="24"/>
        </w:rPr>
        <w:t xml:space="preserve">the Section 8 Voucher program. The Voucher program was very similar to the Certificate program in that eligible families were able to select housing </w:t>
      </w:r>
      <w:r w:rsidR="00D85A9D" w:rsidRPr="0028321A">
        <w:rPr>
          <w:szCs w:val="24"/>
        </w:rPr>
        <w:t xml:space="preserve">in </w:t>
      </w:r>
      <w:r w:rsidRPr="0028321A">
        <w:rPr>
          <w:szCs w:val="24"/>
        </w:rPr>
        <w:t>the private rental market and receive assistance in that housing</w:t>
      </w:r>
      <w:r w:rsidR="00276D14" w:rsidRPr="0028321A">
        <w:rPr>
          <w:szCs w:val="24"/>
        </w:rPr>
        <w:t xml:space="preserve"> unit</w:t>
      </w:r>
      <w:r w:rsidRPr="0028321A">
        <w:rPr>
          <w:szCs w:val="24"/>
        </w:rPr>
        <w:t>.</w:t>
      </w:r>
    </w:p>
    <w:p w14:paraId="1CEC34AF" w14:textId="77777777" w:rsidR="007D596F" w:rsidRPr="0028321A" w:rsidRDefault="007D596F" w:rsidP="0028321A">
      <w:pPr>
        <w:suppressLineNumbers/>
        <w:spacing w:before="120" w:after="0"/>
        <w:rPr>
          <w:szCs w:val="24"/>
        </w:rPr>
      </w:pPr>
      <w:r w:rsidRPr="0028321A">
        <w:rPr>
          <w:szCs w:val="24"/>
        </w:rPr>
        <w:t xml:space="preserve">However, </w:t>
      </w:r>
      <w:r w:rsidR="002C4DF8" w:rsidRPr="0028321A">
        <w:rPr>
          <w:szCs w:val="24"/>
        </w:rPr>
        <w:t xml:space="preserve">the Voucher program permitted families more options in housing selection. Rental housing still had to meet the basic housing quality standards, but there was no fair market rent limitation on rent. </w:t>
      </w:r>
      <w:r w:rsidR="00276D14" w:rsidRPr="0028321A">
        <w:rPr>
          <w:szCs w:val="24"/>
        </w:rPr>
        <w:t>In addition, family contribution to rent was not set at a limit of 30 percent of adjusted income. Consequently, depending on the actual rental cost of the unit selected, a family might pay more or less than 30 percent of their adjusted income for rent.</w:t>
      </w:r>
    </w:p>
    <w:p w14:paraId="2CADECDA" w14:textId="77777777" w:rsidR="005114F2" w:rsidRPr="0028321A" w:rsidRDefault="007C1016" w:rsidP="0028321A">
      <w:pPr>
        <w:suppressLineNumbers/>
        <w:spacing w:before="120" w:after="0"/>
        <w:rPr>
          <w:szCs w:val="24"/>
        </w:rPr>
      </w:pPr>
      <w:r>
        <w:rPr>
          <w:szCs w:val="24"/>
        </w:rPr>
        <w:br w:type="page"/>
      </w:r>
      <w:r w:rsidR="00276D14" w:rsidRPr="0028321A">
        <w:rPr>
          <w:szCs w:val="24"/>
        </w:rPr>
        <w:lastRenderedPageBreak/>
        <w:t>From 1987 through 1999, public housing agencies managed both the Certificate and Voucher tenant-based assistance programs, with separate rules and requirements for each. From 1994 through 1998, HUD published a series of new rules, known as “conforming” rules, to more closely combine and align the two similar housing programs, to the extent permitted by the law.</w:t>
      </w:r>
    </w:p>
    <w:p w14:paraId="2764216B" w14:textId="77777777" w:rsidR="00E00D88" w:rsidRPr="0028321A" w:rsidRDefault="00276D14" w:rsidP="0028321A">
      <w:pPr>
        <w:suppressLineNumbers/>
        <w:spacing w:before="120" w:after="0"/>
        <w:rPr>
          <w:szCs w:val="24"/>
        </w:rPr>
      </w:pPr>
      <w:r w:rsidRPr="0028321A">
        <w:rPr>
          <w:szCs w:val="24"/>
        </w:rPr>
        <w:t xml:space="preserve">In 1998, the Quality Housing and Work Responsibility Act (QHWRA) – also known as the Public Housing Reform Act – was signed into law. </w:t>
      </w:r>
      <w:r w:rsidR="00E00D88" w:rsidRPr="0028321A">
        <w:rPr>
          <w:szCs w:val="24"/>
        </w:rPr>
        <w:t>QHWRA eliminated all statutory differences between the Certificate and Voucher tenant-based programs and required that the two programs be merged into a single tenant-based assistance program, now known as the Housing Choice Voucher (HCV) program.</w:t>
      </w:r>
    </w:p>
    <w:p w14:paraId="4762BE84" w14:textId="77777777" w:rsidR="00787CB4" w:rsidRPr="0028321A" w:rsidRDefault="00787CB4" w:rsidP="0028321A">
      <w:pPr>
        <w:suppressLineNumbers/>
        <w:spacing w:before="120" w:after="0"/>
        <w:rPr>
          <w:szCs w:val="24"/>
        </w:rPr>
      </w:pPr>
      <w:r w:rsidRPr="0028321A">
        <w:rPr>
          <w:szCs w:val="24"/>
        </w:rPr>
        <w:t xml:space="preserve">The HCV program was modeled closely on the pre-merger Voucher program. However, unlike the pre-merger Voucher program, the HCV program requires </w:t>
      </w:r>
      <w:r w:rsidR="00D85A9D" w:rsidRPr="0028321A">
        <w:rPr>
          <w:szCs w:val="24"/>
        </w:rPr>
        <w:t xml:space="preserve">an assisted </w:t>
      </w:r>
      <w:r w:rsidRPr="0028321A">
        <w:rPr>
          <w:szCs w:val="24"/>
        </w:rPr>
        <w:t>family to pay at least 30 percent of adjusted income for rent.</w:t>
      </w:r>
    </w:p>
    <w:p w14:paraId="3233B415" w14:textId="77777777" w:rsidR="00190519" w:rsidRDefault="00E00D88" w:rsidP="0028321A">
      <w:pPr>
        <w:suppressLineNumbers/>
        <w:spacing w:before="120" w:after="0"/>
        <w:rPr>
          <w:szCs w:val="24"/>
        </w:rPr>
      </w:pPr>
      <w:r w:rsidRPr="0028321A">
        <w:rPr>
          <w:szCs w:val="24"/>
        </w:rPr>
        <w:t>The transition of assistance from the Certificate and Voucher programs to the new HCV program began in October 1999. By October 2001, all families receiving tenant-based assistance were converted to the HCV program.</w:t>
      </w:r>
    </w:p>
    <w:p w14:paraId="04905336" w14:textId="77777777" w:rsidR="007D3766" w:rsidRDefault="00BE7B58" w:rsidP="00E27FC9">
      <w:pPr>
        <w:spacing w:before="120" w:after="0"/>
        <w:rPr>
          <w:szCs w:val="24"/>
        </w:rPr>
      </w:pPr>
      <w:r>
        <w:rPr>
          <w:szCs w:val="24"/>
        </w:rPr>
        <w:t xml:space="preserve">On July 29, 2016, the Housing Opportunity Through Modernization Act of 2016 (HOTMA) was signed into law. </w:t>
      </w:r>
      <w:r w:rsidRPr="009874D9">
        <w:rPr>
          <w:szCs w:val="24"/>
        </w:rPr>
        <w:t>HOTMA made numerous changes to statutes governing HUD programs, including sections of the United States Housing Act of 1937. Title I of HOTMA contains 14 different sections that impact the public housing and Section 8 programs.</w:t>
      </w:r>
    </w:p>
    <w:p w14:paraId="2FD50055" w14:textId="77777777" w:rsidR="00681EEC" w:rsidRDefault="00BE7B58" w:rsidP="00681EEC">
      <w:pPr>
        <w:numPr>
          <w:ilvl w:val="0"/>
          <w:numId w:val="19"/>
        </w:numPr>
        <w:spacing w:before="120" w:after="0"/>
        <w:rPr>
          <w:szCs w:val="24"/>
        </w:rPr>
      </w:pPr>
      <w:r w:rsidRPr="002504E7">
        <w:rPr>
          <w:szCs w:val="24"/>
        </w:rPr>
        <w:t xml:space="preserve">The </w:t>
      </w:r>
      <w:r>
        <w:rPr>
          <w:szCs w:val="24"/>
        </w:rPr>
        <w:t>Final R</w:t>
      </w:r>
      <w:r w:rsidRPr="002504E7">
        <w:rPr>
          <w:szCs w:val="24"/>
        </w:rPr>
        <w:t>ule implemen</w:t>
      </w:r>
      <w:r>
        <w:rPr>
          <w:szCs w:val="24"/>
        </w:rPr>
        <w:t>ting</w:t>
      </w:r>
      <w:r w:rsidRPr="002504E7">
        <w:rPr>
          <w:szCs w:val="24"/>
        </w:rPr>
        <w:t xml:space="preserve"> </w:t>
      </w:r>
      <w:r>
        <w:rPr>
          <w:szCs w:val="24"/>
        </w:rPr>
        <w:t>broad changes to</w:t>
      </w:r>
      <w:r w:rsidRPr="002504E7">
        <w:rPr>
          <w:szCs w:val="24"/>
        </w:rPr>
        <w:t xml:space="preserve"> income and asset</w:t>
      </w:r>
      <w:r w:rsidR="0097447B">
        <w:rPr>
          <w:szCs w:val="24"/>
        </w:rPr>
        <w:t>s</w:t>
      </w:r>
      <w:r w:rsidRPr="002504E7">
        <w:rPr>
          <w:szCs w:val="24"/>
        </w:rPr>
        <w:t xml:space="preserve"> in Sections 102 and 104</w:t>
      </w:r>
      <w:r>
        <w:rPr>
          <w:szCs w:val="24"/>
        </w:rPr>
        <w:t xml:space="preserve"> of HOTMA, and f</w:t>
      </w:r>
      <w:r w:rsidRPr="002504E7">
        <w:rPr>
          <w:szCs w:val="24"/>
        </w:rPr>
        <w:t xml:space="preserve">or PHAs that administer the </w:t>
      </w:r>
      <w:r>
        <w:rPr>
          <w:szCs w:val="24"/>
        </w:rPr>
        <w:t>p</w:t>
      </w:r>
      <w:r w:rsidRPr="002504E7">
        <w:rPr>
          <w:szCs w:val="24"/>
        </w:rPr>
        <w:t xml:space="preserve">ublic </w:t>
      </w:r>
      <w:r>
        <w:rPr>
          <w:szCs w:val="24"/>
        </w:rPr>
        <w:t>h</w:t>
      </w:r>
      <w:r w:rsidRPr="002504E7">
        <w:rPr>
          <w:szCs w:val="24"/>
        </w:rPr>
        <w:t>ousing program over-income provisions in Section 103</w:t>
      </w:r>
      <w:r>
        <w:rPr>
          <w:szCs w:val="24"/>
        </w:rPr>
        <w:t xml:space="preserve">, </w:t>
      </w:r>
      <w:r w:rsidRPr="002504E7">
        <w:rPr>
          <w:szCs w:val="24"/>
        </w:rPr>
        <w:t xml:space="preserve">was officially published in the </w:t>
      </w:r>
      <w:r w:rsidRPr="002504E7">
        <w:rPr>
          <w:i/>
          <w:iCs/>
          <w:szCs w:val="24"/>
        </w:rPr>
        <w:t>Federal Register</w:t>
      </w:r>
      <w:r w:rsidRPr="002504E7">
        <w:rPr>
          <w:szCs w:val="24"/>
        </w:rPr>
        <w:t xml:space="preserve"> on February 14, 2023.</w:t>
      </w:r>
      <w:r w:rsidR="00C14032" w:rsidRPr="00C14032">
        <w:rPr>
          <w:szCs w:val="24"/>
        </w:rPr>
        <w:t xml:space="preserve"> </w:t>
      </w:r>
      <w:r w:rsidR="00C14032">
        <w:rPr>
          <w:szCs w:val="24"/>
        </w:rPr>
        <w:t>On September 29, 2023, HUD issued notice PIH 2023-27, which provided guidance to PHAs on the implementation of the program changes described in the Final Rule.</w:t>
      </w:r>
      <w:r w:rsidR="007D3766">
        <w:rPr>
          <w:szCs w:val="24"/>
        </w:rPr>
        <w:t xml:space="preserve"> HUD issued a revised version of the notice on February 2, 2024.</w:t>
      </w:r>
    </w:p>
    <w:p w14:paraId="197A7BD2" w14:textId="77777777" w:rsidR="00A84AD5" w:rsidRDefault="007D3766" w:rsidP="00681EEC">
      <w:pPr>
        <w:numPr>
          <w:ilvl w:val="0"/>
          <w:numId w:val="19"/>
        </w:numPr>
        <w:spacing w:before="120" w:after="0"/>
        <w:rPr>
          <w:szCs w:val="24"/>
        </w:rPr>
      </w:pPr>
      <w:r w:rsidRPr="00681EEC">
        <w:rPr>
          <w:szCs w:val="24"/>
        </w:rPr>
        <w:t>The Final Rule implementing streamlining changes to the HCV and PBV programs was published on May 7, 2024</w:t>
      </w:r>
      <w:r w:rsidR="0097447B">
        <w:rPr>
          <w:szCs w:val="24"/>
        </w:rPr>
        <w:t>,</w:t>
      </w:r>
      <w:r w:rsidRPr="00681EEC">
        <w:rPr>
          <w:szCs w:val="24"/>
        </w:rPr>
        <w:t xml:space="preserve"> and codified </w:t>
      </w:r>
      <w:r w:rsidR="00811574" w:rsidRPr="00681EEC">
        <w:rPr>
          <w:szCs w:val="24"/>
        </w:rPr>
        <w:t xml:space="preserve">certain </w:t>
      </w:r>
      <w:r w:rsidRPr="00681EEC">
        <w:rPr>
          <w:szCs w:val="24"/>
        </w:rPr>
        <w:t>provisions in Sections 101, 105, 106, and 112 of HOTMA</w:t>
      </w:r>
      <w:r w:rsidR="00811574" w:rsidRPr="00681EEC">
        <w:rPr>
          <w:szCs w:val="24"/>
        </w:rPr>
        <w:t xml:space="preserve"> as well as incorporating changes from the NSPIRE final rule</w:t>
      </w:r>
      <w:r w:rsidR="00681EEC">
        <w:rPr>
          <w:szCs w:val="24"/>
        </w:rPr>
        <w:t>.</w:t>
      </w:r>
    </w:p>
    <w:p w14:paraId="0AECF0F2" w14:textId="77777777" w:rsidR="00317983" w:rsidRPr="0028321A" w:rsidRDefault="007C1016" w:rsidP="00BD7AB9">
      <w:pPr>
        <w:suppressLineNumbers/>
        <w:spacing w:before="240" w:after="0"/>
        <w:rPr>
          <w:b/>
          <w:szCs w:val="24"/>
        </w:rPr>
      </w:pPr>
      <w:r>
        <w:rPr>
          <w:b/>
          <w:szCs w:val="24"/>
        </w:rPr>
        <w:br w:type="page"/>
      </w:r>
      <w:r w:rsidR="00317983" w:rsidRPr="0028321A">
        <w:rPr>
          <w:b/>
          <w:szCs w:val="24"/>
        </w:rPr>
        <w:lastRenderedPageBreak/>
        <w:t>1-II.B. HCV PROGRAM BASICS</w:t>
      </w:r>
    </w:p>
    <w:p w14:paraId="3EE43C98" w14:textId="77777777" w:rsidR="00317983" w:rsidRPr="0028321A" w:rsidRDefault="00317983" w:rsidP="0028321A">
      <w:pPr>
        <w:suppressLineNumbers/>
        <w:spacing w:before="120" w:after="0"/>
        <w:rPr>
          <w:szCs w:val="24"/>
        </w:rPr>
      </w:pPr>
      <w:r w:rsidRPr="0028321A">
        <w:rPr>
          <w:szCs w:val="24"/>
        </w:rPr>
        <w:t>The purpose of the HCV program is to provide rental assistance to eligible families.</w:t>
      </w:r>
      <w:r w:rsidR="000D53BA">
        <w:rPr>
          <w:szCs w:val="24"/>
        </w:rPr>
        <w:t xml:space="preserve"> </w:t>
      </w:r>
      <w:r w:rsidRPr="0028321A">
        <w:rPr>
          <w:szCs w:val="24"/>
        </w:rPr>
        <w:t xml:space="preserve">The rules and regulations of the </w:t>
      </w:r>
      <w:r w:rsidR="00D85A9D" w:rsidRPr="0028321A">
        <w:rPr>
          <w:szCs w:val="24"/>
        </w:rPr>
        <w:t>HCV</w:t>
      </w:r>
      <w:r w:rsidRPr="0028321A">
        <w:rPr>
          <w:szCs w:val="24"/>
        </w:rPr>
        <w:t xml:space="preserve"> </w:t>
      </w:r>
      <w:r w:rsidR="00D85A9D" w:rsidRPr="0028321A">
        <w:rPr>
          <w:szCs w:val="24"/>
        </w:rPr>
        <w:t xml:space="preserve">program </w:t>
      </w:r>
      <w:r w:rsidRPr="0028321A">
        <w:rPr>
          <w:szCs w:val="24"/>
        </w:rPr>
        <w:t xml:space="preserve">are determined by the U.S. Department of Housing and Urban Development. The PHA is afforded choices in the operation of the program which </w:t>
      </w:r>
      <w:r w:rsidR="00D85A9D" w:rsidRPr="0028321A">
        <w:rPr>
          <w:szCs w:val="24"/>
        </w:rPr>
        <w:t xml:space="preserve">are </w:t>
      </w:r>
      <w:r w:rsidRPr="0028321A">
        <w:rPr>
          <w:szCs w:val="24"/>
        </w:rPr>
        <w:t xml:space="preserve">included in the PHA’s </w:t>
      </w:r>
      <w:r w:rsidR="00D85A9D" w:rsidRPr="0028321A">
        <w:rPr>
          <w:szCs w:val="24"/>
        </w:rPr>
        <w:t>administrative plan</w:t>
      </w:r>
      <w:r w:rsidRPr="0028321A">
        <w:rPr>
          <w:szCs w:val="24"/>
        </w:rPr>
        <w:t xml:space="preserve">, a document approved by the </w:t>
      </w:r>
      <w:r w:rsidR="00D85A9D" w:rsidRPr="0028321A">
        <w:rPr>
          <w:szCs w:val="24"/>
        </w:rPr>
        <w:t xml:space="preserve">board </w:t>
      </w:r>
      <w:r w:rsidRPr="0028321A">
        <w:rPr>
          <w:szCs w:val="24"/>
        </w:rPr>
        <w:t xml:space="preserve">of </w:t>
      </w:r>
      <w:r w:rsidR="00D85A9D" w:rsidRPr="0028321A">
        <w:rPr>
          <w:szCs w:val="24"/>
        </w:rPr>
        <w:t xml:space="preserve">commissioners </w:t>
      </w:r>
      <w:r w:rsidRPr="0028321A">
        <w:rPr>
          <w:szCs w:val="24"/>
        </w:rPr>
        <w:t>of the PHA.</w:t>
      </w:r>
    </w:p>
    <w:p w14:paraId="54F57466" w14:textId="77777777" w:rsidR="00317983" w:rsidRPr="0028321A" w:rsidRDefault="00317983" w:rsidP="0028321A">
      <w:pPr>
        <w:suppressLineNumbers/>
        <w:spacing w:before="120" w:after="0"/>
        <w:rPr>
          <w:szCs w:val="24"/>
        </w:rPr>
      </w:pPr>
      <w:r w:rsidRPr="0028321A">
        <w:rPr>
          <w:szCs w:val="24"/>
        </w:rPr>
        <w:t xml:space="preserve">The HCV program offers mobility to eligible families because they may search for suitable housing anywhere in the PHA’s jurisdiction and may also be eligible to move under portability to other </w:t>
      </w:r>
      <w:r w:rsidR="00D85A9D" w:rsidRPr="0028321A">
        <w:rPr>
          <w:szCs w:val="24"/>
        </w:rPr>
        <w:t xml:space="preserve">PHAs’ </w:t>
      </w:r>
      <w:r w:rsidRPr="0028321A">
        <w:rPr>
          <w:szCs w:val="24"/>
        </w:rPr>
        <w:t>jurisdictions.</w:t>
      </w:r>
    </w:p>
    <w:p w14:paraId="677F5D72" w14:textId="77777777" w:rsidR="00317983" w:rsidRPr="0028321A" w:rsidRDefault="00317983" w:rsidP="0028321A">
      <w:pPr>
        <w:suppressLineNumbers/>
        <w:spacing w:before="120" w:after="0"/>
        <w:rPr>
          <w:szCs w:val="24"/>
        </w:rPr>
      </w:pPr>
      <w:r w:rsidRPr="0028321A">
        <w:rPr>
          <w:szCs w:val="24"/>
        </w:rPr>
        <w:t>When a family is determined to be eligible for the program and funding is available, the PHA issues the family a housing voucher. When the family finds a suitable housing unit and funding is available, the PHA will enter into a contract with the owner and the family will enter into a lease with the owner. Each party makes their respective payment to the owner so that the owner receives full rent.</w:t>
      </w:r>
    </w:p>
    <w:p w14:paraId="1C30C9F0" w14:textId="77777777" w:rsidR="00317983" w:rsidRPr="0028321A" w:rsidRDefault="00E37ED9" w:rsidP="0028321A">
      <w:pPr>
        <w:suppressLineNumbers/>
        <w:spacing w:before="120" w:after="0"/>
        <w:rPr>
          <w:szCs w:val="24"/>
        </w:rPr>
      </w:pPr>
      <w:r w:rsidRPr="0028321A">
        <w:rPr>
          <w:szCs w:val="24"/>
        </w:rPr>
        <w:t>Even though the family is determined to be eligible for the program, the owner has the responsibility of approving the family as a suitable renter. The PHA continues to make payments to the owner as long as the family is eligible and the housing unit continues to qualify under the program.</w:t>
      </w:r>
    </w:p>
    <w:p w14:paraId="16BFC8C4" w14:textId="77777777" w:rsidR="00E37ED9" w:rsidRPr="0028321A" w:rsidRDefault="00E37ED9" w:rsidP="00BD7AB9">
      <w:pPr>
        <w:suppressLineNumbers/>
        <w:spacing w:before="240" w:after="0"/>
        <w:rPr>
          <w:b/>
          <w:szCs w:val="24"/>
        </w:rPr>
      </w:pPr>
      <w:r w:rsidRPr="0028321A">
        <w:rPr>
          <w:b/>
          <w:szCs w:val="24"/>
        </w:rPr>
        <w:t>1-II.</w:t>
      </w:r>
      <w:r w:rsidR="00CB004A">
        <w:rPr>
          <w:b/>
          <w:szCs w:val="24"/>
        </w:rPr>
        <w:t xml:space="preserve">C. </w:t>
      </w:r>
      <w:r w:rsidR="001E1932" w:rsidRPr="0028321A">
        <w:rPr>
          <w:b/>
          <w:szCs w:val="24"/>
        </w:rPr>
        <w:t>THE HCV PARTNERSHIPS</w:t>
      </w:r>
    </w:p>
    <w:p w14:paraId="5685D31B" w14:textId="77777777" w:rsidR="00EE6416" w:rsidRPr="0028321A" w:rsidRDefault="00EE6416" w:rsidP="0028321A">
      <w:pPr>
        <w:suppressLineNumbers/>
        <w:spacing w:before="120" w:after="0"/>
        <w:rPr>
          <w:szCs w:val="24"/>
        </w:rPr>
      </w:pPr>
      <w:r w:rsidRPr="0028321A">
        <w:rPr>
          <w:szCs w:val="24"/>
        </w:rPr>
        <w:t>To</w:t>
      </w:r>
      <w:r w:rsidR="00525B15" w:rsidRPr="0028321A">
        <w:rPr>
          <w:szCs w:val="24"/>
        </w:rPr>
        <w:t xml:space="preserve"> administer the HCV program, the PHA enters into a contractual relationship with HUD</w:t>
      </w:r>
      <w:r w:rsidR="00445BE4">
        <w:rPr>
          <w:szCs w:val="24"/>
        </w:rPr>
        <w:t xml:space="preserve"> (Consolidated Annual Contributions Contract)</w:t>
      </w:r>
      <w:r w:rsidR="00525B15" w:rsidRPr="0028321A">
        <w:rPr>
          <w:szCs w:val="24"/>
        </w:rPr>
        <w:t>. The PHA also enters into contractual relationships with the assisted family and the owner or landlord of the housing unit</w:t>
      </w:r>
      <w:r w:rsidRPr="0028321A">
        <w:rPr>
          <w:szCs w:val="24"/>
        </w:rPr>
        <w:t>.</w:t>
      </w:r>
    </w:p>
    <w:p w14:paraId="67008CB8" w14:textId="77777777" w:rsidR="0077139B" w:rsidRPr="0028321A" w:rsidRDefault="001E1932" w:rsidP="0028321A">
      <w:pPr>
        <w:suppressLineNumbers/>
        <w:spacing w:before="120" w:after="0"/>
        <w:rPr>
          <w:szCs w:val="24"/>
        </w:rPr>
      </w:pPr>
      <w:r w:rsidRPr="0028321A">
        <w:rPr>
          <w:szCs w:val="24"/>
        </w:rPr>
        <w:t>F</w:t>
      </w:r>
      <w:r w:rsidR="00EE6416" w:rsidRPr="0028321A">
        <w:rPr>
          <w:szCs w:val="24"/>
        </w:rPr>
        <w:t xml:space="preserve">or the HCV program to work and be successful, all </w:t>
      </w:r>
      <w:r w:rsidR="00F74546" w:rsidRPr="0028321A">
        <w:rPr>
          <w:szCs w:val="24"/>
        </w:rPr>
        <w:t xml:space="preserve">parties involved – HUD, the PHA, the </w:t>
      </w:r>
      <w:r w:rsidR="00D85A9D" w:rsidRPr="0028321A">
        <w:rPr>
          <w:szCs w:val="24"/>
        </w:rPr>
        <w:t>owner</w:t>
      </w:r>
      <w:r w:rsidR="00F74546" w:rsidRPr="0028321A">
        <w:rPr>
          <w:szCs w:val="24"/>
        </w:rPr>
        <w:t xml:space="preserve">, and the </w:t>
      </w:r>
      <w:r w:rsidR="00D85A9D" w:rsidRPr="0028321A">
        <w:rPr>
          <w:szCs w:val="24"/>
        </w:rPr>
        <w:t xml:space="preserve">family </w:t>
      </w:r>
      <w:r w:rsidR="00F74546" w:rsidRPr="0028321A">
        <w:rPr>
          <w:szCs w:val="24"/>
        </w:rPr>
        <w:t xml:space="preserve">– have important roles to play. </w:t>
      </w:r>
      <w:r w:rsidR="00FE0AF2" w:rsidRPr="0028321A">
        <w:rPr>
          <w:szCs w:val="24"/>
        </w:rPr>
        <w:t>The roles and responsibilities of all parties are defined in federal regulations and in legal documents that parties execute to participate in the program.</w:t>
      </w:r>
    </w:p>
    <w:p w14:paraId="1B236DDA" w14:textId="77777777" w:rsidR="00A242F8" w:rsidRPr="0028321A" w:rsidRDefault="00A242F8" w:rsidP="0028321A">
      <w:pPr>
        <w:suppressLineNumbers/>
        <w:spacing w:before="120" w:after="0"/>
        <w:rPr>
          <w:szCs w:val="24"/>
        </w:rPr>
      </w:pPr>
      <w:r w:rsidRPr="0028321A">
        <w:rPr>
          <w:szCs w:val="24"/>
        </w:rPr>
        <w:t>The chart on the following page illustrates key aspects of these relationships.</w:t>
      </w:r>
    </w:p>
    <w:p w14:paraId="3939F31A" w14:textId="77777777" w:rsidR="00FE0AF2" w:rsidRPr="0028321A" w:rsidRDefault="00FE0AF2" w:rsidP="00B8622C">
      <w:pPr>
        <w:suppressLineNumbers/>
        <w:spacing w:before="120" w:after="0"/>
        <w:rPr>
          <w:b/>
          <w:szCs w:val="24"/>
        </w:rPr>
      </w:pPr>
      <w:r w:rsidRPr="0028321A">
        <w:rPr>
          <w:szCs w:val="24"/>
        </w:rPr>
        <w:br w:type="page"/>
      </w:r>
      <w:r w:rsidR="00A242F8" w:rsidRPr="0028321A">
        <w:rPr>
          <w:b/>
          <w:szCs w:val="24"/>
        </w:rPr>
        <w:lastRenderedPageBreak/>
        <w:t>The HCV Relationships:</w:t>
      </w:r>
    </w:p>
    <w:p w14:paraId="7F2FFB0B" w14:textId="77777777" w:rsidR="00A242F8" w:rsidRPr="0028321A" w:rsidRDefault="00A242F8" w:rsidP="00190519">
      <w:pPr>
        <w:suppressLineNumbers/>
        <w:spacing w:before="120" w:after="120"/>
        <w:ind w:left="720"/>
        <w:rPr>
          <w:b/>
          <w:szCs w:val="24"/>
        </w:rPr>
      </w:pPr>
      <w:r w:rsidRPr="0028321A">
        <w:rPr>
          <w:noProof/>
          <w:szCs w:val="24"/>
        </w:rPr>
        <w:pict w14:anchorId="3FE4CDD1">
          <v:shapetype id="_x0000_t202" coordsize="21600,21600" o:spt="202" path="m,l,21600r21600,l21600,xe">
            <v:stroke joinstyle="miter"/>
            <v:path gradientshapeok="t" o:connecttype="rect"/>
          </v:shapetype>
          <v:shape id="_x0000_s2060" type="#_x0000_t202" style="position:absolute;left:0;text-align:left;margin-left:184.05pt;margin-top:19.4pt;width:108pt;height:54pt;z-index:251651072">
            <v:textbox style="mso-next-textbox:#_x0000_s2060">
              <w:txbxContent>
                <w:p w14:paraId="1452870D" w14:textId="77777777" w:rsidR="00C01DEC" w:rsidRPr="00FE0AF2" w:rsidRDefault="00C01DEC" w:rsidP="00FE0AF2">
                  <w:pPr>
                    <w:spacing w:before="0" w:after="0"/>
                    <w:jc w:val="center"/>
                    <w:rPr>
                      <w:b/>
                    </w:rPr>
                  </w:pPr>
                  <w:r w:rsidRPr="00FE0AF2">
                    <w:rPr>
                      <w:b/>
                    </w:rPr>
                    <w:t>Congress</w:t>
                  </w:r>
                </w:p>
                <w:p w14:paraId="3D13CB33" w14:textId="77777777" w:rsidR="00C01DEC" w:rsidRPr="00FE0AF2" w:rsidRDefault="00C01DEC" w:rsidP="00FE0AF2">
                  <w:pPr>
                    <w:spacing w:before="0" w:after="0"/>
                    <w:jc w:val="center"/>
                    <w:rPr>
                      <w:b/>
                    </w:rPr>
                  </w:pPr>
                  <w:r w:rsidRPr="00FE0AF2">
                    <w:rPr>
                      <w:b/>
                    </w:rPr>
                    <w:t>Appropriates</w:t>
                  </w:r>
                </w:p>
                <w:p w14:paraId="3B673653" w14:textId="77777777" w:rsidR="00C01DEC" w:rsidRPr="00FE0AF2" w:rsidRDefault="00C01DEC" w:rsidP="00FE0AF2">
                  <w:pPr>
                    <w:spacing w:before="0" w:after="0"/>
                    <w:jc w:val="center"/>
                    <w:rPr>
                      <w:b/>
                    </w:rPr>
                  </w:pPr>
                  <w:r w:rsidRPr="00FE0AF2">
                    <w:rPr>
                      <w:b/>
                    </w:rPr>
                    <w:t>Funding</w:t>
                  </w:r>
                </w:p>
              </w:txbxContent>
            </v:textbox>
          </v:shape>
        </w:pict>
      </w:r>
    </w:p>
    <w:p w14:paraId="6EBEC396" w14:textId="77777777" w:rsidR="00FE0AF2" w:rsidRPr="0028321A" w:rsidRDefault="00FE0AF2" w:rsidP="00FE0AF2">
      <w:pPr>
        <w:suppressLineNumbers/>
        <w:spacing w:before="120" w:after="120"/>
        <w:ind w:left="720"/>
        <w:jc w:val="center"/>
        <w:rPr>
          <w:szCs w:val="24"/>
        </w:rPr>
      </w:pPr>
    </w:p>
    <w:p w14:paraId="27625598" w14:textId="77777777" w:rsidR="00FE0AF2" w:rsidRPr="0028321A" w:rsidRDefault="00A242F8" w:rsidP="00190519">
      <w:pPr>
        <w:suppressLineNumbers/>
        <w:spacing w:before="120" w:after="120"/>
        <w:ind w:left="720"/>
        <w:rPr>
          <w:szCs w:val="24"/>
        </w:rPr>
      </w:pPr>
      <w:r w:rsidRPr="0028321A">
        <w:rPr>
          <w:noProof/>
          <w:szCs w:val="24"/>
        </w:rPr>
        <w:pict w14:anchorId="47B8A06B">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064" type="#_x0000_t67" style="position:absolute;left:0;text-align:left;margin-left:220.05pt;margin-top:21.8pt;width:36pt;height:36pt;z-index:251653120" fillcolor="yellow"/>
        </w:pict>
      </w:r>
    </w:p>
    <w:p w14:paraId="027A64B1" w14:textId="77777777" w:rsidR="00190519" w:rsidRPr="0028321A" w:rsidRDefault="00190519" w:rsidP="00190519">
      <w:pPr>
        <w:suppressLineNumbers/>
        <w:spacing w:before="120" w:after="120"/>
        <w:ind w:left="720"/>
        <w:rPr>
          <w:szCs w:val="24"/>
        </w:rPr>
      </w:pPr>
    </w:p>
    <w:p w14:paraId="2C757DD1" w14:textId="77777777" w:rsidR="00190519" w:rsidRPr="0028321A" w:rsidRDefault="00FE0AF2" w:rsidP="00190519">
      <w:pPr>
        <w:suppressLineNumbers/>
        <w:spacing w:before="120" w:after="120"/>
        <w:ind w:left="720"/>
        <w:rPr>
          <w:szCs w:val="24"/>
        </w:rPr>
      </w:pPr>
      <w:r w:rsidRPr="0028321A">
        <w:rPr>
          <w:noProof/>
          <w:szCs w:val="24"/>
        </w:rPr>
        <w:pict w14:anchorId="10EF0C61">
          <v:shape id="_x0000_s2061" type="#_x0000_t202" style="position:absolute;left:0;text-align:left;margin-left:184.05pt;margin-top:11pt;width:108pt;height:54pt;z-index:251652096">
            <v:textbox>
              <w:txbxContent>
                <w:p w14:paraId="53793FF5" w14:textId="77777777" w:rsidR="00C01DEC" w:rsidRDefault="00C01DEC" w:rsidP="00FE0AF2">
                  <w:pPr>
                    <w:spacing w:before="0" w:after="0"/>
                    <w:jc w:val="center"/>
                    <w:rPr>
                      <w:b/>
                    </w:rPr>
                  </w:pPr>
                  <w:r>
                    <w:rPr>
                      <w:b/>
                    </w:rPr>
                    <w:t>HUD</w:t>
                  </w:r>
                </w:p>
                <w:p w14:paraId="6D976B60" w14:textId="77777777" w:rsidR="00C01DEC" w:rsidRDefault="00C01DEC" w:rsidP="00FE0AF2">
                  <w:pPr>
                    <w:spacing w:before="0" w:after="0"/>
                    <w:jc w:val="center"/>
                    <w:rPr>
                      <w:b/>
                    </w:rPr>
                  </w:pPr>
                  <w:r>
                    <w:rPr>
                      <w:b/>
                    </w:rPr>
                    <w:t xml:space="preserve">Provides </w:t>
                  </w:r>
                  <w:r w:rsidRPr="00FE0AF2">
                    <w:rPr>
                      <w:b/>
                    </w:rPr>
                    <w:t>Funding</w:t>
                  </w:r>
                </w:p>
                <w:p w14:paraId="64FF3137" w14:textId="77777777" w:rsidR="00C01DEC" w:rsidRPr="00FE0AF2" w:rsidRDefault="00C01DEC" w:rsidP="00FE0AF2">
                  <w:pPr>
                    <w:spacing w:before="0" w:after="0"/>
                    <w:jc w:val="center"/>
                    <w:rPr>
                      <w:b/>
                    </w:rPr>
                  </w:pPr>
                  <w:r>
                    <w:rPr>
                      <w:b/>
                    </w:rPr>
                    <w:t>To PHA</w:t>
                  </w:r>
                </w:p>
              </w:txbxContent>
            </v:textbox>
          </v:shape>
        </w:pict>
      </w:r>
    </w:p>
    <w:p w14:paraId="32689884" w14:textId="77777777" w:rsidR="00FE0AF2" w:rsidRPr="0028321A" w:rsidRDefault="00FE0AF2" w:rsidP="00190519">
      <w:pPr>
        <w:suppressLineNumbers/>
        <w:spacing w:before="120" w:after="120"/>
        <w:ind w:left="720"/>
        <w:rPr>
          <w:szCs w:val="24"/>
        </w:rPr>
      </w:pPr>
    </w:p>
    <w:p w14:paraId="71AFC569" w14:textId="77777777" w:rsidR="00FE0AF2" w:rsidRPr="0028321A" w:rsidRDefault="00C72750" w:rsidP="00190519">
      <w:pPr>
        <w:suppressLineNumbers/>
        <w:spacing w:before="120" w:after="120"/>
        <w:ind w:left="720"/>
        <w:rPr>
          <w:szCs w:val="24"/>
        </w:rPr>
      </w:pPr>
      <w:r w:rsidRPr="0028321A">
        <w:rPr>
          <w:noProof/>
          <w:szCs w:val="24"/>
        </w:rPr>
        <w:pict w14:anchorId="3DBAA11B">
          <v:shape id="_x0000_s2066" type="#_x0000_t67" style="position:absolute;left:0;text-align:left;margin-left:220.05pt;margin-top:16.4pt;width:36pt;height:1in;z-index:251655168" fillcolor="yellow"/>
        </w:pict>
      </w:r>
      <w:r w:rsidRPr="0028321A">
        <w:rPr>
          <w:noProof/>
          <w:szCs w:val="24"/>
        </w:rPr>
        <w:pict w14:anchorId="3BC367AB">
          <v:shape id="_x0000_s2083" type="#_x0000_t202" style="position:absolute;left:0;text-align:left;margin-left:157.05pt;margin-top:25.4pt;width:162pt;height:45pt;z-index:251664384" filled="f" fillcolor="yellow" stroked="f" strokeweight="0">
            <v:textbox>
              <w:txbxContent>
                <w:p w14:paraId="5B16E0EB" w14:textId="77777777" w:rsidR="00C01DEC" w:rsidRPr="00A34D28" w:rsidRDefault="00C01DEC" w:rsidP="00A34D28">
                  <w:pPr>
                    <w:spacing w:before="0" w:after="0"/>
                    <w:jc w:val="center"/>
                    <w:rPr>
                      <w:b/>
                      <w:sz w:val="20"/>
                    </w:rPr>
                  </w:pPr>
                  <w:r>
                    <w:rPr>
                      <w:b/>
                      <w:sz w:val="20"/>
                    </w:rPr>
                    <w:t xml:space="preserve">Program Regulations and ACC </w:t>
                  </w:r>
                  <w:r w:rsidRPr="00A34D28">
                    <w:rPr>
                      <w:b/>
                      <w:sz w:val="20"/>
                    </w:rPr>
                    <w:t xml:space="preserve">specifies </w:t>
                  </w:r>
                  <w:r>
                    <w:rPr>
                      <w:b/>
                      <w:sz w:val="20"/>
                    </w:rPr>
                    <w:t>PHA</w:t>
                  </w:r>
                  <w:r w:rsidRPr="00A34D28">
                    <w:rPr>
                      <w:b/>
                      <w:sz w:val="20"/>
                    </w:rPr>
                    <w:t xml:space="preserve"> Obligations</w:t>
                  </w:r>
                  <w:r>
                    <w:rPr>
                      <w:b/>
                      <w:sz w:val="20"/>
                    </w:rPr>
                    <w:t xml:space="preserve"> and Voucher Funding</w:t>
                  </w:r>
                </w:p>
              </w:txbxContent>
            </v:textbox>
          </v:shape>
        </w:pict>
      </w:r>
    </w:p>
    <w:p w14:paraId="7F353597" w14:textId="77777777" w:rsidR="00FE0AF2" w:rsidRPr="0028321A" w:rsidRDefault="00FE0AF2" w:rsidP="00190519">
      <w:pPr>
        <w:suppressLineNumbers/>
        <w:spacing w:before="120" w:after="120"/>
        <w:ind w:left="720"/>
        <w:rPr>
          <w:szCs w:val="24"/>
        </w:rPr>
      </w:pPr>
    </w:p>
    <w:p w14:paraId="3755EA27" w14:textId="77777777" w:rsidR="00FE0AF2" w:rsidRPr="0028321A" w:rsidRDefault="00FE0AF2" w:rsidP="00190519">
      <w:pPr>
        <w:suppressLineNumbers/>
        <w:spacing w:before="120" w:after="120"/>
        <w:ind w:left="720"/>
        <w:rPr>
          <w:szCs w:val="24"/>
        </w:rPr>
      </w:pPr>
    </w:p>
    <w:p w14:paraId="76049D3A" w14:textId="77777777" w:rsidR="00E25080" w:rsidRPr="0028321A" w:rsidRDefault="00E25080" w:rsidP="00190519">
      <w:pPr>
        <w:suppressLineNumbers/>
        <w:spacing w:before="120" w:after="120"/>
        <w:ind w:left="720"/>
        <w:rPr>
          <w:szCs w:val="24"/>
        </w:rPr>
      </w:pPr>
      <w:r w:rsidRPr="0028321A">
        <w:rPr>
          <w:noProof/>
          <w:szCs w:val="24"/>
        </w:rPr>
        <w:pict w14:anchorId="526CE350">
          <v:shape id="_x0000_s2081" type="#_x0000_t202" style="position:absolute;left:0;text-align:left;margin-left:274.05pt;margin-top:128pt;width:171pt;height:45pt;z-index:251662336" filled="f" fillcolor="yellow" stroked="f" strokeweight="0">
            <v:textbox style="mso-next-textbox:#_x0000_s2081">
              <w:txbxContent>
                <w:p w14:paraId="280AA369" w14:textId="77777777" w:rsidR="00C01DEC" w:rsidRPr="00A34D28" w:rsidRDefault="00C01DEC" w:rsidP="00A34D28">
                  <w:pPr>
                    <w:spacing w:before="0" w:after="0"/>
                    <w:jc w:val="center"/>
                    <w:rPr>
                      <w:b/>
                      <w:sz w:val="20"/>
                    </w:rPr>
                  </w:pPr>
                  <w:r>
                    <w:rPr>
                      <w:b/>
                      <w:sz w:val="20"/>
                    </w:rPr>
                    <w:t>Housing Assistance Payments (HAP) Contract</w:t>
                  </w:r>
                  <w:r w:rsidRPr="00A34D28">
                    <w:rPr>
                      <w:b/>
                      <w:sz w:val="20"/>
                    </w:rPr>
                    <w:t xml:space="preserve"> specifies</w:t>
                  </w:r>
                  <w:r>
                    <w:rPr>
                      <w:b/>
                      <w:sz w:val="20"/>
                    </w:rPr>
                    <w:t xml:space="preserve"> Owner and PHA </w:t>
                  </w:r>
                  <w:r w:rsidRPr="00A34D28">
                    <w:rPr>
                      <w:b/>
                      <w:sz w:val="20"/>
                    </w:rPr>
                    <w:t>Obligations</w:t>
                  </w:r>
                </w:p>
              </w:txbxContent>
            </v:textbox>
          </v:shape>
        </w:pict>
      </w:r>
      <w:r w:rsidRPr="0028321A">
        <w:rPr>
          <w:noProof/>
          <w:szCs w:val="24"/>
        </w:rPr>
        <w:pict w14:anchorId="365945E3">
          <v:shape id="_x0000_s2080" type="#_x0000_t202" style="position:absolute;left:0;text-align:left;margin-left:76.05pt;margin-top:137pt;width:117pt;height:36pt;z-index:251661312" filled="f" fillcolor="yellow" stroked="f" strokeweight="0">
            <v:textbox style="mso-next-textbox:#_x0000_s2080">
              <w:txbxContent>
                <w:p w14:paraId="16645F43" w14:textId="77777777" w:rsidR="00C01DEC" w:rsidRPr="00A34D28" w:rsidRDefault="00C01DEC" w:rsidP="00A34D28">
                  <w:pPr>
                    <w:spacing w:before="0" w:after="0"/>
                    <w:jc w:val="center"/>
                    <w:rPr>
                      <w:b/>
                      <w:sz w:val="20"/>
                    </w:rPr>
                  </w:pPr>
                  <w:r w:rsidRPr="00A34D28">
                    <w:rPr>
                      <w:b/>
                      <w:sz w:val="20"/>
                    </w:rPr>
                    <w:t>Voucher specifies Family Obligations</w:t>
                  </w:r>
                </w:p>
              </w:txbxContent>
            </v:textbox>
          </v:shape>
        </w:pict>
      </w:r>
      <w:r w:rsidRPr="0028321A">
        <w:rPr>
          <w:noProof/>
          <w:szCs w:val="24"/>
        </w:rPr>
        <w:pict w14:anchorId="19DAD66E">
          <v:shape id="_x0000_s2067" type="#_x0000_t202" style="position:absolute;left:0;text-align:left;margin-left:364.05pt;margin-top:236pt;width:108pt;height:54pt;z-index:251656192">
            <v:textbox style="mso-next-textbox:#_x0000_s2067">
              <w:txbxContent>
                <w:p w14:paraId="63C19456" w14:textId="77777777" w:rsidR="00C01DEC" w:rsidRPr="00FE0AF2" w:rsidRDefault="00C01DEC" w:rsidP="00A34D28">
                  <w:pPr>
                    <w:spacing w:before="0" w:after="0"/>
                    <w:jc w:val="center"/>
                    <w:rPr>
                      <w:b/>
                    </w:rPr>
                  </w:pPr>
                  <w:r>
                    <w:rPr>
                      <w:b/>
                    </w:rPr>
                    <w:t xml:space="preserve">Owner / Landlord </w:t>
                  </w:r>
                </w:p>
              </w:txbxContent>
            </v:textbox>
          </v:shape>
        </w:pict>
      </w:r>
      <w:r w:rsidRPr="0028321A">
        <w:rPr>
          <w:noProof/>
          <w:szCs w:val="24"/>
        </w:rPr>
        <w:pict w14:anchorId="7B60FFF1">
          <v:shape id="_x0000_s2068" type="#_x0000_t202" style="position:absolute;left:0;text-align:left;margin-left:40.05pt;margin-top:236pt;width:108pt;height:54pt;z-index:251657216">
            <v:textbox style="mso-next-textbox:#_x0000_s2068">
              <w:txbxContent>
                <w:p w14:paraId="7084BF9B" w14:textId="77777777" w:rsidR="00C01DEC" w:rsidRDefault="00C01DEC" w:rsidP="00A34D28">
                  <w:pPr>
                    <w:spacing w:before="0" w:after="0"/>
                    <w:jc w:val="center"/>
                    <w:rPr>
                      <w:b/>
                    </w:rPr>
                  </w:pPr>
                  <w:r>
                    <w:rPr>
                      <w:b/>
                    </w:rPr>
                    <w:t>Family</w:t>
                  </w:r>
                </w:p>
                <w:p w14:paraId="2FB795DF" w14:textId="77777777" w:rsidR="00C01DEC" w:rsidRPr="00FE0AF2" w:rsidRDefault="00C01DEC" w:rsidP="00A34D28">
                  <w:pPr>
                    <w:spacing w:before="0" w:after="0"/>
                    <w:jc w:val="center"/>
                    <w:rPr>
                      <w:b/>
                    </w:rPr>
                  </w:pPr>
                  <w:r>
                    <w:rPr>
                      <w:b/>
                    </w:rPr>
                    <w:t xml:space="preserve">(Program Participant) </w:t>
                  </w:r>
                </w:p>
              </w:txbxContent>
            </v:textbox>
          </v:shape>
        </w:pict>
      </w:r>
      <w:r w:rsidRPr="0028321A">
        <w:rPr>
          <w:noProof/>
          <w:szCs w:val="24"/>
        </w:rPr>
        <w:pict w14:anchorId="5347B36A">
          <v:shape id="_x0000_s2065" type="#_x0000_t202" style="position:absolute;left:0;text-align:left;margin-left:184.05pt;margin-top:17.05pt;width:108pt;height:54pt;z-index:251654144">
            <v:textbox style="mso-next-textbox:#_x0000_s2065">
              <w:txbxContent>
                <w:p w14:paraId="7FFA9EC0" w14:textId="77777777" w:rsidR="00C01DEC" w:rsidRDefault="00C01DEC" w:rsidP="00FE0AF2">
                  <w:pPr>
                    <w:spacing w:before="0" w:after="0"/>
                    <w:jc w:val="center"/>
                    <w:rPr>
                      <w:b/>
                    </w:rPr>
                  </w:pPr>
                  <w:r>
                    <w:rPr>
                      <w:b/>
                    </w:rPr>
                    <w:t>PHA</w:t>
                  </w:r>
                </w:p>
                <w:p w14:paraId="4CA91C5E" w14:textId="77777777" w:rsidR="00C01DEC" w:rsidRDefault="00C01DEC" w:rsidP="00FE0AF2">
                  <w:pPr>
                    <w:spacing w:before="0" w:after="0"/>
                    <w:jc w:val="center"/>
                    <w:rPr>
                      <w:b/>
                    </w:rPr>
                  </w:pPr>
                  <w:r>
                    <w:rPr>
                      <w:b/>
                    </w:rPr>
                    <w:t>Administers</w:t>
                  </w:r>
                </w:p>
                <w:p w14:paraId="0EB21C4A" w14:textId="77777777" w:rsidR="00C01DEC" w:rsidRPr="00FE0AF2" w:rsidRDefault="00C01DEC" w:rsidP="00FE0AF2">
                  <w:pPr>
                    <w:spacing w:before="0" w:after="0"/>
                    <w:jc w:val="center"/>
                    <w:rPr>
                      <w:b/>
                    </w:rPr>
                  </w:pPr>
                  <w:r>
                    <w:rPr>
                      <w:b/>
                    </w:rPr>
                    <w:t xml:space="preserve">Program </w:t>
                  </w:r>
                </w:p>
              </w:txbxContent>
            </v:textbox>
          </v:shape>
        </w:pict>
      </w:r>
    </w:p>
    <w:p w14:paraId="2A10A9B7" w14:textId="77777777" w:rsidR="00E25080" w:rsidRPr="0028321A" w:rsidRDefault="00E25080" w:rsidP="00190519">
      <w:pPr>
        <w:suppressLineNumbers/>
        <w:spacing w:before="120" w:after="120"/>
        <w:ind w:left="720"/>
        <w:rPr>
          <w:szCs w:val="24"/>
        </w:rPr>
      </w:pPr>
    </w:p>
    <w:p w14:paraId="5C4B9DD5" w14:textId="77777777" w:rsidR="00E25080" w:rsidRPr="0028321A" w:rsidRDefault="00E25080" w:rsidP="00190519">
      <w:pPr>
        <w:suppressLineNumbers/>
        <w:spacing w:before="120" w:after="120"/>
        <w:ind w:left="720"/>
        <w:rPr>
          <w:szCs w:val="24"/>
        </w:rPr>
      </w:pPr>
      <w:r w:rsidRPr="0028321A">
        <w:rPr>
          <w:noProof/>
          <w:szCs w:val="24"/>
        </w:rPr>
        <w:pict w14:anchorId="00BAD4E2">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2073" type="#_x0000_t70" style="position:absolute;left:0;text-align:left;margin-left:327.3pt;margin-top:7.15pt;width:43.3pt;height:187.3pt;rotation:-2434521fd;z-index:251659264" fillcolor="yellow"/>
        </w:pict>
      </w:r>
      <w:r w:rsidRPr="0028321A">
        <w:rPr>
          <w:noProof/>
          <w:szCs w:val="24"/>
        </w:rPr>
        <w:pict w14:anchorId="1A85A0BF">
          <v:shape id="_x0000_s2072" type="#_x0000_t70" style="position:absolute;left:0;text-align:left;margin-left:111.35pt;margin-top:11.1pt;width:46.05pt;height:180.7pt;rotation:2213044fd;z-index:251658240" fillcolor="yellow"/>
        </w:pict>
      </w:r>
    </w:p>
    <w:p w14:paraId="5BF2D1BD" w14:textId="77777777" w:rsidR="00E25080" w:rsidRPr="0028321A" w:rsidRDefault="00E25080" w:rsidP="00190519">
      <w:pPr>
        <w:suppressLineNumbers/>
        <w:spacing w:before="120" w:after="120"/>
        <w:ind w:left="720"/>
        <w:rPr>
          <w:szCs w:val="24"/>
        </w:rPr>
      </w:pPr>
    </w:p>
    <w:p w14:paraId="0D6525F1" w14:textId="77777777" w:rsidR="00FE0AF2" w:rsidRPr="0028321A" w:rsidRDefault="00FE0AF2" w:rsidP="00190519">
      <w:pPr>
        <w:suppressLineNumbers/>
        <w:spacing w:before="120" w:after="120"/>
        <w:ind w:left="720"/>
        <w:rPr>
          <w:szCs w:val="24"/>
        </w:rPr>
      </w:pPr>
    </w:p>
    <w:p w14:paraId="7C6D3FB3" w14:textId="77777777" w:rsidR="00E25080" w:rsidRPr="0028321A" w:rsidRDefault="00E25080" w:rsidP="00190519">
      <w:pPr>
        <w:suppressLineNumbers/>
        <w:spacing w:before="120" w:after="120"/>
        <w:ind w:left="720"/>
        <w:rPr>
          <w:szCs w:val="24"/>
        </w:rPr>
      </w:pPr>
    </w:p>
    <w:p w14:paraId="0631BC3A" w14:textId="77777777" w:rsidR="00E25080" w:rsidRPr="0028321A" w:rsidRDefault="00E25080" w:rsidP="00190519">
      <w:pPr>
        <w:suppressLineNumbers/>
        <w:spacing w:before="120" w:after="120"/>
        <w:ind w:left="720"/>
        <w:rPr>
          <w:szCs w:val="24"/>
        </w:rPr>
      </w:pPr>
    </w:p>
    <w:p w14:paraId="3D0EBCD6" w14:textId="77777777" w:rsidR="00E25080" w:rsidRPr="0028321A" w:rsidRDefault="00E25080" w:rsidP="00190519">
      <w:pPr>
        <w:suppressLineNumbers/>
        <w:spacing w:before="120" w:after="120"/>
        <w:ind w:left="720"/>
        <w:rPr>
          <w:szCs w:val="24"/>
        </w:rPr>
      </w:pPr>
    </w:p>
    <w:p w14:paraId="796F2752" w14:textId="77777777" w:rsidR="00E25080" w:rsidRPr="0028321A" w:rsidRDefault="00E25080" w:rsidP="00190519">
      <w:pPr>
        <w:suppressLineNumbers/>
        <w:spacing w:before="120" w:after="120"/>
        <w:ind w:left="720"/>
        <w:rPr>
          <w:szCs w:val="24"/>
        </w:rPr>
      </w:pPr>
    </w:p>
    <w:p w14:paraId="38445CDE" w14:textId="77777777" w:rsidR="00E25080" w:rsidRPr="0028321A" w:rsidRDefault="00A242F8" w:rsidP="00190519">
      <w:pPr>
        <w:suppressLineNumbers/>
        <w:spacing w:before="120" w:after="120"/>
        <w:ind w:left="720"/>
        <w:rPr>
          <w:szCs w:val="24"/>
        </w:rPr>
      </w:pPr>
      <w:r w:rsidRPr="0028321A">
        <w:rPr>
          <w:noProof/>
          <w:szCs w:val="24"/>
        </w:rPr>
        <w:pict w14:anchorId="13746D2C">
          <v:shape id="_x0000_s2082" type="#_x0000_t202" style="position:absolute;left:0;text-align:left;margin-left:193.05pt;margin-top:5pt;width:117pt;height:45pt;z-index:251663360" filled="f" fillcolor="yellow" stroked="f" strokeweight="0">
            <v:textbox style="mso-next-textbox:#_x0000_s2082">
              <w:txbxContent>
                <w:p w14:paraId="6A32F714" w14:textId="77777777" w:rsidR="00C01DEC" w:rsidRPr="00A34D28" w:rsidRDefault="00C01DEC" w:rsidP="00A34D28">
                  <w:pPr>
                    <w:spacing w:before="0" w:after="0"/>
                    <w:jc w:val="center"/>
                    <w:rPr>
                      <w:b/>
                      <w:sz w:val="20"/>
                    </w:rPr>
                  </w:pPr>
                  <w:r>
                    <w:rPr>
                      <w:b/>
                      <w:sz w:val="20"/>
                    </w:rPr>
                    <w:t xml:space="preserve">Lease </w:t>
                  </w:r>
                  <w:r w:rsidRPr="00A34D28">
                    <w:rPr>
                      <w:b/>
                      <w:sz w:val="20"/>
                    </w:rPr>
                    <w:t xml:space="preserve">specifies </w:t>
                  </w:r>
                  <w:r>
                    <w:rPr>
                      <w:b/>
                      <w:sz w:val="20"/>
                    </w:rPr>
                    <w:t>Tenant and Landlord</w:t>
                  </w:r>
                  <w:r w:rsidRPr="00A34D28">
                    <w:rPr>
                      <w:b/>
                      <w:sz w:val="20"/>
                    </w:rPr>
                    <w:t xml:space="preserve"> Obligations</w:t>
                  </w:r>
                </w:p>
              </w:txbxContent>
            </v:textbox>
          </v:shape>
        </w:pict>
      </w:r>
      <w:r w:rsidR="00E25080" w:rsidRPr="0028321A">
        <w:rPr>
          <w:noProof/>
          <w:szCs w:val="24"/>
        </w:rPr>
        <w:pict w14:anchorId="748CEF49">
          <v:shape id="_x0000_s2074" type="#_x0000_t70" style="position:absolute;left:0;text-align:left;margin-left:233.55pt;margin-top:-63.7pt;width:45pt;height:198pt;rotation:90;z-index:251660288" fillcolor="yellow"/>
        </w:pict>
      </w:r>
    </w:p>
    <w:p w14:paraId="31AB6FAA" w14:textId="77777777" w:rsidR="00E25080" w:rsidRPr="0028321A" w:rsidRDefault="00E25080" w:rsidP="00190519">
      <w:pPr>
        <w:suppressLineNumbers/>
        <w:spacing w:before="120" w:after="120"/>
        <w:ind w:left="720"/>
        <w:rPr>
          <w:szCs w:val="24"/>
        </w:rPr>
      </w:pPr>
    </w:p>
    <w:p w14:paraId="18E79D62" w14:textId="77777777" w:rsidR="00E25080" w:rsidRPr="0028321A" w:rsidRDefault="00E25080" w:rsidP="00190519">
      <w:pPr>
        <w:suppressLineNumbers/>
        <w:spacing w:before="120" w:after="120"/>
        <w:ind w:left="720"/>
        <w:rPr>
          <w:szCs w:val="24"/>
        </w:rPr>
      </w:pPr>
    </w:p>
    <w:p w14:paraId="088D7D2A" w14:textId="77777777" w:rsidR="00A242F8" w:rsidRPr="0028321A" w:rsidRDefault="00FE0AF2" w:rsidP="00B8622C">
      <w:pPr>
        <w:suppressLineNumbers/>
        <w:spacing w:before="120" w:after="0"/>
        <w:rPr>
          <w:b/>
          <w:szCs w:val="24"/>
        </w:rPr>
      </w:pPr>
      <w:r w:rsidRPr="0028321A">
        <w:rPr>
          <w:szCs w:val="24"/>
        </w:rPr>
        <w:br w:type="page"/>
      </w:r>
      <w:r w:rsidR="00A242F8" w:rsidRPr="0028321A">
        <w:rPr>
          <w:b/>
          <w:szCs w:val="24"/>
        </w:rPr>
        <w:lastRenderedPageBreak/>
        <w:t xml:space="preserve">What </w:t>
      </w:r>
      <w:r w:rsidR="00B323AB">
        <w:rPr>
          <w:b/>
          <w:szCs w:val="24"/>
        </w:rPr>
        <w:t>D</w:t>
      </w:r>
      <w:r w:rsidR="00A242F8" w:rsidRPr="0028321A">
        <w:rPr>
          <w:b/>
          <w:szCs w:val="24"/>
        </w:rPr>
        <w:t xml:space="preserve">oes HUD </w:t>
      </w:r>
      <w:r w:rsidR="00B323AB">
        <w:rPr>
          <w:b/>
          <w:szCs w:val="24"/>
        </w:rPr>
        <w:t>D</w:t>
      </w:r>
      <w:r w:rsidR="00A242F8" w:rsidRPr="0028321A">
        <w:rPr>
          <w:b/>
          <w:szCs w:val="24"/>
        </w:rPr>
        <w:t>o?</w:t>
      </w:r>
    </w:p>
    <w:p w14:paraId="37076F74" w14:textId="77777777" w:rsidR="00A242F8" w:rsidRPr="0028321A" w:rsidRDefault="00A242F8" w:rsidP="0028321A">
      <w:pPr>
        <w:suppressLineNumbers/>
        <w:spacing w:before="120" w:after="0"/>
        <w:rPr>
          <w:szCs w:val="24"/>
        </w:rPr>
      </w:pPr>
      <w:r w:rsidRPr="0028321A">
        <w:rPr>
          <w:szCs w:val="24"/>
        </w:rPr>
        <w:t>HUD has the following major responsibilities:</w:t>
      </w:r>
    </w:p>
    <w:p w14:paraId="334B7BA6" w14:textId="77777777" w:rsidR="00A242F8" w:rsidRPr="0028321A" w:rsidRDefault="00A242F8" w:rsidP="00CB004A">
      <w:pPr>
        <w:numPr>
          <w:ilvl w:val="0"/>
          <w:numId w:val="3"/>
        </w:numPr>
        <w:suppressLineNumbers/>
        <w:tabs>
          <w:tab w:val="clear" w:pos="1440"/>
          <w:tab w:val="num" w:pos="360"/>
        </w:tabs>
        <w:spacing w:before="120" w:after="0"/>
        <w:ind w:left="360"/>
        <w:rPr>
          <w:szCs w:val="24"/>
        </w:rPr>
      </w:pPr>
      <w:bookmarkStart w:id="0" w:name="OLE_LINK1"/>
      <w:r w:rsidRPr="0028321A">
        <w:rPr>
          <w:szCs w:val="24"/>
        </w:rPr>
        <w:t>Develop regulations, requirements, handbooks, notices and other guidance to implement HCV housing program legislation passed by Congress</w:t>
      </w:r>
      <w:r w:rsidR="001529F5" w:rsidRPr="0028321A">
        <w:rPr>
          <w:szCs w:val="24"/>
        </w:rPr>
        <w:t>;</w:t>
      </w:r>
    </w:p>
    <w:p w14:paraId="71D36638" w14:textId="77777777" w:rsidR="00A242F8" w:rsidRPr="0028321A" w:rsidRDefault="00A242F8" w:rsidP="00CB004A">
      <w:pPr>
        <w:numPr>
          <w:ilvl w:val="0"/>
          <w:numId w:val="3"/>
        </w:numPr>
        <w:suppressLineNumbers/>
        <w:tabs>
          <w:tab w:val="clear" w:pos="1440"/>
          <w:tab w:val="num" w:pos="360"/>
        </w:tabs>
        <w:spacing w:before="120" w:after="0"/>
        <w:ind w:left="360"/>
        <w:rPr>
          <w:szCs w:val="24"/>
        </w:rPr>
      </w:pPr>
      <w:r w:rsidRPr="0028321A">
        <w:rPr>
          <w:szCs w:val="24"/>
        </w:rPr>
        <w:t>Allocate HCV program funds to PHAs</w:t>
      </w:r>
      <w:r w:rsidR="001529F5" w:rsidRPr="0028321A">
        <w:rPr>
          <w:szCs w:val="24"/>
        </w:rPr>
        <w:t>;</w:t>
      </w:r>
    </w:p>
    <w:p w14:paraId="56056728" w14:textId="77777777" w:rsidR="00BF02D3" w:rsidRPr="0028321A" w:rsidRDefault="00BF02D3" w:rsidP="00CB004A">
      <w:pPr>
        <w:numPr>
          <w:ilvl w:val="0"/>
          <w:numId w:val="3"/>
        </w:numPr>
        <w:suppressLineNumbers/>
        <w:tabs>
          <w:tab w:val="clear" w:pos="1440"/>
          <w:tab w:val="num" w:pos="360"/>
        </w:tabs>
        <w:spacing w:before="120" w:after="0"/>
        <w:ind w:left="360"/>
        <w:rPr>
          <w:szCs w:val="24"/>
        </w:rPr>
      </w:pPr>
      <w:r w:rsidRPr="0028321A">
        <w:rPr>
          <w:szCs w:val="24"/>
        </w:rPr>
        <w:t>Provide technical assistance to PHAs on interpreting and applying HCV program requirements</w:t>
      </w:r>
      <w:r w:rsidR="001529F5" w:rsidRPr="0028321A">
        <w:rPr>
          <w:szCs w:val="24"/>
        </w:rPr>
        <w:t>;</w:t>
      </w:r>
    </w:p>
    <w:p w14:paraId="28534A44" w14:textId="77777777" w:rsidR="00BF02D3" w:rsidRPr="0028321A" w:rsidRDefault="00BF02D3" w:rsidP="00CB004A">
      <w:pPr>
        <w:numPr>
          <w:ilvl w:val="0"/>
          <w:numId w:val="3"/>
        </w:numPr>
        <w:suppressLineNumbers/>
        <w:tabs>
          <w:tab w:val="clear" w:pos="1440"/>
          <w:tab w:val="num" w:pos="360"/>
        </w:tabs>
        <w:spacing w:before="120" w:after="0"/>
        <w:ind w:left="360"/>
        <w:rPr>
          <w:szCs w:val="24"/>
        </w:rPr>
      </w:pPr>
      <w:r w:rsidRPr="0028321A">
        <w:rPr>
          <w:szCs w:val="24"/>
        </w:rPr>
        <w:t>Monitor PHA compliance with HCV program requirements and PHA performance in program administration</w:t>
      </w:r>
      <w:r w:rsidR="001529F5" w:rsidRPr="0028321A">
        <w:rPr>
          <w:szCs w:val="24"/>
        </w:rPr>
        <w:t>.</w:t>
      </w:r>
    </w:p>
    <w:bookmarkEnd w:id="0"/>
    <w:p w14:paraId="1E54D94A" w14:textId="77777777" w:rsidR="00BF02D3" w:rsidRPr="0028321A" w:rsidRDefault="00BF02D3" w:rsidP="007C1016">
      <w:pPr>
        <w:suppressLineNumbers/>
        <w:spacing w:before="120" w:after="0"/>
        <w:rPr>
          <w:szCs w:val="24"/>
        </w:rPr>
      </w:pPr>
      <w:r w:rsidRPr="0028321A">
        <w:rPr>
          <w:b/>
          <w:szCs w:val="24"/>
        </w:rPr>
        <w:t xml:space="preserve">What </w:t>
      </w:r>
      <w:r w:rsidR="00B323AB">
        <w:rPr>
          <w:b/>
          <w:szCs w:val="24"/>
        </w:rPr>
        <w:t>D</w:t>
      </w:r>
      <w:r w:rsidRPr="0028321A">
        <w:rPr>
          <w:b/>
          <w:szCs w:val="24"/>
        </w:rPr>
        <w:t xml:space="preserve">oes the PHA </w:t>
      </w:r>
      <w:r w:rsidR="00B323AB">
        <w:rPr>
          <w:b/>
          <w:szCs w:val="24"/>
        </w:rPr>
        <w:t>D</w:t>
      </w:r>
      <w:r w:rsidRPr="0028321A">
        <w:rPr>
          <w:b/>
          <w:szCs w:val="24"/>
        </w:rPr>
        <w:t>o?</w:t>
      </w:r>
    </w:p>
    <w:p w14:paraId="3820A368" w14:textId="77777777" w:rsidR="00BF02D3" w:rsidRPr="0028321A" w:rsidRDefault="00BF02D3" w:rsidP="0028321A">
      <w:pPr>
        <w:suppressLineNumbers/>
        <w:spacing w:before="120" w:after="0"/>
        <w:rPr>
          <w:szCs w:val="24"/>
        </w:rPr>
      </w:pPr>
      <w:r w:rsidRPr="0028321A">
        <w:rPr>
          <w:szCs w:val="24"/>
        </w:rPr>
        <w:t>The PHA administers the HCV program under contract with HUD</w:t>
      </w:r>
      <w:r w:rsidR="00673C66" w:rsidRPr="0028321A">
        <w:rPr>
          <w:szCs w:val="24"/>
        </w:rPr>
        <w:t xml:space="preserve"> and has the following major responsibilities:</w:t>
      </w:r>
    </w:p>
    <w:p w14:paraId="5729971C" w14:textId="77777777" w:rsidR="00BF02D3" w:rsidRPr="0028321A" w:rsidRDefault="00BF02D3" w:rsidP="00CB004A">
      <w:pPr>
        <w:numPr>
          <w:ilvl w:val="0"/>
          <w:numId w:val="3"/>
        </w:numPr>
        <w:suppressLineNumbers/>
        <w:tabs>
          <w:tab w:val="clear" w:pos="1440"/>
          <w:tab w:val="left" w:pos="360"/>
        </w:tabs>
        <w:spacing w:before="60" w:after="60"/>
        <w:ind w:left="360"/>
        <w:rPr>
          <w:szCs w:val="24"/>
        </w:rPr>
      </w:pPr>
      <w:r w:rsidRPr="0028321A">
        <w:rPr>
          <w:szCs w:val="24"/>
        </w:rPr>
        <w:t>Establish local policies</w:t>
      </w:r>
      <w:r w:rsidR="00D562DF">
        <w:rPr>
          <w:szCs w:val="24"/>
        </w:rPr>
        <w:t xml:space="preserve"> to administer the program</w:t>
      </w:r>
      <w:r w:rsidR="001529F5" w:rsidRPr="0028321A">
        <w:rPr>
          <w:szCs w:val="24"/>
        </w:rPr>
        <w:t>;</w:t>
      </w:r>
    </w:p>
    <w:p w14:paraId="7196EE34" w14:textId="77777777" w:rsidR="00BF02D3" w:rsidRPr="0028321A" w:rsidRDefault="00BF02D3" w:rsidP="00CB004A">
      <w:pPr>
        <w:numPr>
          <w:ilvl w:val="0"/>
          <w:numId w:val="3"/>
        </w:numPr>
        <w:suppressLineNumbers/>
        <w:tabs>
          <w:tab w:val="clear" w:pos="1440"/>
          <w:tab w:val="left" w:pos="360"/>
        </w:tabs>
        <w:spacing w:before="60" w:after="60"/>
        <w:ind w:left="360"/>
        <w:rPr>
          <w:szCs w:val="24"/>
        </w:rPr>
      </w:pPr>
      <w:r w:rsidRPr="0028321A">
        <w:rPr>
          <w:szCs w:val="24"/>
        </w:rPr>
        <w:t xml:space="preserve">Review applications from interested applicants to determine whether </w:t>
      </w:r>
      <w:r w:rsidR="00D562DF">
        <w:rPr>
          <w:szCs w:val="24"/>
        </w:rPr>
        <w:t>they</w:t>
      </w:r>
      <w:r w:rsidR="00D562DF" w:rsidRPr="0028321A">
        <w:rPr>
          <w:szCs w:val="24"/>
        </w:rPr>
        <w:t xml:space="preserve"> </w:t>
      </w:r>
      <w:r w:rsidR="00A13CC1">
        <w:rPr>
          <w:szCs w:val="24"/>
        </w:rPr>
        <w:t>are eligible for the </w:t>
      </w:r>
      <w:r w:rsidRPr="0028321A">
        <w:rPr>
          <w:szCs w:val="24"/>
        </w:rPr>
        <w:t>program</w:t>
      </w:r>
      <w:r w:rsidR="001529F5" w:rsidRPr="0028321A">
        <w:rPr>
          <w:szCs w:val="24"/>
        </w:rPr>
        <w:t>;</w:t>
      </w:r>
    </w:p>
    <w:p w14:paraId="463D2359" w14:textId="77777777" w:rsidR="00BF02D3" w:rsidRPr="0028321A" w:rsidRDefault="00BF02D3" w:rsidP="00CB004A">
      <w:pPr>
        <w:numPr>
          <w:ilvl w:val="0"/>
          <w:numId w:val="3"/>
        </w:numPr>
        <w:suppressLineNumbers/>
        <w:tabs>
          <w:tab w:val="clear" w:pos="1440"/>
          <w:tab w:val="left" w:pos="360"/>
        </w:tabs>
        <w:spacing w:before="60" w:after="60"/>
        <w:ind w:left="360"/>
        <w:rPr>
          <w:szCs w:val="24"/>
        </w:rPr>
      </w:pPr>
      <w:r w:rsidRPr="0028321A">
        <w:rPr>
          <w:szCs w:val="24"/>
        </w:rPr>
        <w:t xml:space="preserve">Maintain </w:t>
      </w:r>
      <w:r w:rsidR="00D562DF">
        <w:rPr>
          <w:szCs w:val="24"/>
        </w:rPr>
        <w:t xml:space="preserve">a </w:t>
      </w:r>
      <w:r w:rsidRPr="0028321A">
        <w:rPr>
          <w:szCs w:val="24"/>
        </w:rPr>
        <w:t>waiting list and select families for admission</w:t>
      </w:r>
      <w:r w:rsidR="001529F5" w:rsidRPr="0028321A">
        <w:rPr>
          <w:szCs w:val="24"/>
        </w:rPr>
        <w:t>;</w:t>
      </w:r>
    </w:p>
    <w:p w14:paraId="3281DAE2" w14:textId="77777777" w:rsidR="007042A5" w:rsidRPr="0028321A" w:rsidRDefault="007042A5" w:rsidP="00CB004A">
      <w:pPr>
        <w:numPr>
          <w:ilvl w:val="0"/>
          <w:numId w:val="3"/>
        </w:numPr>
        <w:suppressLineNumbers/>
        <w:tabs>
          <w:tab w:val="clear" w:pos="1440"/>
          <w:tab w:val="left" w:pos="360"/>
        </w:tabs>
        <w:spacing w:before="60" w:after="60"/>
        <w:ind w:left="360"/>
        <w:rPr>
          <w:szCs w:val="24"/>
        </w:rPr>
      </w:pPr>
      <w:r w:rsidRPr="0028321A">
        <w:rPr>
          <w:szCs w:val="24"/>
        </w:rPr>
        <w:t>Issue voucher</w:t>
      </w:r>
      <w:r w:rsidR="00D562DF">
        <w:rPr>
          <w:szCs w:val="24"/>
        </w:rPr>
        <w:t>s to eligible families and provide information on how to lease a unit</w:t>
      </w:r>
      <w:r w:rsidR="001529F5" w:rsidRPr="0028321A">
        <w:rPr>
          <w:szCs w:val="24"/>
        </w:rPr>
        <w:t>;</w:t>
      </w:r>
    </w:p>
    <w:p w14:paraId="3AB6E9DE" w14:textId="77777777" w:rsidR="007042A5" w:rsidRPr="0028321A" w:rsidRDefault="007042A5" w:rsidP="00CB004A">
      <w:pPr>
        <w:numPr>
          <w:ilvl w:val="0"/>
          <w:numId w:val="3"/>
        </w:numPr>
        <w:suppressLineNumbers/>
        <w:tabs>
          <w:tab w:val="clear" w:pos="1440"/>
          <w:tab w:val="left" w:pos="360"/>
        </w:tabs>
        <w:spacing w:before="60" w:after="60"/>
        <w:ind w:left="360"/>
        <w:rPr>
          <w:szCs w:val="24"/>
        </w:rPr>
      </w:pPr>
      <w:r w:rsidRPr="0028321A">
        <w:rPr>
          <w:szCs w:val="24"/>
        </w:rPr>
        <w:t>Conduct outreach to owners, with special attention to owners outside areas of poverty or minority concentration</w:t>
      </w:r>
      <w:r w:rsidR="001529F5" w:rsidRPr="0028321A">
        <w:rPr>
          <w:szCs w:val="24"/>
        </w:rPr>
        <w:t>;</w:t>
      </w:r>
    </w:p>
    <w:p w14:paraId="1636B45B" w14:textId="77777777" w:rsidR="00673C66" w:rsidRPr="0028321A" w:rsidRDefault="00673C66" w:rsidP="00CB004A">
      <w:pPr>
        <w:numPr>
          <w:ilvl w:val="0"/>
          <w:numId w:val="3"/>
        </w:numPr>
        <w:suppressLineNumbers/>
        <w:tabs>
          <w:tab w:val="clear" w:pos="1440"/>
          <w:tab w:val="left" w:pos="360"/>
        </w:tabs>
        <w:spacing w:before="60" w:after="60"/>
        <w:ind w:left="360"/>
        <w:rPr>
          <w:szCs w:val="24"/>
        </w:rPr>
      </w:pPr>
      <w:r w:rsidRPr="0028321A">
        <w:rPr>
          <w:szCs w:val="24"/>
        </w:rPr>
        <w:t>Approve the rental unit (including assuring compliance with housing quality standards and rent reasonableness), the owner, and the tenancy</w:t>
      </w:r>
      <w:r w:rsidR="001529F5" w:rsidRPr="0028321A">
        <w:rPr>
          <w:szCs w:val="24"/>
        </w:rPr>
        <w:t>;</w:t>
      </w:r>
    </w:p>
    <w:p w14:paraId="4BB1BE35" w14:textId="77777777" w:rsidR="00673C66" w:rsidRPr="0028321A" w:rsidRDefault="00673C66" w:rsidP="00CB004A">
      <w:pPr>
        <w:numPr>
          <w:ilvl w:val="0"/>
          <w:numId w:val="3"/>
        </w:numPr>
        <w:suppressLineNumbers/>
        <w:tabs>
          <w:tab w:val="clear" w:pos="1440"/>
          <w:tab w:val="left" w:pos="360"/>
        </w:tabs>
        <w:spacing w:before="60" w:after="60"/>
        <w:ind w:left="360"/>
        <w:rPr>
          <w:szCs w:val="24"/>
        </w:rPr>
      </w:pPr>
      <w:r w:rsidRPr="0028321A">
        <w:rPr>
          <w:szCs w:val="24"/>
        </w:rPr>
        <w:t>Make housing assistance payments to the owner in a timely manner</w:t>
      </w:r>
      <w:r w:rsidR="001529F5" w:rsidRPr="0028321A">
        <w:rPr>
          <w:szCs w:val="24"/>
        </w:rPr>
        <w:t>;</w:t>
      </w:r>
    </w:p>
    <w:p w14:paraId="7CDAC51A" w14:textId="77777777" w:rsidR="00673C66" w:rsidRPr="0028321A" w:rsidRDefault="000A6B43" w:rsidP="00CB004A">
      <w:pPr>
        <w:numPr>
          <w:ilvl w:val="0"/>
          <w:numId w:val="3"/>
        </w:numPr>
        <w:suppressLineNumbers/>
        <w:tabs>
          <w:tab w:val="clear" w:pos="1440"/>
          <w:tab w:val="left" w:pos="360"/>
        </w:tabs>
        <w:spacing w:before="60" w:after="60"/>
        <w:ind w:left="360"/>
        <w:rPr>
          <w:szCs w:val="24"/>
        </w:rPr>
      </w:pPr>
      <w:r>
        <w:rPr>
          <w:szCs w:val="24"/>
        </w:rPr>
        <w:t>Recertify families for continued eligibility under the program</w:t>
      </w:r>
      <w:r w:rsidR="001529F5" w:rsidRPr="0028321A">
        <w:rPr>
          <w:szCs w:val="24"/>
        </w:rPr>
        <w:t>;</w:t>
      </w:r>
    </w:p>
    <w:p w14:paraId="6FC86C15" w14:textId="77777777" w:rsidR="00673C66" w:rsidRPr="0028321A" w:rsidRDefault="00673C66" w:rsidP="00CB004A">
      <w:pPr>
        <w:numPr>
          <w:ilvl w:val="0"/>
          <w:numId w:val="3"/>
        </w:numPr>
        <w:suppressLineNumbers/>
        <w:tabs>
          <w:tab w:val="clear" w:pos="1440"/>
          <w:tab w:val="left" w:pos="360"/>
        </w:tabs>
        <w:spacing w:before="60" w:after="60"/>
        <w:ind w:left="360"/>
        <w:rPr>
          <w:szCs w:val="24"/>
        </w:rPr>
      </w:pPr>
      <w:r w:rsidRPr="0028321A">
        <w:rPr>
          <w:szCs w:val="24"/>
        </w:rPr>
        <w:t xml:space="preserve">Ensure that owners and families comply with </w:t>
      </w:r>
      <w:r w:rsidR="000A6B43">
        <w:rPr>
          <w:szCs w:val="24"/>
        </w:rPr>
        <w:t>their contractual obligations</w:t>
      </w:r>
      <w:r w:rsidR="001529F5" w:rsidRPr="0028321A">
        <w:rPr>
          <w:szCs w:val="24"/>
        </w:rPr>
        <w:t>;</w:t>
      </w:r>
    </w:p>
    <w:p w14:paraId="76E7425C" w14:textId="77777777" w:rsidR="00673C66" w:rsidRPr="0028321A" w:rsidRDefault="00673C66" w:rsidP="00CB004A">
      <w:pPr>
        <w:numPr>
          <w:ilvl w:val="0"/>
          <w:numId w:val="3"/>
        </w:numPr>
        <w:suppressLineNumbers/>
        <w:tabs>
          <w:tab w:val="clear" w:pos="1440"/>
          <w:tab w:val="left" w:pos="360"/>
        </w:tabs>
        <w:spacing w:before="60" w:after="60"/>
        <w:ind w:left="360"/>
        <w:rPr>
          <w:szCs w:val="24"/>
        </w:rPr>
      </w:pPr>
      <w:r w:rsidRPr="0028321A">
        <w:rPr>
          <w:szCs w:val="24"/>
        </w:rPr>
        <w:t>Provide families and owners with prompt, professional service</w:t>
      </w:r>
      <w:r w:rsidR="001529F5" w:rsidRPr="0028321A">
        <w:rPr>
          <w:szCs w:val="24"/>
        </w:rPr>
        <w:t>;</w:t>
      </w:r>
    </w:p>
    <w:p w14:paraId="20E9B072" w14:textId="77777777" w:rsidR="00673C66" w:rsidRPr="0028321A" w:rsidRDefault="00673C66" w:rsidP="00CB004A">
      <w:pPr>
        <w:numPr>
          <w:ilvl w:val="0"/>
          <w:numId w:val="3"/>
        </w:numPr>
        <w:suppressLineNumbers/>
        <w:tabs>
          <w:tab w:val="clear" w:pos="1440"/>
          <w:tab w:val="left" w:pos="360"/>
        </w:tabs>
        <w:spacing w:before="60" w:after="60"/>
        <w:ind w:left="360"/>
        <w:rPr>
          <w:szCs w:val="24"/>
        </w:rPr>
      </w:pPr>
      <w:r w:rsidRPr="0028321A">
        <w:rPr>
          <w:szCs w:val="24"/>
        </w:rPr>
        <w:t xml:space="preserve">Comply with </w:t>
      </w:r>
      <w:bookmarkStart w:id="1" w:name="_Hlk134182716"/>
      <w:r w:rsidRPr="0028321A">
        <w:rPr>
          <w:szCs w:val="24"/>
        </w:rPr>
        <w:t>all fair housing and equal opportunity requirements</w:t>
      </w:r>
      <w:bookmarkEnd w:id="1"/>
      <w:r w:rsidR="000C01B4">
        <w:rPr>
          <w:szCs w:val="24"/>
        </w:rPr>
        <w:t xml:space="preserve">, </w:t>
      </w:r>
      <w:r w:rsidRPr="0028321A">
        <w:rPr>
          <w:szCs w:val="24"/>
        </w:rPr>
        <w:t xml:space="preserve">HUD regulations and requirements, the </w:t>
      </w:r>
      <w:r w:rsidR="00BE7B58">
        <w:rPr>
          <w:szCs w:val="24"/>
        </w:rPr>
        <w:t>ACC</w:t>
      </w:r>
      <w:r w:rsidRPr="0028321A">
        <w:rPr>
          <w:szCs w:val="24"/>
        </w:rPr>
        <w:t xml:space="preserve">, HUD-approved applications for funding, </w:t>
      </w:r>
      <w:r w:rsidR="00D85A9D" w:rsidRPr="0028321A">
        <w:rPr>
          <w:szCs w:val="24"/>
        </w:rPr>
        <w:t xml:space="preserve">the </w:t>
      </w:r>
      <w:r w:rsidRPr="0028321A">
        <w:rPr>
          <w:szCs w:val="24"/>
        </w:rPr>
        <w:t xml:space="preserve">PHA’s </w:t>
      </w:r>
      <w:r w:rsidR="00D85A9D" w:rsidRPr="0028321A">
        <w:rPr>
          <w:szCs w:val="24"/>
        </w:rPr>
        <w:t>administrative plan</w:t>
      </w:r>
      <w:r w:rsidRPr="0028321A">
        <w:rPr>
          <w:szCs w:val="24"/>
        </w:rPr>
        <w:t>, and other applicable fed</w:t>
      </w:r>
      <w:r w:rsidR="001529F5" w:rsidRPr="0028321A">
        <w:rPr>
          <w:szCs w:val="24"/>
        </w:rPr>
        <w:t>eral, state and local laws.</w:t>
      </w:r>
    </w:p>
    <w:p w14:paraId="4022C3FB" w14:textId="77777777" w:rsidR="00673C66" w:rsidRPr="0028321A" w:rsidRDefault="00906F74" w:rsidP="00B8622C">
      <w:pPr>
        <w:suppressLineNumbers/>
        <w:spacing w:before="120" w:after="0"/>
        <w:rPr>
          <w:szCs w:val="24"/>
        </w:rPr>
      </w:pPr>
      <w:r w:rsidRPr="0028321A">
        <w:rPr>
          <w:b/>
          <w:szCs w:val="24"/>
        </w:rPr>
        <w:br w:type="page"/>
      </w:r>
      <w:r w:rsidR="00673C66" w:rsidRPr="0028321A">
        <w:rPr>
          <w:b/>
          <w:szCs w:val="24"/>
        </w:rPr>
        <w:lastRenderedPageBreak/>
        <w:t xml:space="preserve">What </w:t>
      </w:r>
      <w:r w:rsidR="00B323AB">
        <w:rPr>
          <w:b/>
          <w:szCs w:val="24"/>
        </w:rPr>
        <w:t>D</w:t>
      </w:r>
      <w:r w:rsidR="00673C66" w:rsidRPr="0028321A">
        <w:rPr>
          <w:b/>
          <w:szCs w:val="24"/>
        </w:rPr>
        <w:t xml:space="preserve">oes the </w:t>
      </w:r>
      <w:r w:rsidR="00B323AB">
        <w:rPr>
          <w:b/>
          <w:szCs w:val="24"/>
        </w:rPr>
        <w:t>O</w:t>
      </w:r>
      <w:r w:rsidR="00673C66" w:rsidRPr="0028321A">
        <w:rPr>
          <w:b/>
          <w:szCs w:val="24"/>
        </w:rPr>
        <w:t xml:space="preserve">wner </w:t>
      </w:r>
      <w:r w:rsidR="00B323AB">
        <w:rPr>
          <w:b/>
          <w:szCs w:val="24"/>
        </w:rPr>
        <w:t>D</w:t>
      </w:r>
      <w:r w:rsidR="00673C66" w:rsidRPr="0028321A">
        <w:rPr>
          <w:b/>
          <w:szCs w:val="24"/>
        </w:rPr>
        <w:t>o?</w:t>
      </w:r>
    </w:p>
    <w:p w14:paraId="10C5415D" w14:textId="77777777" w:rsidR="00673C66" w:rsidRPr="0028321A" w:rsidRDefault="00673C66" w:rsidP="0028321A">
      <w:pPr>
        <w:suppressLineNumbers/>
        <w:spacing w:before="120" w:after="0"/>
        <w:rPr>
          <w:szCs w:val="24"/>
        </w:rPr>
      </w:pPr>
      <w:r w:rsidRPr="0028321A">
        <w:rPr>
          <w:szCs w:val="24"/>
        </w:rPr>
        <w:t>The owner has the following major responsibilities:</w:t>
      </w:r>
    </w:p>
    <w:p w14:paraId="7A6943B4" w14:textId="77777777" w:rsidR="00673C66" w:rsidRPr="0028321A" w:rsidRDefault="00673C66" w:rsidP="00B8622C">
      <w:pPr>
        <w:numPr>
          <w:ilvl w:val="0"/>
          <w:numId w:val="5"/>
        </w:numPr>
        <w:suppressLineNumbers/>
        <w:tabs>
          <w:tab w:val="clear" w:pos="1440"/>
          <w:tab w:val="left" w:pos="360"/>
        </w:tabs>
        <w:spacing w:before="120" w:after="0"/>
        <w:ind w:left="360"/>
        <w:rPr>
          <w:szCs w:val="24"/>
        </w:rPr>
      </w:pPr>
      <w:r w:rsidRPr="0028321A">
        <w:rPr>
          <w:szCs w:val="24"/>
        </w:rPr>
        <w:t xml:space="preserve">Screen families who apply for tenancy, to determine </w:t>
      </w:r>
      <w:r w:rsidR="008D0545">
        <w:rPr>
          <w:szCs w:val="24"/>
        </w:rPr>
        <w:t>suitability as</w:t>
      </w:r>
      <w:r w:rsidRPr="0028321A">
        <w:rPr>
          <w:szCs w:val="24"/>
        </w:rPr>
        <w:t xml:space="preserve"> renters.</w:t>
      </w:r>
    </w:p>
    <w:p w14:paraId="33575610" w14:textId="77777777" w:rsidR="00673C66" w:rsidRPr="0028321A" w:rsidRDefault="00673C66" w:rsidP="00B8622C">
      <w:pPr>
        <w:numPr>
          <w:ilvl w:val="0"/>
          <w:numId w:val="17"/>
        </w:numPr>
        <w:suppressLineNumbers/>
        <w:tabs>
          <w:tab w:val="clear" w:pos="1440"/>
          <w:tab w:val="num" w:pos="720"/>
        </w:tabs>
        <w:spacing w:before="120" w:after="0"/>
        <w:ind w:left="720"/>
        <w:rPr>
          <w:szCs w:val="24"/>
        </w:rPr>
      </w:pPr>
      <w:r w:rsidRPr="0028321A">
        <w:rPr>
          <w:szCs w:val="24"/>
        </w:rPr>
        <w:t>The PHA can provide some information to the owner, but the primary responsibility for tenant screening rests with the owner.</w:t>
      </w:r>
    </w:p>
    <w:p w14:paraId="388D7F73" w14:textId="77777777" w:rsidR="00673C66" w:rsidRPr="0028321A" w:rsidRDefault="00673C66" w:rsidP="00B8622C">
      <w:pPr>
        <w:numPr>
          <w:ilvl w:val="0"/>
          <w:numId w:val="17"/>
        </w:numPr>
        <w:suppressLineNumbers/>
        <w:tabs>
          <w:tab w:val="clear" w:pos="1440"/>
          <w:tab w:val="num" w:pos="720"/>
        </w:tabs>
        <w:spacing w:before="120" w:after="0"/>
        <w:ind w:left="720"/>
        <w:rPr>
          <w:szCs w:val="24"/>
        </w:rPr>
      </w:pPr>
      <w:r w:rsidRPr="0028321A">
        <w:rPr>
          <w:szCs w:val="24"/>
        </w:rPr>
        <w:t xml:space="preserve">The owner should consider </w:t>
      </w:r>
      <w:r w:rsidR="00B10620" w:rsidRPr="0028321A">
        <w:rPr>
          <w:szCs w:val="24"/>
        </w:rPr>
        <w:t xml:space="preserve">family background factors such as rent and bill-paying history, history of caring for property, respecting the rights of others to peaceful enjoyment of the property, compliance with essential conditions of tenancy, whether </w:t>
      </w:r>
      <w:r w:rsidR="00D85A9D" w:rsidRPr="0028321A">
        <w:rPr>
          <w:szCs w:val="24"/>
        </w:rPr>
        <w:t xml:space="preserve">the </w:t>
      </w:r>
      <w:r w:rsidR="00B10620" w:rsidRPr="0028321A">
        <w:rPr>
          <w:szCs w:val="24"/>
        </w:rPr>
        <w:t>family is engaging in drug-related criminal activity or other criminal activity that might threaten others.</w:t>
      </w:r>
    </w:p>
    <w:p w14:paraId="275F3E3D" w14:textId="77777777" w:rsidR="00673C66" w:rsidRPr="0028321A" w:rsidRDefault="00673C66" w:rsidP="00B8622C">
      <w:pPr>
        <w:numPr>
          <w:ilvl w:val="0"/>
          <w:numId w:val="5"/>
        </w:numPr>
        <w:suppressLineNumbers/>
        <w:tabs>
          <w:tab w:val="clear" w:pos="1440"/>
          <w:tab w:val="left" w:pos="360"/>
        </w:tabs>
        <w:spacing w:before="120" w:after="0"/>
        <w:ind w:left="360"/>
        <w:rPr>
          <w:szCs w:val="24"/>
        </w:rPr>
      </w:pPr>
      <w:r w:rsidRPr="0028321A">
        <w:rPr>
          <w:szCs w:val="24"/>
        </w:rPr>
        <w:t>Comply with the terms of the Housing Assistance Payments contract executed with the PHA</w:t>
      </w:r>
      <w:r w:rsidR="001529F5" w:rsidRPr="0028321A">
        <w:rPr>
          <w:szCs w:val="24"/>
        </w:rPr>
        <w:t>;</w:t>
      </w:r>
    </w:p>
    <w:p w14:paraId="0BE36D60" w14:textId="77777777" w:rsidR="001928EB" w:rsidRPr="0028321A" w:rsidRDefault="00B10620" w:rsidP="00B8622C">
      <w:pPr>
        <w:numPr>
          <w:ilvl w:val="0"/>
          <w:numId w:val="5"/>
        </w:numPr>
        <w:suppressLineNumbers/>
        <w:tabs>
          <w:tab w:val="clear" w:pos="1440"/>
          <w:tab w:val="left" w:pos="360"/>
        </w:tabs>
        <w:spacing w:before="120" w:after="0"/>
        <w:ind w:left="360"/>
        <w:rPr>
          <w:szCs w:val="24"/>
        </w:rPr>
      </w:pPr>
      <w:r w:rsidRPr="0028321A">
        <w:rPr>
          <w:szCs w:val="24"/>
        </w:rPr>
        <w:t xml:space="preserve">Comply with all applicable fair housing laws and </w:t>
      </w:r>
      <w:r w:rsidR="003364AE">
        <w:rPr>
          <w:szCs w:val="24"/>
        </w:rPr>
        <w:t xml:space="preserve">do not </w:t>
      </w:r>
      <w:r w:rsidRPr="0028321A">
        <w:rPr>
          <w:szCs w:val="24"/>
        </w:rPr>
        <w:t xml:space="preserve">discriminate against </w:t>
      </w:r>
      <w:r w:rsidR="003364AE">
        <w:rPr>
          <w:szCs w:val="24"/>
        </w:rPr>
        <w:t>anyone</w:t>
      </w:r>
      <w:r w:rsidR="001529F5" w:rsidRPr="0028321A">
        <w:rPr>
          <w:szCs w:val="24"/>
        </w:rPr>
        <w:t>;</w:t>
      </w:r>
    </w:p>
    <w:p w14:paraId="2EE7ACBB" w14:textId="77777777" w:rsidR="00B10620" w:rsidRPr="007D3766" w:rsidRDefault="00B10620" w:rsidP="007D3766">
      <w:pPr>
        <w:numPr>
          <w:ilvl w:val="0"/>
          <w:numId w:val="5"/>
        </w:numPr>
        <w:suppressLineNumbers/>
        <w:tabs>
          <w:tab w:val="clear" w:pos="1440"/>
          <w:tab w:val="left" w:pos="360"/>
        </w:tabs>
        <w:spacing w:before="120" w:after="0"/>
        <w:ind w:left="360"/>
        <w:rPr>
          <w:szCs w:val="24"/>
        </w:rPr>
      </w:pPr>
      <w:r w:rsidRPr="0028321A">
        <w:rPr>
          <w:szCs w:val="24"/>
        </w:rPr>
        <w:t xml:space="preserve">Maintain the housing unit </w:t>
      </w:r>
      <w:r w:rsidR="003364AE">
        <w:rPr>
          <w:szCs w:val="24"/>
        </w:rPr>
        <w:t xml:space="preserve">in accordance with </w:t>
      </w:r>
      <w:r w:rsidR="007D3766">
        <w:rPr>
          <w:szCs w:val="24"/>
        </w:rPr>
        <w:t>minimum quality standards developed by HUD in accordance with 24 CFR 5.703 (including any variations approved by HUD for the PHA)</w:t>
      </w:r>
      <w:r w:rsidR="003364AE" w:rsidRPr="007D3766">
        <w:rPr>
          <w:szCs w:val="24"/>
        </w:rPr>
        <w:t xml:space="preserve"> and make</w:t>
      </w:r>
      <w:r w:rsidRPr="007D3766">
        <w:rPr>
          <w:szCs w:val="24"/>
        </w:rPr>
        <w:t xml:space="preserve"> necessary repairs in a timely manner</w:t>
      </w:r>
      <w:r w:rsidR="001529F5" w:rsidRPr="007D3766">
        <w:rPr>
          <w:szCs w:val="24"/>
        </w:rPr>
        <w:t>;</w:t>
      </w:r>
    </w:p>
    <w:p w14:paraId="08DA45E6" w14:textId="77777777" w:rsidR="00B10620" w:rsidRPr="0028321A" w:rsidRDefault="00B10620" w:rsidP="00B8622C">
      <w:pPr>
        <w:numPr>
          <w:ilvl w:val="0"/>
          <w:numId w:val="5"/>
        </w:numPr>
        <w:suppressLineNumbers/>
        <w:tabs>
          <w:tab w:val="clear" w:pos="1440"/>
          <w:tab w:val="left" w:pos="360"/>
        </w:tabs>
        <w:spacing w:before="120" w:after="0"/>
        <w:ind w:left="360"/>
        <w:rPr>
          <w:szCs w:val="24"/>
        </w:rPr>
      </w:pPr>
      <w:r w:rsidRPr="0028321A">
        <w:rPr>
          <w:szCs w:val="24"/>
        </w:rPr>
        <w:t>Collect rent due from the assisted family and otherwise comply with and enforce provisions of the dwelling lease</w:t>
      </w:r>
      <w:r w:rsidR="001529F5" w:rsidRPr="0028321A">
        <w:rPr>
          <w:szCs w:val="24"/>
        </w:rPr>
        <w:t>.</w:t>
      </w:r>
    </w:p>
    <w:p w14:paraId="38B8325E" w14:textId="77777777" w:rsidR="00B10620" w:rsidRPr="0028321A" w:rsidRDefault="00BD671D" w:rsidP="00BD671D">
      <w:pPr>
        <w:suppressLineNumbers/>
        <w:spacing w:before="120" w:after="0"/>
        <w:rPr>
          <w:szCs w:val="24"/>
        </w:rPr>
      </w:pPr>
      <w:r>
        <w:rPr>
          <w:b/>
          <w:szCs w:val="24"/>
        </w:rPr>
        <w:br w:type="page"/>
      </w:r>
      <w:r w:rsidR="00B10620" w:rsidRPr="0028321A">
        <w:rPr>
          <w:b/>
          <w:szCs w:val="24"/>
        </w:rPr>
        <w:lastRenderedPageBreak/>
        <w:t xml:space="preserve">What </w:t>
      </w:r>
      <w:r w:rsidR="00B323AB">
        <w:rPr>
          <w:b/>
          <w:szCs w:val="24"/>
        </w:rPr>
        <w:t>D</w:t>
      </w:r>
      <w:r w:rsidR="00B10620" w:rsidRPr="0028321A">
        <w:rPr>
          <w:b/>
          <w:szCs w:val="24"/>
        </w:rPr>
        <w:t xml:space="preserve">oes the </w:t>
      </w:r>
      <w:r w:rsidR="00B323AB">
        <w:rPr>
          <w:b/>
          <w:szCs w:val="24"/>
        </w:rPr>
        <w:t>F</w:t>
      </w:r>
      <w:r w:rsidR="00B10620" w:rsidRPr="0028321A">
        <w:rPr>
          <w:b/>
          <w:szCs w:val="24"/>
        </w:rPr>
        <w:t xml:space="preserve">amily </w:t>
      </w:r>
      <w:r w:rsidR="00B323AB">
        <w:rPr>
          <w:b/>
          <w:szCs w:val="24"/>
        </w:rPr>
        <w:t>D</w:t>
      </w:r>
      <w:r w:rsidR="00B10620" w:rsidRPr="0028321A">
        <w:rPr>
          <w:b/>
          <w:szCs w:val="24"/>
        </w:rPr>
        <w:t>o?</w:t>
      </w:r>
    </w:p>
    <w:p w14:paraId="0D710144" w14:textId="77777777" w:rsidR="00B10620" w:rsidRPr="0028321A" w:rsidRDefault="00B10620" w:rsidP="0028321A">
      <w:pPr>
        <w:suppressLineNumbers/>
        <w:spacing w:before="120" w:after="0"/>
        <w:rPr>
          <w:szCs w:val="24"/>
        </w:rPr>
      </w:pPr>
      <w:r w:rsidRPr="0028321A">
        <w:rPr>
          <w:szCs w:val="24"/>
        </w:rPr>
        <w:t>The family has the following responsibilities:</w:t>
      </w:r>
    </w:p>
    <w:p w14:paraId="434A3B42" w14:textId="77777777" w:rsidR="00B10620" w:rsidRPr="0028321A" w:rsidRDefault="00B10620" w:rsidP="00BD671D">
      <w:pPr>
        <w:numPr>
          <w:ilvl w:val="0"/>
          <w:numId w:val="5"/>
        </w:numPr>
        <w:suppressLineNumbers/>
        <w:tabs>
          <w:tab w:val="clear" w:pos="1440"/>
          <w:tab w:val="left" w:pos="360"/>
        </w:tabs>
        <w:spacing w:before="120" w:after="0"/>
        <w:ind w:left="360"/>
        <w:rPr>
          <w:szCs w:val="24"/>
        </w:rPr>
      </w:pPr>
      <w:r w:rsidRPr="0028321A">
        <w:rPr>
          <w:szCs w:val="24"/>
        </w:rPr>
        <w:t>Provide the PHA with complete and accurate information</w:t>
      </w:r>
      <w:r w:rsidR="00535D11">
        <w:rPr>
          <w:szCs w:val="24"/>
        </w:rPr>
        <w:t xml:space="preserve"> as</w:t>
      </w:r>
      <w:r w:rsidR="001529F5" w:rsidRPr="0028321A">
        <w:rPr>
          <w:szCs w:val="24"/>
        </w:rPr>
        <w:t xml:space="preserve"> determined by the PHA to be necessary for administration of the program;</w:t>
      </w:r>
    </w:p>
    <w:p w14:paraId="11D03D9A" w14:textId="77777777" w:rsidR="00B10620" w:rsidRPr="0028321A" w:rsidRDefault="00B10620" w:rsidP="00BD671D">
      <w:pPr>
        <w:numPr>
          <w:ilvl w:val="0"/>
          <w:numId w:val="5"/>
        </w:numPr>
        <w:suppressLineNumbers/>
        <w:tabs>
          <w:tab w:val="clear" w:pos="1440"/>
          <w:tab w:val="left" w:pos="360"/>
        </w:tabs>
        <w:spacing w:before="120" w:after="0"/>
        <w:ind w:left="360"/>
        <w:rPr>
          <w:szCs w:val="24"/>
        </w:rPr>
      </w:pPr>
      <w:r w:rsidRPr="0028321A">
        <w:rPr>
          <w:szCs w:val="24"/>
        </w:rPr>
        <w:t xml:space="preserve">Make their best and most timely efforts to </w:t>
      </w:r>
      <w:r w:rsidR="00535D11">
        <w:rPr>
          <w:szCs w:val="24"/>
        </w:rPr>
        <w:t>locate qualified and suitable housing</w:t>
      </w:r>
      <w:r w:rsidR="001529F5" w:rsidRPr="0028321A">
        <w:rPr>
          <w:szCs w:val="24"/>
        </w:rPr>
        <w:t>;</w:t>
      </w:r>
    </w:p>
    <w:p w14:paraId="7CD802A0" w14:textId="77777777" w:rsidR="00B10620" w:rsidRPr="0028321A" w:rsidRDefault="00C60DA6" w:rsidP="00BD671D">
      <w:pPr>
        <w:numPr>
          <w:ilvl w:val="0"/>
          <w:numId w:val="5"/>
        </w:numPr>
        <w:suppressLineNumbers/>
        <w:tabs>
          <w:tab w:val="clear" w:pos="1440"/>
          <w:tab w:val="left" w:pos="360"/>
        </w:tabs>
        <w:spacing w:before="120" w:after="0"/>
        <w:ind w:left="360"/>
        <w:rPr>
          <w:szCs w:val="24"/>
        </w:rPr>
      </w:pPr>
      <w:r>
        <w:rPr>
          <w:szCs w:val="24"/>
        </w:rPr>
        <w:t xml:space="preserve">Attend </w:t>
      </w:r>
      <w:r w:rsidR="001529F5" w:rsidRPr="0028321A">
        <w:rPr>
          <w:szCs w:val="24"/>
        </w:rPr>
        <w:t>all appointments scheduled by the PHA;</w:t>
      </w:r>
    </w:p>
    <w:p w14:paraId="05E9B17C"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Allow the PHA to inspect the unit at reasonable times and after reasonable notice;</w:t>
      </w:r>
    </w:p>
    <w:p w14:paraId="714A912D"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Take responsibility for care of the housing unit, including any violations of housing quality standards caused by the family;</w:t>
      </w:r>
    </w:p>
    <w:p w14:paraId="54B04EDA"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Comply with the terms of the lease with the owner;</w:t>
      </w:r>
    </w:p>
    <w:p w14:paraId="0ACDE36E"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Comply with the family obligations of the voucher;</w:t>
      </w:r>
    </w:p>
    <w:p w14:paraId="179AAB76"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Not commit serious or repeated violations of the lease;</w:t>
      </w:r>
    </w:p>
    <w:p w14:paraId="23B07FB2"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Not engage in drug-related or violent criminal activity;</w:t>
      </w:r>
    </w:p>
    <w:p w14:paraId="451FA17C"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 xml:space="preserve">Notify the PHA and the owner before moving or </w:t>
      </w:r>
      <w:r w:rsidR="00C60DA6">
        <w:rPr>
          <w:szCs w:val="24"/>
        </w:rPr>
        <w:t>terminating</w:t>
      </w:r>
      <w:r w:rsidR="009B5C1B">
        <w:rPr>
          <w:szCs w:val="24"/>
        </w:rPr>
        <w:t xml:space="preserve"> </w:t>
      </w:r>
      <w:r w:rsidRPr="0028321A">
        <w:rPr>
          <w:szCs w:val="24"/>
        </w:rPr>
        <w:t>the lease;</w:t>
      </w:r>
    </w:p>
    <w:p w14:paraId="6982F95F"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Use the assisted unit only for residence and as the sole residence of the family.</w:t>
      </w:r>
      <w:r w:rsidR="000D53BA">
        <w:rPr>
          <w:szCs w:val="24"/>
        </w:rPr>
        <w:t xml:space="preserve"> </w:t>
      </w:r>
      <w:r w:rsidRPr="0028321A">
        <w:rPr>
          <w:szCs w:val="24"/>
        </w:rPr>
        <w:t>Not sublet the unit, assign the lease, or have any interest in the unit;</w:t>
      </w:r>
    </w:p>
    <w:p w14:paraId="60A59DDB"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Promptly notify the PHA of any changes in family composition;</w:t>
      </w:r>
    </w:p>
    <w:p w14:paraId="4CA5CD6C" w14:textId="77777777" w:rsidR="001529F5" w:rsidRPr="0028321A" w:rsidRDefault="001529F5" w:rsidP="00BD671D">
      <w:pPr>
        <w:numPr>
          <w:ilvl w:val="0"/>
          <w:numId w:val="5"/>
        </w:numPr>
        <w:suppressLineNumbers/>
        <w:tabs>
          <w:tab w:val="clear" w:pos="1440"/>
          <w:tab w:val="left" w:pos="360"/>
        </w:tabs>
        <w:spacing w:before="120" w:after="0"/>
        <w:ind w:left="360"/>
        <w:rPr>
          <w:szCs w:val="24"/>
        </w:rPr>
      </w:pPr>
      <w:r w:rsidRPr="0028321A">
        <w:rPr>
          <w:szCs w:val="24"/>
        </w:rPr>
        <w:t>Not commit fraud, bribery, or any other corrupt or criminal act in connection with any housing programs.</w:t>
      </w:r>
    </w:p>
    <w:p w14:paraId="0FC69389" w14:textId="77777777" w:rsidR="008B12D0" w:rsidRPr="0028321A" w:rsidRDefault="00BD671D" w:rsidP="00BD7AB9">
      <w:pPr>
        <w:suppressLineNumbers/>
        <w:spacing w:before="240" w:after="0"/>
        <w:rPr>
          <w:b/>
          <w:szCs w:val="24"/>
        </w:rPr>
      </w:pPr>
      <w:r>
        <w:rPr>
          <w:b/>
          <w:szCs w:val="24"/>
        </w:rPr>
        <w:br w:type="page"/>
      </w:r>
      <w:r w:rsidR="008B12D0" w:rsidRPr="0028321A">
        <w:rPr>
          <w:b/>
          <w:szCs w:val="24"/>
        </w:rPr>
        <w:lastRenderedPageBreak/>
        <w:t>1-II.D. APPLICABLE REGULATIONS</w:t>
      </w:r>
    </w:p>
    <w:p w14:paraId="5016A671" w14:textId="77777777" w:rsidR="008B12D0" w:rsidRPr="0028321A" w:rsidRDefault="008B12D0" w:rsidP="0028321A">
      <w:pPr>
        <w:suppressLineNumbers/>
        <w:spacing w:before="120" w:after="0"/>
        <w:rPr>
          <w:szCs w:val="24"/>
        </w:rPr>
      </w:pPr>
      <w:r w:rsidRPr="0028321A">
        <w:rPr>
          <w:szCs w:val="24"/>
        </w:rPr>
        <w:t>Applicable regulations include:</w:t>
      </w:r>
    </w:p>
    <w:p w14:paraId="0FFC1552" w14:textId="77777777" w:rsidR="008B12D0" w:rsidRPr="0028321A" w:rsidRDefault="008B12D0" w:rsidP="00BD671D">
      <w:pPr>
        <w:numPr>
          <w:ilvl w:val="0"/>
          <w:numId w:val="14"/>
        </w:numPr>
        <w:suppressLineNumbers/>
        <w:tabs>
          <w:tab w:val="clear" w:pos="720"/>
          <w:tab w:val="num" w:pos="360"/>
        </w:tabs>
        <w:spacing w:before="120" w:after="0"/>
        <w:ind w:left="360"/>
        <w:rPr>
          <w:szCs w:val="24"/>
        </w:rPr>
      </w:pPr>
      <w:r w:rsidRPr="0028321A">
        <w:rPr>
          <w:szCs w:val="24"/>
        </w:rPr>
        <w:t>24 CFR Part 5: General Program Requirements</w:t>
      </w:r>
    </w:p>
    <w:p w14:paraId="54CA9D37" w14:textId="77777777" w:rsidR="008B12D0" w:rsidRDefault="008B12D0" w:rsidP="00BD671D">
      <w:pPr>
        <w:numPr>
          <w:ilvl w:val="0"/>
          <w:numId w:val="14"/>
        </w:numPr>
        <w:suppressLineNumbers/>
        <w:tabs>
          <w:tab w:val="clear" w:pos="720"/>
          <w:tab w:val="num" w:pos="360"/>
        </w:tabs>
        <w:spacing w:before="120" w:after="0"/>
        <w:ind w:left="360"/>
        <w:rPr>
          <w:szCs w:val="24"/>
        </w:rPr>
      </w:pPr>
      <w:r w:rsidRPr="0028321A">
        <w:rPr>
          <w:szCs w:val="24"/>
        </w:rPr>
        <w:t>24 CFR Part 8: Nondiscrimination</w:t>
      </w:r>
    </w:p>
    <w:p w14:paraId="7BFE2A2F" w14:textId="77777777" w:rsidR="000E5C3C" w:rsidRDefault="000E5C3C" w:rsidP="00BD671D">
      <w:pPr>
        <w:numPr>
          <w:ilvl w:val="0"/>
          <w:numId w:val="14"/>
        </w:numPr>
        <w:suppressLineNumbers/>
        <w:tabs>
          <w:tab w:val="clear" w:pos="720"/>
          <w:tab w:val="num" w:pos="360"/>
        </w:tabs>
        <w:spacing w:before="120" w:after="0"/>
        <w:ind w:left="360"/>
        <w:rPr>
          <w:szCs w:val="24"/>
        </w:rPr>
      </w:pPr>
      <w:r>
        <w:rPr>
          <w:szCs w:val="24"/>
        </w:rPr>
        <w:t>24 CFR Part 35: Lead-Based Paint</w:t>
      </w:r>
    </w:p>
    <w:p w14:paraId="60A539CB" w14:textId="77777777" w:rsidR="00830D40" w:rsidRPr="0028321A" w:rsidRDefault="00830D40" w:rsidP="00BD671D">
      <w:pPr>
        <w:numPr>
          <w:ilvl w:val="0"/>
          <w:numId w:val="14"/>
        </w:numPr>
        <w:suppressLineNumbers/>
        <w:tabs>
          <w:tab w:val="clear" w:pos="720"/>
          <w:tab w:val="num" w:pos="360"/>
        </w:tabs>
        <w:spacing w:before="120" w:after="0"/>
        <w:ind w:left="360"/>
        <w:rPr>
          <w:szCs w:val="24"/>
        </w:rPr>
      </w:pPr>
      <w:r>
        <w:rPr>
          <w:szCs w:val="24"/>
        </w:rPr>
        <w:t>24 CFR Part 100: The Fair Housing Act</w:t>
      </w:r>
    </w:p>
    <w:p w14:paraId="3DA7102A" w14:textId="77777777" w:rsidR="000E5C3C" w:rsidRDefault="008B12D0" w:rsidP="000E5C3C">
      <w:pPr>
        <w:numPr>
          <w:ilvl w:val="0"/>
          <w:numId w:val="14"/>
        </w:numPr>
        <w:suppressLineNumbers/>
        <w:tabs>
          <w:tab w:val="clear" w:pos="720"/>
          <w:tab w:val="num" w:pos="360"/>
        </w:tabs>
        <w:spacing w:before="120" w:after="0"/>
        <w:ind w:left="360"/>
        <w:rPr>
          <w:szCs w:val="24"/>
        </w:rPr>
      </w:pPr>
      <w:r w:rsidRPr="0028321A">
        <w:rPr>
          <w:szCs w:val="24"/>
        </w:rPr>
        <w:t>24 CFR Part 982: Section 8 Tenant-Based Assistance: Housing Choice Voucher Program</w:t>
      </w:r>
    </w:p>
    <w:p w14:paraId="4D23F8EB" w14:textId="77777777" w:rsidR="000E5C3C" w:rsidRDefault="000E5C3C" w:rsidP="000E5C3C">
      <w:pPr>
        <w:numPr>
          <w:ilvl w:val="0"/>
          <w:numId w:val="14"/>
        </w:numPr>
        <w:suppressLineNumbers/>
        <w:tabs>
          <w:tab w:val="clear" w:pos="720"/>
          <w:tab w:val="num" w:pos="360"/>
        </w:tabs>
        <w:spacing w:before="120" w:after="0"/>
        <w:ind w:left="360"/>
        <w:rPr>
          <w:szCs w:val="24"/>
        </w:rPr>
      </w:pPr>
      <w:r>
        <w:rPr>
          <w:szCs w:val="24"/>
        </w:rPr>
        <w:t>24 CFR Part 983: Project-Based Vouchers</w:t>
      </w:r>
    </w:p>
    <w:p w14:paraId="78112B28" w14:textId="77777777" w:rsidR="000E5C3C" w:rsidRPr="00FC11CE" w:rsidRDefault="000E5C3C" w:rsidP="000E5C3C">
      <w:pPr>
        <w:numPr>
          <w:ilvl w:val="0"/>
          <w:numId w:val="14"/>
        </w:numPr>
        <w:suppressLineNumbers/>
        <w:tabs>
          <w:tab w:val="clear" w:pos="720"/>
          <w:tab w:val="num" w:pos="360"/>
        </w:tabs>
        <w:spacing w:before="120" w:after="0"/>
        <w:ind w:left="360"/>
        <w:rPr>
          <w:szCs w:val="24"/>
        </w:rPr>
      </w:pPr>
      <w:r>
        <w:rPr>
          <w:szCs w:val="24"/>
        </w:rPr>
        <w:t>24 CFR Part 985: The Section 8 Management Assessment Program (SEMAP)</w:t>
      </w:r>
    </w:p>
    <w:p w14:paraId="45B18AED" w14:textId="77777777" w:rsidR="0077139B" w:rsidRPr="0028321A" w:rsidRDefault="00BD671D" w:rsidP="00BD671D">
      <w:pPr>
        <w:suppressLineNumbers/>
        <w:spacing w:before="240" w:after="0"/>
        <w:ind w:left="360" w:hanging="360"/>
        <w:jc w:val="center"/>
        <w:rPr>
          <w:szCs w:val="24"/>
        </w:rPr>
      </w:pPr>
      <w:r>
        <w:rPr>
          <w:b/>
          <w:szCs w:val="24"/>
        </w:rPr>
        <w:br w:type="page"/>
      </w:r>
      <w:r w:rsidR="00BD7AB9">
        <w:rPr>
          <w:b/>
          <w:szCs w:val="24"/>
        </w:rPr>
        <w:lastRenderedPageBreak/>
        <w:t>PART III:</w:t>
      </w:r>
      <w:r>
        <w:rPr>
          <w:b/>
          <w:szCs w:val="24"/>
        </w:rPr>
        <w:t xml:space="preserve"> </w:t>
      </w:r>
      <w:r w:rsidR="0077139B" w:rsidRPr="0028321A">
        <w:rPr>
          <w:b/>
          <w:szCs w:val="24"/>
        </w:rPr>
        <w:t>THE HCV ADMINISTRATIVE PLAN</w:t>
      </w:r>
    </w:p>
    <w:p w14:paraId="472B876E" w14:textId="77777777" w:rsidR="00D5157B" w:rsidRPr="0028321A" w:rsidRDefault="00BD671D" w:rsidP="00BD7AB9">
      <w:pPr>
        <w:suppressLineNumbers/>
        <w:spacing w:before="240" w:after="0"/>
        <w:rPr>
          <w:b/>
          <w:szCs w:val="24"/>
        </w:rPr>
      </w:pPr>
      <w:r>
        <w:rPr>
          <w:b/>
          <w:szCs w:val="24"/>
        </w:rPr>
        <w:t xml:space="preserve">1-III.A. </w:t>
      </w:r>
      <w:r w:rsidR="00D80029" w:rsidRPr="0028321A">
        <w:rPr>
          <w:b/>
          <w:szCs w:val="24"/>
        </w:rPr>
        <w:t>OVERVIEW AND PURPOSE OF THE PLAN</w:t>
      </w:r>
    </w:p>
    <w:p w14:paraId="6BF75EED" w14:textId="77777777" w:rsidR="00A520C5" w:rsidRPr="0028321A" w:rsidRDefault="00D5157B" w:rsidP="0028321A">
      <w:pPr>
        <w:suppressLineNumbers/>
        <w:spacing w:before="120" w:after="0"/>
        <w:rPr>
          <w:szCs w:val="24"/>
        </w:rPr>
      </w:pPr>
      <w:r w:rsidRPr="0028321A">
        <w:rPr>
          <w:szCs w:val="24"/>
        </w:rPr>
        <w:t xml:space="preserve">The </w:t>
      </w:r>
      <w:r w:rsidR="00D502E0" w:rsidRPr="0028321A">
        <w:rPr>
          <w:szCs w:val="24"/>
        </w:rPr>
        <w:t xml:space="preserve">administrative plan </w:t>
      </w:r>
      <w:r w:rsidRPr="0028321A">
        <w:rPr>
          <w:szCs w:val="24"/>
        </w:rPr>
        <w:t xml:space="preserve">is required by HUD. </w:t>
      </w:r>
      <w:r w:rsidR="0077139B" w:rsidRPr="0028321A">
        <w:rPr>
          <w:szCs w:val="24"/>
        </w:rPr>
        <w:t xml:space="preserve">The purpose of the </w:t>
      </w:r>
      <w:r w:rsidR="00D502E0" w:rsidRPr="0028321A">
        <w:rPr>
          <w:szCs w:val="24"/>
        </w:rPr>
        <w:t xml:space="preserve">administrative plan </w:t>
      </w:r>
      <w:r w:rsidR="0077139B" w:rsidRPr="0028321A">
        <w:rPr>
          <w:szCs w:val="24"/>
        </w:rPr>
        <w:t xml:space="preserve">is to establish policies for carrying out the programs in a manner consistent with HUD requirements and local goals and objectives contained in the </w:t>
      </w:r>
      <w:r w:rsidR="00A520C5" w:rsidRPr="0028321A">
        <w:rPr>
          <w:szCs w:val="24"/>
        </w:rPr>
        <w:t xml:space="preserve">PHA’s </w:t>
      </w:r>
      <w:r w:rsidR="00C8053E" w:rsidRPr="0028321A">
        <w:rPr>
          <w:szCs w:val="24"/>
        </w:rPr>
        <w:t>a</w:t>
      </w:r>
      <w:r w:rsidR="0077139B" w:rsidRPr="0028321A">
        <w:rPr>
          <w:szCs w:val="24"/>
        </w:rPr>
        <w:t xml:space="preserve">gency </w:t>
      </w:r>
      <w:r w:rsidR="00C8053E" w:rsidRPr="0028321A">
        <w:rPr>
          <w:szCs w:val="24"/>
        </w:rPr>
        <w:t>p</w:t>
      </w:r>
      <w:r w:rsidR="0077139B" w:rsidRPr="0028321A">
        <w:rPr>
          <w:szCs w:val="24"/>
        </w:rPr>
        <w:t>lan.</w:t>
      </w:r>
      <w:r w:rsidR="00A520C5" w:rsidRPr="0028321A">
        <w:rPr>
          <w:szCs w:val="24"/>
        </w:rPr>
        <w:t xml:space="preserve"> This </w:t>
      </w:r>
      <w:r w:rsidR="00D502E0" w:rsidRPr="0028321A">
        <w:rPr>
          <w:szCs w:val="24"/>
        </w:rPr>
        <w:t xml:space="preserve">administrative plan </w:t>
      </w:r>
      <w:r w:rsidR="00A520C5" w:rsidRPr="0028321A">
        <w:rPr>
          <w:szCs w:val="24"/>
        </w:rPr>
        <w:t xml:space="preserve">is a supporting document to the PHA </w:t>
      </w:r>
      <w:r w:rsidR="00C8053E" w:rsidRPr="0028321A">
        <w:rPr>
          <w:szCs w:val="24"/>
        </w:rPr>
        <w:t>a</w:t>
      </w:r>
      <w:r w:rsidR="00A520C5" w:rsidRPr="0028321A">
        <w:rPr>
          <w:szCs w:val="24"/>
        </w:rPr>
        <w:t xml:space="preserve">gency </w:t>
      </w:r>
      <w:r w:rsidR="00C8053E" w:rsidRPr="0028321A">
        <w:rPr>
          <w:szCs w:val="24"/>
        </w:rPr>
        <w:t>p</w:t>
      </w:r>
      <w:r w:rsidR="00A520C5" w:rsidRPr="0028321A">
        <w:rPr>
          <w:szCs w:val="24"/>
        </w:rPr>
        <w:t>lan and is available for public review as required by CFR 24 Part 903.</w:t>
      </w:r>
    </w:p>
    <w:p w14:paraId="0C018D62" w14:textId="77777777" w:rsidR="00A520C5" w:rsidRPr="0028321A" w:rsidRDefault="00A520C5" w:rsidP="0028321A">
      <w:pPr>
        <w:suppressLineNumbers/>
        <w:spacing w:before="120" w:after="0"/>
        <w:rPr>
          <w:szCs w:val="24"/>
        </w:rPr>
      </w:pPr>
      <w:r w:rsidRPr="0028321A">
        <w:rPr>
          <w:szCs w:val="24"/>
        </w:rPr>
        <w:t xml:space="preserve">This </w:t>
      </w:r>
      <w:r w:rsidR="00D502E0" w:rsidRPr="0028321A">
        <w:rPr>
          <w:szCs w:val="24"/>
        </w:rPr>
        <w:t xml:space="preserve">administrative plan </w:t>
      </w:r>
      <w:r w:rsidRPr="0028321A">
        <w:rPr>
          <w:szCs w:val="24"/>
        </w:rPr>
        <w:t xml:space="preserve">is set forth to define the PHA's local policies for operation of the housing programs in </w:t>
      </w:r>
      <w:r w:rsidR="00A623DE">
        <w:rPr>
          <w:szCs w:val="24"/>
        </w:rPr>
        <w:t>accordance with</w:t>
      </w:r>
      <w:r w:rsidRPr="0028321A">
        <w:rPr>
          <w:szCs w:val="24"/>
        </w:rPr>
        <w:t xml:space="preserve"> </w:t>
      </w:r>
      <w:r w:rsidR="00D502E0" w:rsidRPr="0028321A">
        <w:rPr>
          <w:szCs w:val="24"/>
        </w:rPr>
        <w:t xml:space="preserve">federal </w:t>
      </w:r>
      <w:r w:rsidRPr="0028321A">
        <w:rPr>
          <w:szCs w:val="24"/>
        </w:rPr>
        <w:t xml:space="preserve">laws and </w:t>
      </w:r>
      <w:r w:rsidR="00D502E0" w:rsidRPr="0028321A">
        <w:rPr>
          <w:szCs w:val="24"/>
        </w:rPr>
        <w:t>regulations</w:t>
      </w:r>
      <w:r w:rsidRPr="0028321A">
        <w:rPr>
          <w:szCs w:val="24"/>
        </w:rPr>
        <w:t xml:space="preserve">. All issues related to </w:t>
      </w:r>
      <w:r w:rsidR="00A623DE">
        <w:rPr>
          <w:szCs w:val="24"/>
        </w:rPr>
        <w:t>the HCV program</w:t>
      </w:r>
      <w:r w:rsidRPr="0028321A">
        <w:rPr>
          <w:szCs w:val="24"/>
        </w:rPr>
        <w:t xml:space="preserve"> not addressed in this document are governed by such </w:t>
      </w:r>
      <w:r w:rsidR="00D502E0" w:rsidRPr="0028321A">
        <w:rPr>
          <w:szCs w:val="24"/>
        </w:rPr>
        <w:t xml:space="preserve">federal </w:t>
      </w:r>
      <w:r w:rsidRPr="0028321A">
        <w:rPr>
          <w:szCs w:val="24"/>
        </w:rPr>
        <w:t xml:space="preserve">regulations, HUD </w:t>
      </w:r>
      <w:r w:rsidR="00D80029" w:rsidRPr="0028321A">
        <w:rPr>
          <w:szCs w:val="24"/>
        </w:rPr>
        <w:t>handbooks and guidebooks, notices</w:t>
      </w:r>
      <w:r w:rsidR="00A623DE">
        <w:rPr>
          <w:szCs w:val="24"/>
        </w:rPr>
        <w:t>,</w:t>
      </w:r>
      <w:r w:rsidR="00D80029" w:rsidRPr="0028321A">
        <w:rPr>
          <w:szCs w:val="24"/>
        </w:rPr>
        <w:t xml:space="preserve"> and </w:t>
      </w:r>
      <w:r w:rsidRPr="0028321A">
        <w:rPr>
          <w:szCs w:val="24"/>
        </w:rPr>
        <w:t xml:space="preserve">other applicable law. The policies in this </w:t>
      </w:r>
      <w:r w:rsidR="00D502E0" w:rsidRPr="0028321A">
        <w:rPr>
          <w:szCs w:val="24"/>
        </w:rPr>
        <w:t xml:space="preserve">administrative plan </w:t>
      </w:r>
      <w:r w:rsidRPr="0028321A">
        <w:rPr>
          <w:szCs w:val="24"/>
        </w:rPr>
        <w:t>have been designed to ensure compliance with the consolidated ACC and all HUD-approved applications for program funding.</w:t>
      </w:r>
    </w:p>
    <w:p w14:paraId="32998FA4" w14:textId="77777777" w:rsidR="0077139B" w:rsidRPr="0028321A" w:rsidRDefault="0077139B" w:rsidP="0028321A">
      <w:pPr>
        <w:suppressLineNumbers/>
        <w:spacing w:before="120" w:after="0"/>
        <w:rPr>
          <w:szCs w:val="24"/>
        </w:rPr>
      </w:pPr>
      <w:r w:rsidRPr="0028321A">
        <w:rPr>
          <w:szCs w:val="24"/>
        </w:rPr>
        <w:t xml:space="preserve">The PHA is responsible for complying with all changes in HUD regulations pertaining to </w:t>
      </w:r>
      <w:r w:rsidR="00A520C5" w:rsidRPr="0028321A">
        <w:rPr>
          <w:szCs w:val="24"/>
        </w:rPr>
        <w:t>the HCV program</w:t>
      </w:r>
      <w:r w:rsidRPr="0028321A">
        <w:rPr>
          <w:szCs w:val="24"/>
        </w:rPr>
        <w:t xml:space="preserve">. If such changes conflict with this </w:t>
      </w:r>
      <w:r w:rsidR="00D502E0" w:rsidRPr="0028321A">
        <w:rPr>
          <w:szCs w:val="24"/>
        </w:rPr>
        <w:t>plan</w:t>
      </w:r>
      <w:r w:rsidRPr="0028321A">
        <w:rPr>
          <w:szCs w:val="24"/>
        </w:rPr>
        <w:t>, HUD re</w:t>
      </w:r>
      <w:r w:rsidR="00A520C5" w:rsidRPr="0028321A">
        <w:rPr>
          <w:szCs w:val="24"/>
        </w:rPr>
        <w:t>gulations will have precedence.</w:t>
      </w:r>
    </w:p>
    <w:p w14:paraId="48285268" w14:textId="77777777" w:rsidR="00F815DC" w:rsidRPr="0028321A" w:rsidRDefault="00F815DC" w:rsidP="0028321A">
      <w:pPr>
        <w:suppressLineNumbers/>
        <w:spacing w:before="120" w:after="0"/>
        <w:rPr>
          <w:szCs w:val="24"/>
        </w:rPr>
      </w:pPr>
      <w:r w:rsidRPr="0028321A">
        <w:rPr>
          <w:szCs w:val="24"/>
        </w:rPr>
        <w:t xml:space="preserve">Administration of the </w:t>
      </w:r>
      <w:r w:rsidR="00D502E0" w:rsidRPr="0028321A">
        <w:rPr>
          <w:szCs w:val="24"/>
        </w:rPr>
        <w:t>HCV</w:t>
      </w:r>
      <w:r w:rsidRPr="0028321A">
        <w:rPr>
          <w:szCs w:val="24"/>
        </w:rPr>
        <w:t xml:space="preserve"> </w:t>
      </w:r>
      <w:r w:rsidR="00D502E0" w:rsidRPr="0028321A">
        <w:rPr>
          <w:szCs w:val="24"/>
        </w:rPr>
        <w:t xml:space="preserve">program </w:t>
      </w:r>
      <w:r w:rsidRPr="0028321A">
        <w:rPr>
          <w:szCs w:val="24"/>
        </w:rPr>
        <w:t xml:space="preserve">and the functions and responsibilities of PHA staff shall be in compliance with the PHA's </w:t>
      </w:r>
      <w:r w:rsidR="00D502E0" w:rsidRPr="0028321A">
        <w:rPr>
          <w:szCs w:val="24"/>
        </w:rPr>
        <w:t xml:space="preserve">personnel policy </w:t>
      </w:r>
      <w:r w:rsidRPr="0028321A">
        <w:rPr>
          <w:szCs w:val="24"/>
        </w:rPr>
        <w:t xml:space="preserve">and HUD </w:t>
      </w:r>
      <w:r w:rsidR="00D502E0" w:rsidRPr="0028321A">
        <w:rPr>
          <w:szCs w:val="24"/>
        </w:rPr>
        <w:t xml:space="preserve">regulations </w:t>
      </w:r>
      <w:r w:rsidRPr="0028321A">
        <w:rPr>
          <w:szCs w:val="24"/>
        </w:rPr>
        <w:t xml:space="preserve">as well as all </w:t>
      </w:r>
      <w:r w:rsidR="00D502E0" w:rsidRPr="0028321A">
        <w:rPr>
          <w:szCs w:val="24"/>
        </w:rPr>
        <w:t>federal</w:t>
      </w:r>
      <w:r w:rsidRPr="0028321A">
        <w:rPr>
          <w:szCs w:val="24"/>
        </w:rPr>
        <w:t xml:space="preserve">, </w:t>
      </w:r>
      <w:r w:rsidR="00D502E0" w:rsidRPr="0028321A">
        <w:rPr>
          <w:szCs w:val="24"/>
        </w:rPr>
        <w:t xml:space="preserve">state </w:t>
      </w:r>
      <w:r w:rsidRPr="0028321A">
        <w:rPr>
          <w:szCs w:val="24"/>
        </w:rPr>
        <w:t xml:space="preserve">and local </w:t>
      </w:r>
      <w:r w:rsidR="00D502E0" w:rsidRPr="0028321A">
        <w:rPr>
          <w:szCs w:val="24"/>
        </w:rPr>
        <w:t xml:space="preserve">fair housing laws </w:t>
      </w:r>
      <w:r w:rsidRPr="0028321A">
        <w:rPr>
          <w:szCs w:val="24"/>
        </w:rPr>
        <w:t xml:space="preserve">and </w:t>
      </w:r>
      <w:r w:rsidR="00D502E0" w:rsidRPr="0028321A">
        <w:rPr>
          <w:szCs w:val="24"/>
        </w:rPr>
        <w:t>regulations</w:t>
      </w:r>
      <w:r w:rsidRPr="0028321A">
        <w:rPr>
          <w:szCs w:val="24"/>
        </w:rPr>
        <w:t>.</w:t>
      </w:r>
    </w:p>
    <w:p w14:paraId="4DEE32BA" w14:textId="77777777" w:rsidR="00D5157B" w:rsidRPr="0028321A" w:rsidRDefault="00D5157B" w:rsidP="00BD7AB9">
      <w:pPr>
        <w:suppressLineNumbers/>
        <w:spacing w:before="240" w:after="0"/>
        <w:rPr>
          <w:b/>
          <w:szCs w:val="24"/>
        </w:rPr>
      </w:pPr>
      <w:r w:rsidRPr="0028321A">
        <w:rPr>
          <w:b/>
          <w:szCs w:val="24"/>
        </w:rPr>
        <w:t xml:space="preserve">1-III.B. CONTENTS </w:t>
      </w:r>
      <w:r w:rsidR="00E62561" w:rsidRPr="0028321A">
        <w:rPr>
          <w:b/>
          <w:szCs w:val="24"/>
        </w:rPr>
        <w:t>O</w:t>
      </w:r>
      <w:r w:rsidRPr="0028321A">
        <w:rPr>
          <w:b/>
          <w:szCs w:val="24"/>
        </w:rPr>
        <w:t xml:space="preserve">F THE PLAN </w:t>
      </w:r>
      <w:r w:rsidR="008C082A">
        <w:rPr>
          <w:b/>
          <w:szCs w:val="24"/>
        </w:rPr>
        <w:t>[</w:t>
      </w:r>
      <w:r w:rsidRPr="0028321A">
        <w:rPr>
          <w:b/>
          <w:szCs w:val="24"/>
        </w:rPr>
        <w:t>24</w:t>
      </w:r>
      <w:r w:rsidR="008C082A">
        <w:rPr>
          <w:b/>
          <w:szCs w:val="24"/>
        </w:rPr>
        <w:t xml:space="preserve"> </w:t>
      </w:r>
      <w:r w:rsidRPr="0028321A">
        <w:rPr>
          <w:b/>
          <w:szCs w:val="24"/>
        </w:rPr>
        <w:t>CFR 982.54</w:t>
      </w:r>
      <w:r w:rsidR="008C082A">
        <w:rPr>
          <w:b/>
          <w:szCs w:val="24"/>
        </w:rPr>
        <w:t>]</w:t>
      </w:r>
    </w:p>
    <w:p w14:paraId="461CE655" w14:textId="77777777" w:rsidR="00D5157B" w:rsidRPr="0028321A" w:rsidRDefault="007F2034" w:rsidP="0028321A">
      <w:pPr>
        <w:suppressLineNumbers/>
        <w:spacing w:before="120" w:after="0"/>
        <w:rPr>
          <w:szCs w:val="24"/>
        </w:rPr>
      </w:pPr>
      <w:r>
        <w:rPr>
          <w:bCs/>
          <w:szCs w:val="24"/>
        </w:rPr>
        <w:t xml:space="preserve">The </w:t>
      </w:r>
      <w:r w:rsidR="00D5157B" w:rsidRPr="0028321A">
        <w:rPr>
          <w:bCs/>
          <w:szCs w:val="24"/>
        </w:rPr>
        <w:t xml:space="preserve">HUD regulations </w:t>
      </w:r>
      <w:r>
        <w:rPr>
          <w:bCs/>
          <w:szCs w:val="24"/>
        </w:rPr>
        <w:t xml:space="preserve">at 24 CFR 982.54 define the policies that </w:t>
      </w:r>
      <w:r w:rsidR="00D5157B" w:rsidRPr="0028321A">
        <w:rPr>
          <w:bCs/>
          <w:szCs w:val="24"/>
        </w:rPr>
        <w:t xml:space="preserve">must be included in the </w:t>
      </w:r>
      <w:r w:rsidR="00D502E0" w:rsidRPr="0028321A">
        <w:rPr>
          <w:bCs/>
          <w:szCs w:val="24"/>
        </w:rPr>
        <w:t>administrative plan</w:t>
      </w:r>
      <w:r w:rsidR="00D5157B" w:rsidRPr="0028321A">
        <w:rPr>
          <w:bCs/>
          <w:szCs w:val="24"/>
        </w:rPr>
        <w:t>.</w:t>
      </w:r>
      <w:r w:rsidR="000D53BA">
        <w:rPr>
          <w:bCs/>
          <w:szCs w:val="24"/>
        </w:rPr>
        <w:t xml:space="preserve"> </w:t>
      </w:r>
      <w:r w:rsidR="009F5FFA">
        <w:rPr>
          <w:szCs w:val="24"/>
        </w:rPr>
        <w:t>They are as follow</w:t>
      </w:r>
      <w:r w:rsidR="00D5157B" w:rsidRPr="0028321A">
        <w:rPr>
          <w:szCs w:val="24"/>
        </w:rPr>
        <w:t>:</w:t>
      </w:r>
    </w:p>
    <w:p w14:paraId="5DBD1FC5"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Selection and admission of applicants from the PHA waiting list, including any PHA admission preferences, procedures for removing applicant names from the waiting list, and procedures for closing and reopening the PHA waiting list</w:t>
      </w:r>
      <w:r w:rsidR="00D45DE2" w:rsidRPr="0028321A">
        <w:rPr>
          <w:szCs w:val="24"/>
        </w:rPr>
        <w:t xml:space="preserve"> (</w:t>
      </w:r>
      <w:r w:rsidR="000214B2" w:rsidRPr="0028321A">
        <w:rPr>
          <w:szCs w:val="24"/>
        </w:rPr>
        <w:t>Chapter 4)</w:t>
      </w:r>
      <w:r w:rsidRPr="0028321A">
        <w:rPr>
          <w:szCs w:val="24"/>
        </w:rPr>
        <w:t>;</w:t>
      </w:r>
    </w:p>
    <w:p w14:paraId="3B78C10D"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Issuing or denying vouchers, including PHA policy governing the voucher term and any extensions of the voucher term. If the PHA decides to allow extensions of the voucher term, the PHA administrative plan must describe how the PHA determines whether to grant extensions, and how the PHA determines the length of any extension</w:t>
      </w:r>
      <w:r w:rsidR="000214B2" w:rsidRPr="0028321A">
        <w:rPr>
          <w:szCs w:val="24"/>
        </w:rPr>
        <w:t xml:space="preserve"> (Chapter 5)</w:t>
      </w:r>
      <w:r w:rsidRPr="0028321A">
        <w:rPr>
          <w:szCs w:val="24"/>
        </w:rPr>
        <w:t>;</w:t>
      </w:r>
    </w:p>
    <w:p w14:paraId="2292EC90"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Any special rules for use of available funds when HUD provides funding to the PHA for a special purpose (e.g., desegregation), including funding for specified families or a specified category of families</w:t>
      </w:r>
      <w:r w:rsidR="000214B2" w:rsidRPr="0028321A">
        <w:rPr>
          <w:szCs w:val="24"/>
        </w:rPr>
        <w:t xml:space="preserve"> (Chapter 4)</w:t>
      </w:r>
      <w:r w:rsidRPr="0028321A">
        <w:rPr>
          <w:szCs w:val="24"/>
        </w:rPr>
        <w:t>;</w:t>
      </w:r>
    </w:p>
    <w:p w14:paraId="798A05CF" w14:textId="77777777" w:rsidR="00D5157B" w:rsidRPr="0028321A" w:rsidRDefault="00D01492"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Pr>
          <w:szCs w:val="24"/>
        </w:rPr>
        <w:br w:type="page"/>
      </w:r>
      <w:r w:rsidR="00D5157B" w:rsidRPr="0028321A">
        <w:rPr>
          <w:szCs w:val="24"/>
        </w:rPr>
        <w:lastRenderedPageBreak/>
        <w:t>Occupancy policies, including definition of what group of persons may qualify as a 'family', definition of when a family is considered to be 'continuously assisted'; standards for denying admission or terminating assistance based on criminal activity or alcohol abuse in accordance with 982.553</w:t>
      </w:r>
      <w:r w:rsidR="000214B2" w:rsidRPr="0028321A">
        <w:rPr>
          <w:szCs w:val="24"/>
        </w:rPr>
        <w:t xml:space="preserve"> (Chapters 3 and 12)</w:t>
      </w:r>
      <w:r w:rsidR="00D5157B" w:rsidRPr="0028321A">
        <w:rPr>
          <w:szCs w:val="24"/>
        </w:rPr>
        <w:t>;</w:t>
      </w:r>
    </w:p>
    <w:p w14:paraId="3F0DCA90"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Encouraging participation by owners of suitable units located outside areas of low income or minority concentration</w:t>
      </w:r>
      <w:r w:rsidR="000214B2" w:rsidRPr="0028321A">
        <w:rPr>
          <w:szCs w:val="24"/>
        </w:rPr>
        <w:t xml:space="preserve"> (Chapter 13)</w:t>
      </w:r>
      <w:r w:rsidRPr="0028321A">
        <w:rPr>
          <w:szCs w:val="24"/>
        </w:rPr>
        <w:t>;</w:t>
      </w:r>
    </w:p>
    <w:p w14:paraId="0F20D39A"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Assisting a family that claims that illegal discrimination has prevented the family from leasing a suitable unit</w:t>
      </w:r>
      <w:r w:rsidR="000214B2" w:rsidRPr="0028321A">
        <w:rPr>
          <w:szCs w:val="24"/>
        </w:rPr>
        <w:t xml:space="preserve"> (Chapter 2)</w:t>
      </w:r>
      <w:r w:rsidRPr="0028321A">
        <w:rPr>
          <w:szCs w:val="24"/>
        </w:rPr>
        <w:t>;</w:t>
      </w:r>
    </w:p>
    <w:p w14:paraId="796273E3"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Providing information about a family to prospective owners</w:t>
      </w:r>
      <w:r w:rsidR="000214B2" w:rsidRPr="0028321A">
        <w:rPr>
          <w:szCs w:val="24"/>
        </w:rPr>
        <w:t xml:space="preserve"> (</w:t>
      </w:r>
      <w:r w:rsidR="00C8053E" w:rsidRPr="0028321A">
        <w:rPr>
          <w:szCs w:val="24"/>
        </w:rPr>
        <w:t>Chapters 3 and</w:t>
      </w:r>
      <w:r w:rsidR="000D53BA">
        <w:rPr>
          <w:szCs w:val="24"/>
        </w:rPr>
        <w:t xml:space="preserve"> </w:t>
      </w:r>
      <w:r w:rsidR="000214B2" w:rsidRPr="0028321A">
        <w:rPr>
          <w:szCs w:val="24"/>
        </w:rPr>
        <w:t>9)</w:t>
      </w:r>
      <w:r w:rsidRPr="0028321A">
        <w:rPr>
          <w:szCs w:val="24"/>
        </w:rPr>
        <w:t>;</w:t>
      </w:r>
    </w:p>
    <w:p w14:paraId="5104CD77"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Disapproval of owners</w:t>
      </w:r>
      <w:r w:rsidR="000214B2" w:rsidRPr="0028321A">
        <w:rPr>
          <w:szCs w:val="24"/>
        </w:rPr>
        <w:t xml:space="preserve"> (Chapter 13)</w:t>
      </w:r>
      <w:r w:rsidRPr="0028321A">
        <w:rPr>
          <w:szCs w:val="24"/>
        </w:rPr>
        <w:t>;</w:t>
      </w:r>
    </w:p>
    <w:p w14:paraId="404B2DC4"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Subsidy standards</w:t>
      </w:r>
      <w:r w:rsidR="000214B2" w:rsidRPr="0028321A">
        <w:rPr>
          <w:szCs w:val="24"/>
        </w:rPr>
        <w:t xml:space="preserve"> (Chapter 5)</w:t>
      </w:r>
      <w:r w:rsidRPr="0028321A">
        <w:rPr>
          <w:szCs w:val="24"/>
        </w:rPr>
        <w:t>;</w:t>
      </w:r>
      <w:r w:rsidR="000214B2" w:rsidRPr="0028321A">
        <w:rPr>
          <w:szCs w:val="24"/>
        </w:rPr>
        <w:t xml:space="preserve"> </w:t>
      </w:r>
    </w:p>
    <w:p w14:paraId="1F278262" w14:textId="77777777" w:rsidR="00D5157B" w:rsidRPr="0028321A"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Family absence from the dwelling unit</w:t>
      </w:r>
      <w:r w:rsidR="000214B2" w:rsidRPr="0028321A">
        <w:rPr>
          <w:szCs w:val="24"/>
        </w:rPr>
        <w:t xml:space="preserve"> (Chapter 12</w:t>
      </w:r>
      <w:r w:rsidR="00C8053E" w:rsidRPr="0028321A">
        <w:rPr>
          <w:szCs w:val="24"/>
        </w:rPr>
        <w:t>)</w:t>
      </w:r>
      <w:r w:rsidRPr="0028321A">
        <w:rPr>
          <w:szCs w:val="24"/>
        </w:rPr>
        <w:t>;</w:t>
      </w:r>
    </w:p>
    <w:p w14:paraId="49C1BCB2" w14:textId="77777777" w:rsidR="0028500C"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How to determine who remains in the program if a family breaks up</w:t>
      </w:r>
      <w:r w:rsidR="000214B2" w:rsidRPr="0028321A">
        <w:rPr>
          <w:szCs w:val="24"/>
        </w:rPr>
        <w:t xml:space="preserve"> (Chapter 3)</w:t>
      </w:r>
      <w:r w:rsidRPr="0028321A">
        <w:rPr>
          <w:szCs w:val="24"/>
        </w:rPr>
        <w:t>;</w:t>
      </w:r>
    </w:p>
    <w:p w14:paraId="2870E35D" w14:textId="77777777" w:rsidR="00D5157B"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Informal review procedures for applicants</w:t>
      </w:r>
      <w:r w:rsidR="000214B2" w:rsidRPr="0028321A">
        <w:rPr>
          <w:szCs w:val="24"/>
        </w:rPr>
        <w:t xml:space="preserve"> (Chapter 16)</w:t>
      </w:r>
      <w:r w:rsidRPr="0028321A">
        <w:rPr>
          <w:szCs w:val="24"/>
        </w:rPr>
        <w:t>;</w:t>
      </w:r>
    </w:p>
    <w:p w14:paraId="0DCF3371" w14:textId="77777777" w:rsidR="00D5157B"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Informal hearing procedures for participants</w:t>
      </w:r>
      <w:r w:rsidR="000214B2" w:rsidRPr="0028321A">
        <w:rPr>
          <w:szCs w:val="24"/>
        </w:rPr>
        <w:t xml:space="preserve"> (Chapter 16</w:t>
      </w:r>
      <w:r w:rsidR="00C8053E" w:rsidRPr="0028321A">
        <w:rPr>
          <w:szCs w:val="24"/>
        </w:rPr>
        <w:t>)</w:t>
      </w:r>
      <w:r w:rsidRPr="0028321A">
        <w:rPr>
          <w:szCs w:val="24"/>
        </w:rPr>
        <w:t>;</w:t>
      </w:r>
    </w:p>
    <w:p w14:paraId="60F5228E" w14:textId="77777777" w:rsidR="00D5157B"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The process for establishing and revising voucher payment standards</w:t>
      </w:r>
      <w:r w:rsidR="000214B2" w:rsidRPr="0028321A">
        <w:rPr>
          <w:szCs w:val="24"/>
        </w:rPr>
        <w:t xml:space="preserve"> (Chapter 16)</w:t>
      </w:r>
      <w:r w:rsidRPr="0028321A">
        <w:rPr>
          <w:szCs w:val="24"/>
        </w:rPr>
        <w:t>;</w:t>
      </w:r>
    </w:p>
    <w:p w14:paraId="373B9DBE" w14:textId="77777777" w:rsidR="00DA7337" w:rsidRDefault="00DA7337"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Pr>
          <w:szCs w:val="24"/>
        </w:rPr>
        <w:t>Policies on administering decreases and increases in the payment standard during the HAP contract term</w:t>
      </w:r>
      <w:r w:rsidRPr="0028321A">
        <w:rPr>
          <w:szCs w:val="24"/>
        </w:rPr>
        <w:t xml:space="preserve"> </w:t>
      </w:r>
      <w:r>
        <w:rPr>
          <w:szCs w:val="24"/>
        </w:rPr>
        <w:t>(</w:t>
      </w:r>
      <w:r w:rsidR="00807534">
        <w:rPr>
          <w:szCs w:val="24"/>
        </w:rPr>
        <w:t>C</w:t>
      </w:r>
      <w:r>
        <w:rPr>
          <w:szCs w:val="24"/>
        </w:rPr>
        <w:t>hapter 6);</w:t>
      </w:r>
    </w:p>
    <w:p w14:paraId="051F5B0B" w14:textId="77777777" w:rsidR="00D5157B"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The method of determining that rent to owner is a reasonable rent (initially and during the term of a HAP contract)</w:t>
      </w:r>
      <w:r w:rsidR="000214B2" w:rsidRPr="0028321A">
        <w:rPr>
          <w:szCs w:val="24"/>
        </w:rPr>
        <w:t xml:space="preserve"> (Chapter 8)</w:t>
      </w:r>
      <w:r w:rsidRPr="0028321A">
        <w:rPr>
          <w:szCs w:val="24"/>
        </w:rPr>
        <w:t>;</w:t>
      </w:r>
    </w:p>
    <w:p w14:paraId="1EF46062" w14:textId="77777777" w:rsidR="0028500C"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Special policies concerning special housing types in the program (e.g., use of shared housing)</w:t>
      </w:r>
      <w:r w:rsidR="000214B2" w:rsidRPr="0028321A">
        <w:rPr>
          <w:szCs w:val="24"/>
        </w:rPr>
        <w:t xml:space="preserve"> (Chapter 15)</w:t>
      </w:r>
      <w:r w:rsidRPr="0028321A">
        <w:rPr>
          <w:szCs w:val="24"/>
        </w:rPr>
        <w:t>;</w:t>
      </w:r>
    </w:p>
    <w:p w14:paraId="20224999" w14:textId="77777777" w:rsidR="00D5157B"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Policies concerning payment by a family to the PHA of amounts the family owes the PHA</w:t>
      </w:r>
      <w:r w:rsidR="000214B2" w:rsidRPr="0028321A">
        <w:rPr>
          <w:szCs w:val="24"/>
        </w:rPr>
        <w:t xml:space="preserve"> (Chapter 16)</w:t>
      </w:r>
      <w:r w:rsidRPr="0028321A">
        <w:rPr>
          <w:szCs w:val="24"/>
        </w:rPr>
        <w:t>;</w:t>
      </w:r>
    </w:p>
    <w:p w14:paraId="5E6E3CAF" w14:textId="77777777" w:rsidR="00DE4F9E"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Interim redeterminations of family income and composition</w:t>
      </w:r>
      <w:r w:rsidR="000214B2" w:rsidRPr="0028321A">
        <w:rPr>
          <w:szCs w:val="24"/>
        </w:rPr>
        <w:t xml:space="preserve"> (Chapter 11)</w:t>
      </w:r>
      <w:r w:rsidR="00DE4F9E">
        <w:rPr>
          <w:szCs w:val="24"/>
        </w:rPr>
        <w:t>;</w:t>
      </w:r>
    </w:p>
    <w:p w14:paraId="461AF811" w14:textId="77777777" w:rsidR="0028500C"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Restrictions, if any, on the number of</w:t>
      </w:r>
      <w:r w:rsidR="00936F9A" w:rsidRPr="0028321A">
        <w:rPr>
          <w:szCs w:val="24"/>
        </w:rPr>
        <w:t xml:space="preserve"> </w:t>
      </w:r>
      <w:r w:rsidRPr="0028321A">
        <w:rPr>
          <w:szCs w:val="24"/>
        </w:rPr>
        <w:t xml:space="preserve">moves by a participant family </w:t>
      </w:r>
      <w:r w:rsidR="000214B2" w:rsidRPr="0028321A">
        <w:rPr>
          <w:szCs w:val="24"/>
        </w:rPr>
        <w:t>(Chapter 10)</w:t>
      </w:r>
      <w:r w:rsidRPr="0028321A">
        <w:rPr>
          <w:szCs w:val="24"/>
        </w:rPr>
        <w:t>;</w:t>
      </w:r>
    </w:p>
    <w:p w14:paraId="13AB6CA2" w14:textId="77777777" w:rsidR="0028500C"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 xml:space="preserve">Approval by the </w:t>
      </w:r>
      <w:r w:rsidR="00D502E0" w:rsidRPr="0028321A">
        <w:rPr>
          <w:szCs w:val="24"/>
        </w:rPr>
        <w:t xml:space="preserve">board </w:t>
      </w:r>
      <w:r w:rsidRPr="0028321A">
        <w:rPr>
          <w:szCs w:val="24"/>
        </w:rPr>
        <w:t xml:space="preserve">of </w:t>
      </w:r>
      <w:r w:rsidR="00D502E0" w:rsidRPr="0028321A">
        <w:rPr>
          <w:szCs w:val="24"/>
        </w:rPr>
        <w:t xml:space="preserve">commissioners </w:t>
      </w:r>
      <w:r w:rsidRPr="0028321A">
        <w:rPr>
          <w:szCs w:val="24"/>
        </w:rPr>
        <w:t>or other authorized officials to charge the</w:t>
      </w:r>
      <w:r w:rsidR="00936F9A" w:rsidRPr="0028321A">
        <w:rPr>
          <w:szCs w:val="24"/>
        </w:rPr>
        <w:t xml:space="preserve"> </w:t>
      </w:r>
      <w:r w:rsidRPr="0028321A">
        <w:rPr>
          <w:szCs w:val="24"/>
        </w:rPr>
        <w:t>administrative fee reserve</w:t>
      </w:r>
      <w:r w:rsidR="000214B2" w:rsidRPr="0028321A">
        <w:rPr>
          <w:szCs w:val="24"/>
        </w:rPr>
        <w:t xml:space="preserve"> (Chapter 16)</w:t>
      </w:r>
      <w:r w:rsidRPr="0028321A">
        <w:rPr>
          <w:szCs w:val="24"/>
        </w:rPr>
        <w:t>;</w:t>
      </w:r>
    </w:p>
    <w:p w14:paraId="32734F21" w14:textId="77777777" w:rsidR="0028500C"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Procedural guidelines and performance</w:t>
      </w:r>
      <w:r w:rsidR="00936F9A" w:rsidRPr="0028321A">
        <w:rPr>
          <w:szCs w:val="24"/>
        </w:rPr>
        <w:t xml:space="preserve"> </w:t>
      </w:r>
      <w:r w:rsidRPr="0028321A">
        <w:rPr>
          <w:szCs w:val="24"/>
        </w:rPr>
        <w:t xml:space="preserve">standards for conducting required </w:t>
      </w:r>
      <w:r w:rsidR="00D502E0" w:rsidRPr="0028321A">
        <w:rPr>
          <w:szCs w:val="24"/>
        </w:rPr>
        <w:t xml:space="preserve">housing quality standards </w:t>
      </w:r>
      <w:r w:rsidRPr="0028321A">
        <w:rPr>
          <w:szCs w:val="24"/>
        </w:rPr>
        <w:t>inspections</w:t>
      </w:r>
      <w:r w:rsidR="000214B2" w:rsidRPr="0028321A">
        <w:rPr>
          <w:szCs w:val="24"/>
        </w:rPr>
        <w:t xml:space="preserve"> (Chapter 8)</w:t>
      </w:r>
      <w:r w:rsidRPr="0028321A">
        <w:rPr>
          <w:szCs w:val="24"/>
        </w:rPr>
        <w:t>;</w:t>
      </w:r>
    </w:p>
    <w:p w14:paraId="0CAF7B62" w14:textId="77777777" w:rsidR="00D5157B" w:rsidRDefault="00D5157B"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sidRPr="0028321A">
        <w:rPr>
          <w:szCs w:val="24"/>
        </w:rPr>
        <w:t>PHA screening of applicants for family</w:t>
      </w:r>
      <w:r w:rsidR="00936F9A" w:rsidRPr="0028321A">
        <w:rPr>
          <w:szCs w:val="24"/>
        </w:rPr>
        <w:t xml:space="preserve"> </w:t>
      </w:r>
      <w:r w:rsidRPr="0028321A">
        <w:rPr>
          <w:szCs w:val="24"/>
        </w:rPr>
        <w:t>behavior or suitability for tenancy</w:t>
      </w:r>
      <w:r w:rsidR="000214B2" w:rsidRPr="0028321A">
        <w:rPr>
          <w:szCs w:val="24"/>
        </w:rPr>
        <w:t xml:space="preserve"> (Chapter 3)</w:t>
      </w:r>
      <w:r w:rsidR="00BE7B58">
        <w:rPr>
          <w:szCs w:val="24"/>
        </w:rPr>
        <w:t>;</w:t>
      </w:r>
    </w:p>
    <w:p w14:paraId="431D22A3" w14:textId="77777777" w:rsidR="00BE7B58" w:rsidRDefault="00BE7B58"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Pr>
          <w:szCs w:val="24"/>
        </w:rPr>
        <w:t>Policies governing the project-basing of vouchers in both the standard Project</w:t>
      </w:r>
      <w:r w:rsidR="00DA3328">
        <w:rPr>
          <w:szCs w:val="24"/>
        </w:rPr>
        <w:t>-</w:t>
      </w:r>
      <w:r>
        <w:rPr>
          <w:szCs w:val="24"/>
        </w:rPr>
        <w:t>Based Voucher (PBV) program (Chapter 17) and the RAD Project</w:t>
      </w:r>
      <w:r w:rsidR="00DA3328">
        <w:rPr>
          <w:szCs w:val="24"/>
        </w:rPr>
        <w:t>-</w:t>
      </w:r>
      <w:r>
        <w:rPr>
          <w:szCs w:val="24"/>
        </w:rPr>
        <w:t>Based Voucher program (Chapter 18);</w:t>
      </w:r>
      <w:r w:rsidR="00C14032">
        <w:rPr>
          <w:szCs w:val="24"/>
        </w:rPr>
        <w:t xml:space="preserve"> and</w:t>
      </w:r>
    </w:p>
    <w:p w14:paraId="4FC69E5B" w14:textId="77777777" w:rsidR="00BE7B58" w:rsidRPr="0028321A" w:rsidRDefault="00BE7B58" w:rsidP="00BD671D">
      <w:pPr>
        <w:numPr>
          <w:ilvl w:val="0"/>
          <w:numId w:val="13"/>
        </w:numPr>
        <w:tabs>
          <w:tab w:val="clear" w:pos="720"/>
          <w:tab w:val="left" w:pos="360"/>
        </w:tabs>
        <w:suppressAutoHyphens w:val="0"/>
        <w:autoSpaceDE w:val="0"/>
        <w:autoSpaceDN w:val="0"/>
        <w:adjustRightInd w:val="0"/>
        <w:spacing w:before="120" w:after="0"/>
        <w:ind w:left="360"/>
        <w:rPr>
          <w:szCs w:val="24"/>
        </w:rPr>
      </w:pPr>
      <w:r>
        <w:rPr>
          <w:szCs w:val="24"/>
        </w:rPr>
        <w:t>Special policies governing any special purpose vouchers issued by the PHA (Chapter 19).</w:t>
      </w:r>
    </w:p>
    <w:p w14:paraId="11B5EC6B" w14:textId="77777777" w:rsidR="00C8053E" w:rsidRPr="0028321A" w:rsidRDefault="00D01492" w:rsidP="00D01492">
      <w:pPr>
        <w:spacing w:before="120" w:after="0"/>
        <w:ind w:right="576"/>
        <w:rPr>
          <w:b/>
          <w:bCs/>
          <w:szCs w:val="24"/>
        </w:rPr>
      </w:pPr>
      <w:r>
        <w:rPr>
          <w:b/>
          <w:bCs/>
          <w:szCs w:val="24"/>
        </w:rPr>
        <w:br w:type="page"/>
      </w:r>
      <w:r w:rsidR="009E00CB">
        <w:rPr>
          <w:b/>
          <w:bCs/>
          <w:szCs w:val="24"/>
        </w:rPr>
        <w:lastRenderedPageBreak/>
        <w:t>Mandatory vs. Discretionary Policy</w:t>
      </w:r>
    </w:p>
    <w:p w14:paraId="0B3B72CE" w14:textId="77777777" w:rsidR="00D5157B" w:rsidRPr="0028321A" w:rsidRDefault="00D5157B" w:rsidP="0028321A">
      <w:pPr>
        <w:suppressLineNumbers/>
        <w:spacing w:before="120" w:after="0"/>
        <w:rPr>
          <w:szCs w:val="24"/>
        </w:rPr>
      </w:pPr>
      <w:r w:rsidRPr="0028321A">
        <w:rPr>
          <w:szCs w:val="24"/>
        </w:rPr>
        <w:t>HUD makes a distinction between:</w:t>
      </w:r>
    </w:p>
    <w:p w14:paraId="02B00994" w14:textId="77777777" w:rsidR="00D5157B" w:rsidRPr="0028321A" w:rsidRDefault="00D5157B" w:rsidP="007C1016">
      <w:pPr>
        <w:numPr>
          <w:ilvl w:val="0"/>
          <w:numId w:val="10"/>
        </w:numPr>
        <w:tabs>
          <w:tab w:val="clear" w:pos="1080"/>
          <w:tab w:val="left" w:pos="360"/>
        </w:tabs>
        <w:suppressAutoHyphens w:val="0"/>
        <w:spacing w:before="120" w:after="0"/>
        <w:ind w:left="360" w:right="576"/>
        <w:rPr>
          <w:bCs/>
          <w:szCs w:val="24"/>
        </w:rPr>
      </w:pPr>
      <w:r w:rsidRPr="0028321A">
        <w:rPr>
          <w:bCs/>
          <w:szCs w:val="24"/>
          <w:u w:val="single"/>
        </w:rPr>
        <w:t>Mandatory policies</w:t>
      </w:r>
      <w:r w:rsidRPr="0028321A">
        <w:rPr>
          <w:bCs/>
          <w:szCs w:val="24"/>
        </w:rPr>
        <w:t xml:space="preserve">: those driven by legislation, regulations, current handbooks, notices, and legal opinions, and </w:t>
      </w:r>
    </w:p>
    <w:p w14:paraId="366C23D8" w14:textId="77777777" w:rsidR="00D5157B" w:rsidRPr="0028321A" w:rsidRDefault="00D5157B" w:rsidP="007C1016">
      <w:pPr>
        <w:numPr>
          <w:ilvl w:val="0"/>
          <w:numId w:val="10"/>
        </w:numPr>
        <w:tabs>
          <w:tab w:val="clear" w:pos="1080"/>
          <w:tab w:val="left" w:pos="360"/>
        </w:tabs>
        <w:suppressAutoHyphens w:val="0"/>
        <w:spacing w:before="120" w:after="0"/>
        <w:ind w:left="360" w:right="576"/>
        <w:rPr>
          <w:bCs/>
          <w:szCs w:val="24"/>
        </w:rPr>
      </w:pPr>
      <w:r w:rsidRPr="0028321A">
        <w:rPr>
          <w:bCs/>
          <w:szCs w:val="24"/>
          <w:u w:val="single"/>
        </w:rPr>
        <w:t>Optional, non-binding guidance</w:t>
      </w:r>
      <w:r w:rsidRPr="0028321A">
        <w:rPr>
          <w:bCs/>
          <w:szCs w:val="24"/>
        </w:rPr>
        <w:t xml:space="preserve">, including guidebooks, notices that have expired and recommendations from individual HUD staff. </w:t>
      </w:r>
    </w:p>
    <w:p w14:paraId="6DA7EE55" w14:textId="77777777" w:rsidR="00D5157B" w:rsidRPr="0028321A" w:rsidRDefault="00D5157B" w:rsidP="0028321A">
      <w:pPr>
        <w:suppressLineNumbers/>
        <w:spacing w:before="120" w:after="0"/>
        <w:rPr>
          <w:szCs w:val="24"/>
        </w:rPr>
      </w:pPr>
      <w:r w:rsidRPr="0028321A">
        <w:rPr>
          <w:bCs/>
          <w:szCs w:val="24"/>
        </w:rPr>
        <w:t xml:space="preserve">HUD expects PHAs to </w:t>
      </w:r>
      <w:r w:rsidR="00B81BDB">
        <w:rPr>
          <w:bCs/>
          <w:szCs w:val="24"/>
        </w:rPr>
        <w:t>adopt local</w:t>
      </w:r>
      <w:r w:rsidR="00B81BDB" w:rsidRPr="0028321A">
        <w:rPr>
          <w:bCs/>
          <w:szCs w:val="24"/>
        </w:rPr>
        <w:t xml:space="preserve"> </w:t>
      </w:r>
      <w:r w:rsidRPr="0028321A">
        <w:rPr>
          <w:bCs/>
          <w:szCs w:val="24"/>
        </w:rPr>
        <w:t xml:space="preserve">policies and procedures that are consistent with mandatory policies </w:t>
      </w:r>
      <w:r w:rsidR="00B81BDB">
        <w:rPr>
          <w:bCs/>
          <w:szCs w:val="24"/>
        </w:rPr>
        <w:t>in areas where HUD gives the PHA discretion</w:t>
      </w:r>
      <w:r w:rsidRPr="0028321A">
        <w:rPr>
          <w:bCs/>
          <w:szCs w:val="24"/>
        </w:rPr>
        <w:t>. The PHA's</w:t>
      </w:r>
      <w:r w:rsidR="000D53BA">
        <w:rPr>
          <w:bCs/>
          <w:szCs w:val="24"/>
        </w:rPr>
        <w:t xml:space="preserve"> </w:t>
      </w:r>
      <w:r w:rsidR="00D502E0" w:rsidRPr="0028321A">
        <w:rPr>
          <w:bCs/>
          <w:szCs w:val="24"/>
        </w:rPr>
        <w:t xml:space="preserve">administrative plan </w:t>
      </w:r>
      <w:r w:rsidRPr="0028321A">
        <w:rPr>
          <w:bCs/>
          <w:szCs w:val="24"/>
        </w:rPr>
        <w:t xml:space="preserve">is the </w:t>
      </w:r>
      <w:r w:rsidRPr="0028321A">
        <w:rPr>
          <w:szCs w:val="24"/>
        </w:rPr>
        <w:t>foundation of those policies and procedures. HUD’s directions require</w:t>
      </w:r>
      <w:r w:rsidR="00D502E0" w:rsidRPr="0028321A">
        <w:rPr>
          <w:szCs w:val="24"/>
        </w:rPr>
        <w:t xml:space="preserve"> </w:t>
      </w:r>
      <w:r w:rsidRPr="0028321A">
        <w:rPr>
          <w:szCs w:val="24"/>
        </w:rPr>
        <w:t>PHA</w:t>
      </w:r>
      <w:r w:rsidR="00D502E0" w:rsidRPr="0028321A">
        <w:rPr>
          <w:szCs w:val="24"/>
        </w:rPr>
        <w:t>s</w:t>
      </w:r>
      <w:r w:rsidRPr="0028321A">
        <w:rPr>
          <w:szCs w:val="24"/>
        </w:rPr>
        <w:t xml:space="preserve"> </w:t>
      </w:r>
      <w:r w:rsidR="009E00CB">
        <w:rPr>
          <w:szCs w:val="24"/>
        </w:rPr>
        <w:t xml:space="preserve">to </w:t>
      </w:r>
      <w:r w:rsidRPr="0028321A">
        <w:rPr>
          <w:szCs w:val="24"/>
        </w:rPr>
        <w:t>make</w:t>
      </w:r>
      <w:r w:rsidR="00D10D7E">
        <w:rPr>
          <w:szCs w:val="24"/>
        </w:rPr>
        <w:t> </w:t>
      </w:r>
      <w:r w:rsidRPr="0028321A">
        <w:rPr>
          <w:szCs w:val="24"/>
        </w:rPr>
        <w:t xml:space="preserve">policy choices </w:t>
      </w:r>
      <w:r w:rsidR="009E00CB">
        <w:rPr>
          <w:szCs w:val="24"/>
        </w:rPr>
        <w:t>that</w:t>
      </w:r>
      <w:r w:rsidR="009E00CB" w:rsidRPr="0028321A">
        <w:rPr>
          <w:szCs w:val="24"/>
        </w:rPr>
        <w:t xml:space="preserve"> </w:t>
      </w:r>
      <w:r w:rsidRPr="0028321A">
        <w:rPr>
          <w:szCs w:val="24"/>
        </w:rPr>
        <w:t xml:space="preserve">provide </w:t>
      </w:r>
      <w:r w:rsidR="00B81BDB">
        <w:rPr>
          <w:szCs w:val="24"/>
        </w:rPr>
        <w:t xml:space="preserve">sufficient </w:t>
      </w:r>
      <w:r w:rsidRPr="0028321A">
        <w:rPr>
          <w:szCs w:val="24"/>
        </w:rPr>
        <w:t xml:space="preserve">guidance to staff and </w:t>
      </w:r>
      <w:r w:rsidR="00B81BDB">
        <w:rPr>
          <w:szCs w:val="24"/>
        </w:rPr>
        <w:t xml:space="preserve">ensure </w:t>
      </w:r>
      <w:r w:rsidRPr="0028321A">
        <w:rPr>
          <w:szCs w:val="24"/>
        </w:rPr>
        <w:t>consistency to program applicants and</w:t>
      </w:r>
      <w:r w:rsidR="00D10D7E">
        <w:rPr>
          <w:szCs w:val="24"/>
        </w:rPr>
        <w:t> </w:t>
      </w:r>
      <w:r w:rsidRPr="0028321A">
        <w:rPr>
          <w:szCs w:val="24"/>
        </w:rPr>
        <w:t>participants.</w:t>
      </w:r>
    </w:p>
    <w:p w14:paraId="5E6F340E" w14:textId="77777777" w:rsidR="00D80029" w:rsidRPr="0028321A" w:rsidRDefault="00020BE1" w:rsidP="0028321A">
      <w:pPr>
        <w:suppressLineNumbers/>
        <w:spacing w:before="120" w:after="0"/>
        <w:rPr>
          <w:b/>
          <w:szCs w:val="24"/>
        </w:rPr>
      </w:pPr>
      <w:r>
        <w:rPr>
          <w:szCs w:val="24"/>
        </w:rPr>
        <w:t>Creating policies based upon HUD guidance is not mandatory but</w:t>
      </w:r>
      <w:r w:rsidR="00D5157B" w:rsidRPr="0028321A">
        <w:rPr>
          <w:szCs w:val="24"/>
        </w:rPr>
        <w:t xml:space="preserve"> provides a PHA with a “safe harbor.” HUD has already determined that the recommendations and suggestions it makes are consistent with mandatory policies. If a PHA adopts an alternative strategy, it must make its own determination that the alternative app</w:t>
      </w:r>
      <w:r w:rsidR="00D5157B" w:rsidRPr="0028321A">
        <w:rPr>
          <w:bCs/>
          <w:snapToGrid w:val="0"/>
          <w:szCs w:val="24"/>
        </w:rPr>
        <w:t xml:space="preserve">roach is consistent with legislation, regulations, and other mandatory requirements. There may be very good reasons for adopting a policy or procedure that is different than HUD’s safe harbor, but </w:t>
      </w:r>
      <w:r w:rsidR="00DE4F9E">
        <w:rPr>
          <w:bCs/>
          <w:snapToGrid w:val="0"/>
          <w:szCs w:val="24"/>
        </w:rPr>
        <w:t>PHAs</w:t>
      </w:r>
      <w:r w:rsidR="00C8053E" w:rsidRPr="0028321A">
        <w:rPr>
          <w:bCs/>
          <w:snapToGrid w:val="0"/>
          <w:szCs w:val="24"/>
        </w:rPr>
        <w:t xml:space="preserve"> </w:t>
      </w:r>
      <w:r w:rsidR="00D5157B" w:rsidRPr="0028321A">
        <w:rPr>
          <w:bCs/>
          <w:snapToGrid w:val="0"/>
          <w:szCs w:val="24"/>
        </w:rPr>
        <w:t xml:space="preserve">should carefully think through </w:t>
      </w:r>
      <w:r w:rsidR="00C8053E" w:rsidRPr="0028321A">
        <w:rPr>
          <w:bCs/>
          <w:snapToGrid w:val="0"/>
          <w:szCs w:val="24"/>
        </w:rPr>
        <w:t xml:space="preserve">those </w:t>
      </w:r>
      <w:r w:rsidR="00D5157B" w:rsidRPr="0028321A">
        <w:rPr>
          <w:bCs/>
          <w:snapToGrid w:val="0"/>
          <w:szCs w:val="24"/>
        </w:rPr>
        <w:t>decision</w:t>
      </w:r>
      <w:r w:rsidR="00C8053E" w:rsidRPr="0028321A">
        <w:rPr>
          <w:bCs/>
          <w:snapToGrid w:val="0"/>
          <w:szCs w:val="24"/>
        </w:rPr>
        <w:t>s</w:t>
      </w:r>
      <w:r w:rsidR="00D5157B" w:rsidRPr="0028321A">
        <w:rPr>
          <w:bCs/>
          <w:snapToGrid w:val="0"/>
          <w:szCs w:val="24"/>
        </w:rPr>
        <w:t>.</w:t>
      </w:r>
    </w:p>
    <w:p w14:paraId="6B2CDC9E" w14:textId="77777777" w:rsidR="00EE6416" w:rsidRPr="0028321A" w:rsidRDefault="008B12D0" w:rsidP="00BD7AB9">
      <w:pPr>
        <w:suppressLineNumbers/>
        <w:spacing w:before="240" w:after="0"/>
        <w:rPr>
          <w:szCs w:val="24"/>
        </w:rPr>
      </w:pPr>
      <w:r w:rsidRPr="0028321A">
        <w:rPr>
          <w:b/>
          <w:szCs w:val="24"/>
        </w:rPr>
        <w:t>1-III.C.</w:t>
      </w:r>
      <w:r w:rsidR="000D53BA">
        <w:rPr>
          <w:b/>
          <w:szCs w:val="24"/>
        </w:rPr>
        <w:t xml:space="preserve"> </w:t>
      </w:r>
      <w:r w:rsidRPr="0028321A">
        <w:rPr>
          <w:b/>
          <w:szCs w:val="24"/>
        </w:rPr>
        <w:t>ORGANIZATION OF THE PLAN</w:t>
      </w:r>
    </w:p>
    <w:p w14:paraId="331889F1" w14:textId="77777777" w:rsidR="00EE6416" w:rsidRPr="0028321A" w:rsidRDefault="008B12D0" w:rsidP="0028321A">
      <w:pPr>
        <w:suppressLineNumbers/>
        <w:spacing w:before="120" w:after="0"/>
        <w:rPr>
          <w:szCs w:val="24"/>
        </w:rPr>
      </w:pPr>
      <w:r w:rsidRPr="0028321A">
        <w:rPr>
          <w:szCs w:val="24"/>
        </w:rPr>
        <w:t xml:space="preserve">The </w:t>
      </w:r>
      <w:r w:rsidR="00020BE1">
        <w:rPr>
          <w:szCs w:val="24"/>
        </w:rPr>
        <w:t>p</w:t>
      </w:r>
      <w:r w:rsidRPr="0028321A">
        <w:rPr>
          <w:szCs w:val="24"/>
        </w:rPr>
        <w:t>lan is organized to provide information to users in particular areas of operation.</w:t>
      </w:r>
      <w:r w:rsidR="000D53BA">
        <w:rPr>
          <w:szCs w:val="24"/>
        </w:rPr>
        <w:t xml:space="preserve"> </w:t>
      </w:r>
    </w:p>
    <w:p w14:paraId="4F70B5CC" w14:textId="77777777" w:rsidR="008B12D0" w:rsidRPr="0028321A" w:rsidRDefault="00D01492" w:rsidP="00BD7AB9">
      <w:pPr>
        <w:suppressLineNumbers/>
        <w:spacing w:before="240" w:after="0"/>
        <w:rPr>
          <w:szCs w:val="24"/>
        </w:rPr>
      </w:pPr>
      <w:r>
        <w:rPr>
          <w:b/>
          <w:szCs w:val="24"/>
        </w:rPr>
        <w:t xml:space="preserve">1-III.D. </w:t>
      </w:r>
      <w:r w:rsidR="008B12D0" w:rsidRPr="0028321A">
        <w:rPr>
          <w:b/>
          <w:szCs w:val="24"/>
        </w:rPr>
        <w:t>UPDATING AND REVISING THE PLAN</w:t>
      </w:r>
    </w:p>
    <w:p w14:paraId="31FB2562" w14:textId="77777777" w:rsidR="00EE6416" w:rsidRPr="0028321A" w:rsidRDefault="00A520C5" w:rsidP="0028321A">
      <w:pPr>
        <w:suppressLineNumbers/>
        <w:spacing w:before="120" w:after="0"/>
        <w:rPr>
          <w:szCs w:val="24"/>
        </w:rPr>
      </w:pPr>
      <w:r w:rsidRPr="0028321A">
        <w:rPr>
          <w:szCs w:val="24"/>
        </w:rPr>
        <w:t xml:space="preserve">The PHA will revise this </w:t>
      </w:r>
      <w:r w:rsidR="00D502E0" w:rsidRPr="0028321A">
        <w:rPr>
          <w:szCs w:val="24"/>
        </w:rPr>
        <w:t xml:space="preserve">administrative plan </w:t>
      </w:r>
      <w:r w:rsidRPr="0028321A">
        <w:rPr>
          <w:szCs w:val="24"/>
        </w:rPr>
        <w:t xml:space="preserve">as needed to comply with changes in HUD regulations. The original </w:t>
      </w:r>
      <w:r w:rsidR="00D502E0" w:rsidRPr="0028321A">
        <w:rPr>
          <w:szCs w:val="24"/>
        </w:rPr>
        <w:t xml:space="preserve">plan </w:t>
      </w:r>
      <w:r w:rsidRPr="0028321A">
        <w:rPr>
          <w:szCs w:val="24"/>
        </w:rPr>
        <w:t xml:space="preserve">and any changes must be approved by the </w:t>
      </w:r>
      <w:r w:rsidR="00D502E0" w:rsidRPr="0028321A">
        <w:rPr>
          <w:szCs w:val="24"/>
        </w:rPr>
        <w:t xml:space="preserve">board </w:t>
      </w:r>
      <w:r w:rsidRPr="0028321A">
        <w:rPr>
          <w:szCs w:val="24"/>
        </w:rPr>
        <w:t xml:space="preserve">of </w:t>
      </w:r>
      <w:r w:rsidR="00D502E0" w:rsidRPr="0028321A">
        <w:rPr>
          <w:szCs w:val="24"/>
        </w:rPr>
        <w:t xml:space="preserve">commissioners </w:t>
      </w:r>
      <w:r w:rsidRPr="0028321A">
        <w:rPr>
          <w:szCs w:val="24"/>
        </w:rPr>
        <w:t>of the agency, the pertinent sections included in the Agency Plan, and a copy provided to HUD.</w:t>
      </w:r>
    </w:p>
    <w:p w14:paraId="0AD5E504" w14:textId="77777777" w:rsidR="00F815DC" w:rsidRPr="0028321A" w:rsidRDefault="008B12D0" w:rsidP="001C4507">
      <w:pPr>
        <w:suppressLineNumbers/>
        <w:spacing w:before="120" w:after="0"/>
        <w:ind w:left="720"/>
        <w:rPr>
          <w:szCs w:val="24"/>
        </w:rPr>
      </w:pPr>
      <w:r w:rsidRPr="0028321A">
        <w:rPr>
          <w:szCs w:val="24"/>
          <w:u w:val="single"/>
        </w:rPr>
        <w:t>PHA Policy</w:t>
      </w:r>
    </w:p>
    <w:p w14:paraId="4ABF77B6" w14:textId="77777777" w:rsidR="00330D39" w:rsidRDefault="00330D39" w:rsidP="00BD7AB9">
      <w:pPr>
        <w:spacing w:before="120" w:after="0"/>
        <w:ind w:left="720"/>
        <w:rPr>
          <w:szCs w:val="24"/>
        </w:rPr>
      </w:pPr>
      <w:r w:rsidRPr="0028321A">
        <w:rPr>
          <w:szCs w:val="24"/>
        </w:rPr>
        <w:t xml:space="preserve">The PHA will review and update the plan </w:t>
      </w:r>
      <w:r w:rsidR="00FD20C2">
        <w:rPr>
          <w:szCs w:val="24"/>
        </w:rPr>
        <w:t>as</w:t>
      </w:r>
      <w:r w:rsidRPr="0028321A">
        <w:rPr>
          <w:szCs w:val="24"/>
        </w:rPr>
        <w:t xml:space="preserve"> needed, to reflect changes in regulations, PHA operations, or when needed to ensure staff consistency in operation.</w:t>
      </w:r>
    </w:p>
    <w:p w14:paraId="2E604FDE" w14:textId="77777777" w:rsidR="00066FFC" w:rsidRPr="0028321A" w:rsidRDefault="00066FFC" w:rsidP="00330D39">
      <w:pPr>
        <w:tabs>
          <w:tab w:val="num" w:pos="1080"/>
        </w:tabs>
        <w:spacing w:before="120"/>
        <w:ind w:left="720"/>
        <w:rPr>
          <w:szCs w:val="24"/>
        </w:rPr>
      </w:pPr>
      <w:r>
        <w:rPr>
          <w:szCs w:val="24"/>
        </w:rPr>
        <w:br w:type="page"/>
      </w:r>
    </w:p>
    <w:sectPr w:rsidR="00066FFC" w:rsidRPr="0028321A" w:rsidSect="00977788">
      <w:footerReference w:type="default" r:id="rId10"/>
      <w:pgSz w:w="12240" w:h="15840" w:code="1"/>
      <w:pgMar w:top="1440" w:right="1440" w:bottom="1440" w:left="1440" w:header="108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AF124" w14:textId="77777777" w:rsidR="007E74F5" w:rsidRDefault="007E74F5">
      <w:r>
        <w:separator/>
      </w:r>
    </w:p>
  </w:endnote>
  <w:endnote w:type="continuationSeparator" w:id="0">
    <w:p w14:paraId="4B7ED8A7" w14:textId="77777777" w:rsidR="007E74F5" w:rsidRDefault="007E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1752" w14:textId="77777777" w:rsidR="00C01DEC" w:rsidRDefault="00530EF0" w:rsidP="00690F73">
    <w:pPr>
      <w:pStyle w:val="Footer"/>
      <w:framePr w:wrap="around" w:vAnchor="text" w:hAnchor="margin" w:xAlign="center" w:y="1"/>
      <w:spacing w:after="0"/>
      <w:rPr>
        <w:rFonts w:ascii="Times New Roman" w:hAnsi="Times New Roman"/>
        <w:b w:val="0"/>
        <w:sz w:val="24"/>
      </w:rPr>
    </w:pPr>
    <w:r>
      <w:rPr>
        <w:rFonts w:ascii="Times New Roman" w:hAnsi="Times New Roman"/>
        <w:b w:val="0"/>
        <w:sz w:val="24"/>
      </w:rPr>
      <w:t>Page</w:t>
    </w:r>
    <w:r w:rsidR="00CC0C96">
      <w:rPr>
        <w:rFonts w:ascii="Times New Roman" w:hAnsi="Times New Roman"/>
        <w:b w:val="0"/>
        <w:sz w:val="24"/>
      </w:rPr>
      <w:t xml:space="preserve"> </w:t>
    </w:r>
    <w:r w:rsidR="00C01DEC">
      <w:rPr>
        <w:rFonts w:ascii="Times New Roman" w:hAnsi="Times New Roman"/>
        <w:b w:val="0"/>
        <w:sz w:val="24"/>
      </w:rPr>
      <w:t>1-</w:t>
    </w:r>
    <w:r w:rsidR="00C01DEC">
      <w:rPr>
        <w:rFonts w:ascii="Times New Roman" w:hAnsi="Times New Roman"/>
        <w:b w:val="0"/>
        <w:sz w:val="24"/>
      </w:rPr>
      <w:fldChar w:fldCharType="begin"/>
    </w:r>
    <w:r w:rsidR="00C01DEC">
      <w:rPr>
        <w:rFonts w:ascii="Times New Roman" w:hAnsi="Times New Roman"/>
        <w:b w:val="0"/>
        <w:sz w:val="24"/>
      </w:rPr>
      <w:instrText xml:space="preserve">page  </w:instrText>
    </w:r>
    <w:r w:rsidR="00C01DEC">
      <w:rPr>
        <w:rFonts w:ascii="Times New Roman" w:hAnsi="Times New Roman"/>
        <w:b w:val="0"/>
        <w:sz w:val="24"/>
      </w:rPr>
      <w:fldChar w:fldCharType="separate"/>
    </w:r>
    <w:r w:rsidR="00CE0D72">
      <w:rPr>
        <w:rFonts w:ascii="Times New Roman" w:hAnsi="Times New Roman"/>
        <w:b w:val="0"/>
        <w:noProof/>
        <w:sz w:val="24"/>
      </w:rPr>
      <w:t>16</w:t>
    </w:r>
    <w:r w:rsidR="00C01DEC">
      <w:rPr>
        <w:rFonts w:ascii="Times New Roman" w:hAnsi="Times New Roman"/>
        <w:b w:val="0"/>
        <w:sz w:val="24"/>
      </w:rPr>
      <w:fldChar w:fldCharType="end"/>
    </w:r>
  </w:p>
  <w:p w14:paraId="7D6B7376" w14:textId="77777777" w:rsidR="00C01DEC" w:rsidRDefault="00835814">
    <w:pPr>
      <w:pStyle w:val="Footer"/>
      <w:tabs>
        <w:tab w:val="clear" w:pos="4320"/>
        <w:tab w:val="clear" w:pos="8640"/>
        <w:tab w:val="center" w:pos="4680"/>
        <w:tab w:val="right" w:pos="9360"/>
      </w:tabs>
      <w:spacing w:after="0"/>
      <w:rPr>
        <w:rFonts w:ascii="Times New Roman" w:hAnsi="Times New Roman"/>
        <w:b w:val="0"/>
      </w:rPr>
    </w:pPr>
    <w:r w:rsidRPr="00796C25">
      <w:rPr>
        <w:szCs w:val="18"/>
      </w:rPr>
      <w:t>©</w:t>
    </w:r>
    <w:r w:rsidR="00C01DEC">
      <w:rPr>
        <w:rFonts w:ascii="Times New Roman" w:hAnsi="Times New Roman"/>
        <w:b w:val="0"/>
      </w:rPr>
      <w:t xml:space="preserve"> Copyright </w:t>
    </w:r>
    <w:r w:rsidR="002934EB">
      <w:rPr>
        <w:rFonts w:ascii="Times New Roman" w:hAnsi="Times New Roman"/>
        <w:b w:val="0"/>
      </w:rPr>
      <w:t xml:space="preserve">2024 </w:t>
    </w:r>
    <w:r w:rsidR="00C01DEC">
      <w:rPr>
        <w:rFonts w:ascii="Times New Roman" w:hAnsi="Times New Roman"/>
        <w:b w:val="0"/>
      </w:rPr>
      <w:t>Nan McKay &amp; Associates</w:t>
    </w:r>
    <w:r w:rsidR="00C01DEC">
      <w:rPr>
        <w:rFonts w:ascii="Times New Roman" w:hAnsi="Times New Roman"/>
        <w:b w:val="0"/>
      </w:rPr>
      <w:tab/>
    </w:r>
    <w:r w:rsidR="00C01DEC">
      <w:rPr>
        <w:rFonts w:ascii="Times New Roman" w:hAnsi="Times New Roman"/>
        <w:b w:val="0"/>
      </w:rPr>
      <w:tab/>
    </w:r>
    <w:proofErr w:type="spellStart"/>
    <w:r w:rsidR="00C01DEC">
      <w:rPr>
        <w:rFonts w:ascii="Times New Roman" w:hAnsi="Times New Roman"/>
        <w:b w:val="0"/>
      </w:rPr>
      <w:t>Admin</w:t>
    </w:r>
    <w:r w:rsidR="00BF0E75">
      <w:rPr>
        <w:rFonts w:ascii="Times New Roman" w:hAnsi="Times New Roman"/>
        <w:b w:val="0"/>
      </w:rPr>
      <w:t>p</w:t>
    </w:r>
    <w:r w:rsidR="00C01DEC">
      <w:rPr>
        <w:rFonts w:ascii="Times New Roman" w:hAnsi="Times New Roman"/>
        <w:b w:val="0"/>
      </w:rPr>
      <w:t>lan</w:t>
    </w:r>
    <w:proofErr w:type="spellEnd"/>
    <w:r>
      <w:rPr>
        <w:rFonts w:ascii="Times New Roman" w:hAnsi="Times New Roman"/>
        <w:b w:val="0"/>
      </w:rPr>
      <w:t xml:space="preserve"> </w:t>
    </w:r>
    <w:r w:rsidR="0096653F">
      <w:rPr>
        <w:rFonts w:ascii="Times New Roman" w:hAnsi="Times New Roman"/>
        <w:b w:val="0"/>
      </w:rPr>
      <w:t>8/1/24</w:t>
    </w:r>
  </w:p>
  <w:p w14:paraId="1E396B6F" w14:textId="77777777" w:rsidR="00C01DEC" w:rsidRDefault="00C01DEC">
    <w:pPr>
      <w:tabs>
        <w:tab w:val="right" w:pos="9360"/>
      </w:tabs>
      <w:spacing w:before="0" w:after="0"/>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7D0D5" w14:textId="77777777" w:rsidR="007E74F5" w:rsidRDefault="007E74F5">
      <w:r>
        <w:separator/>
      </w:r>
    </w:p>
  </w:footnote>
  <w:footnote w:type="continuationSeparator" w:id="0">
    <w:p w14:paraId="34397CB1" w14:textId="77777777" w:rsidR="007E74F5" w:rsidRDefault="007E7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296AD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0" w:legacyIndent="720"/>
      <w:lvlJc w:val="left"/>
      <w:pPr>
        <w:ind w:left="720" w:hanging="720"/>
      </w:pPr>
      <w:rPr>
        <w:b w:val="0"/>
        <w:i w:val="0"/>
      </w:rPr>
    </w:lvl>
    <w:lvl w:ilvl="1">
      <w:start w:val="1"/>
      <w:numFmt w:val="lowerLetter"/>
      <w:pStyle w:val="Heading2"/>
      <w:lvlText w:val="%2."/>
      <w:legacy w:legacy="1" w:legacySpace="0" w:legacyIndent="360"/>
      <w:lvlJc w:val="left"/>
      <w:pPr>
        <w:ind w:left="1080" w:hanging="360"/>
      </w:pPr>
      <w:rPr>
        <w:b w:val="0"/>
        <w:i w:val="0"/>
      </w:r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abstractNum w:abstractNumId="2" w15:restartNumberingAfterBreak="0">
    <w:nsid w:val="14EC6177"/>
    <w:multiLevelType w:val="hybridMultilevel"/>
    <w:tmpl w:val="B2CCC1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8B460AD"/>
    <w:multiLevelType w:val="hybridMultilevel"/>
    <w:tmpl w:val="421EDF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8D14BDB"/>
    <w:multiLevelType w:val="hybridMultilevel"/>
    <w:tmpl w:val="CA6073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AF52EB"/>
    <w:multiLevelType w:val="hybridMultilevel"/>
    <w:tmpl w:val="8DC684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EB29E9"/>
    <w:multiLevelType w:val="hybridMultilevel"/>
    <w:tmpl w:val="2498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D24DFC"/>
    <w:multiLevelType w:val="hybridMultilevel"/>
    <w:tmpl w:val="72E4370E"/>
    <w:lvl w:ilvl="0" w:tplc="DE7E34D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661213A"/>
    <w:multiLevelType w:val="hybridMultilevel"/>
    <w:tmpl w:val="B998B244"/>
    <w:lvl w:ilvl="0" w:tplc="503EB06E">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741135E"/>
    <w:multiLevelType w:val="multilevel"/>
    <w:tmpl w:val="B2CCC15E"/>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A471376"/>
    <w:multiLevelType w:val="hybridMultilevel"/>
    <w:tmpl w:val="7240A2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3173AF6"/>
    <w:multiLevelType w:val="hybridMultilevel"/>
    <w:tmpl w:val="53BCDFA0"/>
    <w:lvl w:ilvl="0" w:tplc="BE10E934">
      <w:start w:val="1"/>
      <w:numFmt w:val="bullet"/>
      <w:lvlText w:val=""/>
      <w:lvlJc w:val="left"/>
      <w:pPr>
        <w:tabs>
          <w:tab w:val="num" w:pos="720"/>
        </w:tabs>
        <w:ind w:left="720" w:hanging="360"/>
      </w:pPr>
      <w:rPr>
        <w:rFonts w:ascii="Wingdings" w:hAnsi="Wingdings" w:hint="default"/>
      </w:rPr>
    </w:lvl>
    <w:lvl w:ilvl="1" w:tplc="03B0EA3E">
      <w:numFmt w:val="bullet"/>
      <w:lvlText w:val=""/>
      <w:lvlJc w:val="left"/>
      <w:pPr>
        <w:tabs>
          <w:tab w:val="num" w:pos="1440"/>
        </w:tabs>
        <w:ind w:left="1440" w:hanging="360"/>
      </w:pPr>
      <w:rPr>
        <w:rFonts w:ascii="Wingdings" w:hAnsi="Wingdings" w:hint="default"/>
      </w:rPr>
    </w:lvl>
    <w:lvl w:ilvl="2" w:tplc="CF52FB04" w:tentative="1">
      <w:start w:val="1"/>
      <w:numFmt w:val="bullet"/>
      <w:lvlText w:val=""/>
      <w:lvlJc w:val="left"/>
      <w:pPr>
        <w:tabs>
          <w:tab w:val="num" w:pos="2160"/>
        </w:tabs>
        <w:ind w:left="2160" w:hanging="360"/>
      </w:pPr>
      <w:rPr>
        <w:rFonts w:ascii="Wingdings" w:hAnsi="Wingdings" w:hint="default"/>
      </w:rPr>
    </w:lvl>
    <w:lvl w:ilvl="3" w:tplc="53AA2824" w:tentative="1">
      <w:start w:val="1"/>
      <w:numFmt w:val="bullet"/>
      <w:lvlText w:val=""/>
      <w:lvlJc w:val="left"/>
      <w:pPr>
        <w:tabs>
          <w:tab w:val="num" w:pos="2880"/>
        </w:tabs>
        <w:ind w:left="2880" w:hanging="360"/>
      </w:pPr>
      <w:rPr>
        <w:rFonts w:ascii="Wingdings" w:hAnsi="Wingdings" w:hint="default"/>
      </w:rPr>
    </w:lvl>
    <w:lvl w:ilvl="4" w:tplc="2FF2B8C4" w:tentative="1">
      <w:start w:val="1"/>
      <w:numFmt w:val="bullet"/>
      <w:lvlText w:val=""/>
      <w:lvlJc w:val="left"/>
      <w:pPr>
        <w:tabs>
          <w:tab w:val="num" w:pos="3600"/>
        </w:tabs>
        <w:ind w:left="3600" w:hanging="360"/>
      </w:pPr>
      <w:rPr>
        <w:rFonts w:ascii="Wingdings" w:hAnsi="Wingdings" w:hint="default"/>
      </w:rPr>
    </w:lvl>
    <w:lvl w:ilvl="5" w:tplc="DEA05BB2" w:tentative="1">
      <w:start w:val="1"/>
      <w:numFmt w:val="bullet"/>
      <w:lvlText w:val=""/>
      <w:lvlJc w:val="left"/>
      <w:pPr>
        <w:tabs>
          <w:tab w:val="num" w:pos="4320"/>
        </w:tabs>
        <w:ind w:left="4320" w:hanging="360"/>
      </w:pPr>
      <w:rPr>
        <w:rFonts w:ascii="Wingdings" w:hAnsi="Wingdings" w:hint="default"/>
      </w:rPr>
    </w:lvl>
    <w:lvl w:ilvl="6" w:tplc="3898AAEA" w:tentative="1">
      <w:start w:val="1"/>
      <w:numFmt w:val="bullet"/>
      <w:lvlText w:val=""/>
      <w:lvlJc w:val="left"/>
      <w:pPr>
        <w:tabs>
          <w:tab w:val="num" w:pos="5040"/>
        </w:tabs>
        <w:ind w:left="5040" w:hanging="360"/>
      </w:pPr>
      <w:rPr>
        <w:rFonts w:ascii="Wingdings" w:hAnsi="Wingdings" w:hint="default"/>
      </w:rPr>
    </w:lvl>
    <w:lvl w:ilvl="7" w:tplc="6DE66A64" w:tentative="1">
      <w:start w:val="1"/>
      <w:numFmt w:val="bullet"/>
      <w:lvlText w:val=""/>
      <w:lvlJc w:val="left"/>
      <w:pPr>
        <w:tabs>
          <w:tab w:val="num" w:pos="5760"/>
        </w:tabs>
        <w:ind w:left="5760" w:hanging="360"/>
      </w:pPr>
      <w:rPr>
        <w:rFonts w:ascii="Wingdings" w:hAnsi="Wingdings" w:hint="default"/>
      </w:rPr>
    </w:lvl>
    <w:lvl w:ilvl="8" w:tplc="00A4CF1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DD2D81"/>
    <w:multiLevelType w:val="hybridMultilevel"/>
    <w:tmpl w:val="D91CA6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AA67B01"/>
    <w:multiLevelType w:val="hybridMultilevel"/>
    <w:tmpl w:val="D4A8C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9E23E0"/>
    <w:multiLevelType w:val="multilevel"/>
    <w:tmpl w:val="2D72D8B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4C00A2F"/>
    <w:multiLevelType w:val="hybridMultilevel"/>
    <w:tmpl w:val="37A659E4"/>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AE4556"/>
    <w:multiLevelType w:val="hybridMultilevel"/>
    <w:tmpl w:val="82686B4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32F3557"/>
    <w:multiLevelType w:val="hybridMultilevel"/>
    <w:tmpl w:val="2D72D8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BA70D02"/>
    <w:multiLevelType w:val="hybridMultilevel"/>
    <w:tmpl w:val="81CCD7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BE30A57"/>
    <w:multiLevelType w:val="hybridMultilevel"/>
    <w:tmpl w:val="DD20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1101425">
    <w:abstractNumId w:val="1"/>
  </w:num>
  <w:num w:numId="2" w16cid:durableId="479152626">
    <w:abstractNumId w:val="16"/>
  </w:num>
  <w:num w:numId="3" w16cid:durableId="449209230">
    <w:abstractNumId w:val="17"/>
  </w:num>
  <w:num w:numId="4" w16cid:durableId="406655242">
    <w:abstractNumId w:val="3"/>
  </w:num>
  <w:num w:numId="5" w16cid:durableId="1701276470">
    <w:abstractNumId w:val="18"/>
  </w:num>
  <w:num w:numId="6" w16cid:durableId="919022367">
    <w:abstractNumId w:val="2"/>
  </w:num>
  <w:num w:numId="7" w16cid:durableId="668755">
    <w:abstractNumId w:val="12"/>
  </w:num>
  <w:num w:numId="8" w16cid:durableId="487551374">
    <w:abstractNumId w:val="10"/>
  </w:num>
  <w:num w:numId="9" w16cid:durableId="658390976">
    <w:abstractNumId w:val="15"/>
  </w:num>
  <w:num w:numId="10" w16cid:durableId="1666473038">
    <w:abstractNumId w:val="5"/>
  </w:num>
  <w:num w:numId="11" w16cid:durableId="1831362084">
    <w:abstractNumId w:val="4"/>
  </w:num>
  <w:num w:numId="12" w16cid:durableId="1735278447">
    <w:abstractNumId w:val="7"/>
  </w:num>
  <w:num w:numId="13" w16cid:durableId="1434862195">
    <w:abstractNumId w:val="13"/>
  </w:num>
  <w:num w:numId="14" w16cid:durableId="2513877">
    <w:abstractNumId w:val="6"/>
  </w:num>
  <w:num w:numId="15" w16cid:durableId="830412516">
    <w:abstractNumId w:val="14"/>
  </w:num>
  <w:num w:numId="16" w16cid:durableId="1718823105">
    <w:abstractNumId w:val="9"/>
  </w:num>
  <w:num w:numId="17" w16cid:durableId="575019669">
    <w:abstractNumId w:val="8"/>
  </w:num>
  <w:num w:numId="18" w16cid:durableId="119762151">
    <w:abstractNumId w:val="0"/>
  </w:num>
  <w:num w:numId="19" w16cid:durableId="619528161">
    <w:abstractNumId w:val="19"/>
  </w:num>
  <w:num w:numId="20" w16cid:durableId="17041329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fillcolor="yellow">
      <v:fill color="yellow"/>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FF8"/>
    <w:rsid w:val="00020BE1"/>
    <w:rsid w:val="000214B2"/>
    <w:rsid w:val="00034925"/>
    <w:rsid w:val="0003494F"/>
    <w:rsid w:val="00056FAA"/>
    <w:rsid w:val="00066FFC"/>
    <w:rsid w:val="00067762"/>
    <w:rsid w:val="0007021A"/>
    <w:rsid w:val="00076731"/>
    <w:rsid w:val="00095719"/>
    <w:rsid w:val="000962E1"/>
    <w:rsid w:val="000A6B43"/>
    <w:rsid w:val="000C01B4"/>
    <w:rsid w:val="000C3882"/>
    <w:rsid w:val="000C6E01"/>
    <w:rsid w:val="000D53BA"/>
    <w:rsid w:val="000E5C3C"/>
    <w:rsid w:val="000F2807"/>
    <w:rsid w:val="00107A67"/>
    <w:rsid w:val="001529F5"/>
    <w:rsid w:val="00153570"/>
    <w:rsid w:val="0015474C"/>
    <w:rsid w:val="00177B5A"/>
    <w:rsid w:val="00190519"/>
    <w:rsid w:val="00190FA1"/>
    <w:rsid w:val="00191F76"/>
    <w:rsid w:val="001928EB"/>
    <w:rsid w:val="001B28E0"/>
    <w:rsid w:val="001B3EBD"/>
    <w:rsid w:val="001B4C68"/>
    <w:rsid w:val="001B62B4"/>
    <w:rsid w:val="001C4507"/>
    <w:rsid w:val="001C4F51"/>
    <w:rsid w:val="001E1932"/>
    <w:rsid w:val="001F63DC"/>
    <w:rsid w:val="00207763"/>
    <w:rsid w:val="00217FAF"/>
    <w:rsid w:val="00235569"/>
    <w:rsid w:val="00276D14"/>
    <w:rsid w:val="00277220"/>
    <w:rsid w:val="0028321A"/>
    <w:rsid w:val="0028500C"/>
    <w:rsid w:val="002934EB"/>
    <w:rsid w:val="002A5A90"/>
    <w:rsid w:val="002C4375"/>
    <w:rsid w:val="002C4DF8"/>
    <w:rsid w:val="002C640F"/>
    <w:rsid w:val="002D0BC0"/>
    <w:rsid w:val="002D48F1"/>
    <w:rsid w:val="002D67BA"/>
    <w:rsid w:val="002E6BE0"/>
    <w:rsid w:val="0030333C"/>
    <w:rsid w:val="00317983"/>
    <w:rsid w:val="00330D39"/>
    <w:rsid w:val="003364AE"/>
    <w:rsid w:val="003417AE"/>
    <w:rsid w:val="003513DC"/>
    <w:rsid w:val="00353EAF"/>
    <w:rsid w:val="00371974"/>
    <w:rsid w:val="003966B0"/>
    <w:rsid w:val="003A7FF8"/>
    <w:rsid w:val="003C19D7"/>
    <w:rsid w:val="003D71E0"/>
    <w:rsid w:val="003F2185"/>
    <w:rsid w:val="003F4679"/>
    <w:rsid w:val="00411BC9"/>
    <w:rsid w:val="004209DB"/>
    <w:rsid w:val="0043269D"/>
    <w:rsid w:val="0044535C"/>
    <w:rsid w:val="00445BE4"/>
    <w:rsid w:val="0045733C"/>
    <w:rsid w:val="00467169"/>
    <w:rsid w:val="004735A6"/>
    <w:rsid w:val="00474716"/>
    <w:rsid w:val="00477AE8"/>
    <w:rsid w:val="00486326"/>
    <w:rsid w:val="0048640D"/>
    <w:rsid w:val="00491190"/>
    <w:rsid w:val="00497AA0"/>
    <w:rsid w:val="004B0205"/>
    <w:rsid w:val="004B7C64"/>
    <w:rsid w:val="004C0E85"/>
    <w:rsid w:val="004C76AF"/>
    <w:rsid w:val="004D2962"/>
    <w:rsid w:val="004D3F74"/>
    <w:rsid w:val="005114F2"/>
    <w:rsid w:val="005148F9"/>
    <w:rsid w:val="00525B15"/>
    <w:rsid w:val="00530EF0"/>
    <w:rsid w:val="005328CC"/>
    <w:rsid w:val="00535D11"/>
    <w:rsid w:val="005546AE"/>
    <w:rsid w:val="005675FF"/>
    <w:rsid w:val="00572208"/>
    <w:rsid w:val="0057746C"/>
    <w:rsid w:val="00577698"/>
    <w:rsid w:val="00586D52"/>
    <w:rsid w:val="005B6E2F"/>
    <w:rsid w:val="005D095E"/>
    <w:rsid w:val="00623D42"/>
    <w:rsid w:val="00646872"/>
    <w:rsid w:val="0065489D"/>
    <w:rsid w:val="00673C66"/>
    <w:rsid w:val="006818ED"/>
    <w:rsid w:val="00681EEC"/>
    <w:rsid w:val="00683C13"/>
    <w:rsid w:val="00690F73"/>
    <w:rsid w:val="006D3F51"/>
    <w:rsid w:val="006E15C5"/>
    <w:rsid w:val="007042A5"/>
    <w:rsid w:val="00733D24"/>
    <w:rsid w:val="00745EF3"/>
    <w:rsid w:val="0075530C"/>
    <w:rsid w:val="007556FD"/>
    <w:rsid w:val="0076430E"/>
    <w:rsid w:val="0077139B"/>
    <w:rsid w:val="00783763"/>
    <w:rsid w:val="00787CB4"/>
    <w:rsid w:val="00795E00"/>
    <w:rsid w:val="007B47D7"/>
    <w:rsid w:val="007C1016"/>
    <w:rsid w:val="007C5AC7"/>
    <w:rsid w:val="007C7A87"/>
    <w:rsid w:val="007D3766"/>
    <w:rsid w:val="007D596F"/>
    <w:rsid w:val="007D604D"/>
    <w:rsid w:val="007E1959"/>
    <w:rsid w:val="007E1D09"/>
    <w:rsid w:val="007E74F5"/>
    <w:rsid w:val="007F0C64"/>
    <w:rsid w:val="007F2034"/>
    <w:rsid w:val="007F669A"/>
    <w:rsid w:val="007F74CE"/>
    <w:rsid w:val="00807534"/>
    <w:rsid w:val="00811574"/>
    <w:rsid w:val="008120FD"/>
    <w:rsid w:val="008123E8"/>
    <w:rsid w:val="00827E51"/>
    <w:rsid w:val="00830D40"/>
    <w:rsid w:val="0083528D"/>
    <w:rsid w:val="00835814"/>
    <w:rsid w:val="00836F78"/>
    <w:rsid w:val="00841F55"/>
    <w:rsid w:val="00863C66"/>
    <w:rsid w:val="008646A6"/>
    <w:rsid w:val="008719A9"/>
    <w:rsid w:val="00897019"/>
    <w:rsid w:val="008A586C"/>
    <w:rsid w:val="008A5F11"/>
    <w:rsid w:val="008B12D0"/>
    <w:rsid w:val="008B6CB8"/>
    <w:rsid w:val="008C082A"/>
    <w:rsid w:val="008C161B"/>
    <w:rsid w:val="008D0545"/>
    <w:rsid w:val="008D2BF4"/>
    <w:rsid w:val="008E05B1"/>
    <w:rsid w:val="008E3848"/>
    <w:rsid w:val="008F7408"/>
    <w:rsid w:val="00906F74"/>
    <w:rsid w:val="00915B70"/>
    <w:rsid w:val="00936F9A"/>
    <w:rsid w:val="0096653F"/>
    <w:rsid w:val="0097094F"/>
    <w:rsid w:val="0097447B"/>
    <w:rsid w:val="00977485"/>
    <w:rsid w:val="00977788"/>
    <w:rsid w:val="00995DAB"/>
    <w:rsid w:val="009A0FA5"/>
    <w:rsid w:val="009A3190"/>
    <w:rsid w:val="009B1405"/>
    <w:rsid w:val="009B5C1B"/>
    <w:rsid w:val="009E00CB"/>
    <w:rsid w:val="009F0854"/>
    <w:rsid w:val="009F5FFA"/>
    <w:rsid w:val="00A13CC1"/>
    <w:rsid w:val="00A16F46"/>
    <w:rsid w:val="00A236ED"/>
    <w:rsid w:val="00A240AB"/>
    <w:rsid w:val="00A242F8"/>
    <w:rsid w:val="00A34D28"/>
    <w:rsid w:val="00A520C5"/>
    <w:rsid w:val="00A574D6"/>
    <w:rsid w:val="00A623DE"/>
    <w:rsid w:val="00A6256D"/>
    <w:rsid w:val="00A8068E"/>
    <w:rsid w:val="00A84118"/>
    <w:rsid w:val="00A84AD5"/>
    <w:rsid w:val="00AB0718"/>
    <w:rsid w:val="00AB6B9A"/>
    <w:rsid w:val="00AE1E9D"/>
    <w:rsid w:val="00AF5272"/>
    <w:rsid w:val="00B015DA"/>
    <w:rsid w:val="00B043BE"/>
    <w:rsid w:val="00B067D5"/>
    <w:rsid w:val="00B105A5"/>
    <w:rsid w:val="00B10620"/>
    <w:rsid w:val="00B1438E"/>
    <w:rsid w:val="00B21BFE"/>
    <w:rsid w:val="00B2291C"/>
    <w:rsid w:val="00B230A2"/>
    <w:rsid w:val="00B23CE4"/>
    <w:rsid w:val="00B323AB"/>
    <w:rsid w:val="00B43371"/>
    <w:rsid w:val="00B4736F"/>
    <w:rsid w:val="00B81BDB"/>
    <w:rsid w:val="00B81CCB"/>
    <w:rsid w:val="00B8622C"/>
    <w:rsid w:val="00BA5094"/>
    <w:rsid w:val="00BC75C1"/>
    <w:rsid w:val="00BD671D"/>
    <w:rsid w:val="00BD7AB9"/>
    <w:rsid w:val="00BE2A08"/>
    <w:rsid w:val="00BE7B58"/>
    <w:rsid w:val="00BF02D3"/>
    <w:rsid w:val="00BF0E75"/>
    <w:rsid w:val="00C01DEC"/>
    <w:rsid w:val="00C067D1"/>
    <w:rsid w:val="00C07BE4"/>
    <w:rsid w:val="00C11A50"/>
    <w:rsid w:val="00C14032"/>
    <w:rsid w:val="00C34C48"/>
    <w:rsid w:val="00C60DA6"/>
    <w:rsid w:val="00C67C5E"/>
    <w:rsid w:val="00C72750"/>
    <w:rsid w:val="00C8053E"/>
    <w:rsid w:val="00C85269"/>
    <w:rsid w:val="00CB004A"/>
    <w:rsid w:val="00CB57BB"/>
    <w:rsid w:val="00CC0C96"/>
    <w:rsid w:val="00CD039F"/>
    <w:rsid w:val="00CE0D72"/>
    <w:rsid w:val="00CE1ED8"/>
    <w:rsid w:val="00CF7F96"/>
    <w:rsid w:val="00D01492"/>
    <w:rsid w:val="00D03934"/>
    <w:rsid w:val="00D06831"/>
    <w:rsid w:val="00D10D7E"/>
    <w:rsid w:val="00D13CCC"/>
    <w:rsid w:val="00D35F8C"/>
    <w:rsid w:val="00D3709E"/>
    <w:rsid w:val="00D45DE2"/>
    <w:rsid w:val="00D502E0"/>
    <w:rsid w:val="00D5157B"/>
    <w:rsid w:val="00D562DF"/>
    <w:rsid w:val="00D64615"/>
    <w:rsid w:val="00D72C68"/>
    <w:rsid w:val="00D80029"/>
    <w:rsid w:val="00D85A9D"/>
    <w:rsid w:val="00DA2EF2"/>
    <w:rsid w:val="00DA3328"/>
    <w:rsid w:val="00DA7337"/>
    <w:rsid w:val="00DB440B"/>
    <w:rsid w:val="00DB47B4"/>
    <w:rsid w:val="00DE4F9E"/>
    <w:rsid w:val="00DF6B57"/>
    <w:rsid w:val="00E00D88"/>
    <w:rsid w:val="00E25080"/>
    <w:rsid w:val="00E27FC9"/>
    <w:rsid w:val="00E37ED9"/>
    <w:rsid w:val="00E53BF4"/>
    <w:rsid w:val="00E57610"/>
    <w:rsid w:val="00E62561"/>
    <w:rsid w:val="00E73F02"/>
    <w:rsid w:val="00E80832"/>
    <w:rsid w:val="00EA54D1"/>
    <w:rsid w:val="00EB1024"/>
    <w:rsid w:val="00EB7194"/>
    <w:rsid w:val="00EC2D76"/>
    <w:rsid w:val="00EC78BD"/>
    <w:rsid w:val="00ED2E4C"/>
    <w:rsid w:val="00EE1917"/>
    <w:rsid w:val="00EE6416"/>
    <w:rsid w:val="00F02795"/>
    <w:rsid w:val="00F052C8"/>
    <w:rsid w:val="00F06B98"/>
    <w:rsid w:val="00F11F36"/>
    <w:rsid w:val="00F410EE"/>
    <w:rsid w:val="00F4215E"/>
    <w:rsid w:val="00F42627"/>
    <w:rsid w:val="00F459E2"/>
    <w:rsid w:val="00F61B6A"/>
    <w:rsid w:val="00F7315D"/>
    <w:rsid w:val="00F74546"/>
    <w:rsid w:val="00F815DC"/>
    <w:rsid w:val="00F8628E"/>
    <w:rsid w:val="00F87C88"/>
    <w:rsid w:val="00FB16BB"/>
    <w:rsid w:val="00FB489C"/>
    <w:rsid w:val="00FC11CE"/>
    <w:rsid w:val="00FC5F3A"/>
    <w:rsid w:val="00FD20C2"/>
    <w:rsid w:val="00FE0AF2"/>
    <w:rsid w:val="00FF0377"/>
    <w:rsid w:val="00FF4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yellow">
      <v:fill color="yellow"/>
    </o:shapedefaults>
    <o:shapelayout v:ext="edit">
      <o:idmap v:ext="edit" data="2"/>
    </o:shapelayout>
  </w:shapeDefaults>
  <w:decimalSymbol w:val="."/>
  <w:listSeparator w:val=","/>
  <w14:docId w14:val="64B95492"/>
  <w15:chartTrackingRefBased/>
  <w15:docId w15:val="{EFD57DB6-2ACC-488D-8EFF-60FAB9B13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spacing w:before="140" w:after="140"/>
    </w:pPr>
    <w:rPr>
      <w:color w:val="000000"/>
      <w:sz w:val="24"/>
    </w:rPr>
  </w:style>
  <w:style w:type="paragraph" w:styleId="Heading1">
    <w:name w:val="heading 1"/>
    <w:basedOn w:val="Normal"/>
    <w:next w:val="Normal"/>
    <w:qFormat/>
    <w:pPr>
      <w:keepNext/>
      <w:tabs>
        <w:tab w:val="left" w:pos="576"/>
      </w:tabs>
      <w:spacing w:before="180" w:after="20"/>
      <w:ind w:left="576" w:hanging="576"/>
      <w:outlineLvl w:val="0"/>
    </w:pPr>
    <w:rPr>
      <w:rFonts w:ascii="Book Antiqua" w:hAnsi="Book Antiqua"/>
      <w:snapToGrid w:val="0"/>
      <w:kern w:val="28"/>
    </w:rPr>
  </w:style>
  <w:style w:type="paragraph" w:styleId="Heading2">
    <w:name w:val="heading 2"/>
    <w:basedOn w:val="Normal"/>
    <w:next w:val="Normal"/>
    <w:qFormat/>
    <w:pPr>
      <w:numPr>
        <w:ilvl w:val="1"/>
        <w:numId w:val="1"/>
      </w:numPr>
      <w:spacing w:before="20" w:after="40"/>
      <w:outlineLvl w:val="1"/>
    </w:pPr>
    <w:rPr>
      <w:b/>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keepNext/>
      <w:tabs>
        <w:tab w:val="left" w:pos="532"/>
        <w:tab w:val="left" w:pos="720"/>
        <w:tab w:val="left" w:leader="underscore" w:pos="2160"/>
        <w:tab w:val="left" w:leader="underscore" w:pos="5760"/>
        <w:tab w:val="left" w:leader="underscore" w:pos="7200"/>
        <w:tab w:val="left" w:pos="7920"/>
        <w:tab w:val="left" w:leader="underscore" w:pos="8640"/>
      </w:tabs>
      <w:spacing w:after="240"/>
      <w:jc w:val="center"/>
    </w:pPr>
    <w:rPr>
      <w:b/>
      <w:kern w:val="28"/>
    </w:rPr>
  </w:style>
  <w:style w:type="paragraph" w:styleId="Footer">
    <w:name w:val="footer"/>
    <w:basedOn w:val="Normal"/>
    <w:pPr>
      <w:tabs>
        <w:tab w:val="center" w:pos="4320"/>
        <w:tab w:val="right" w:pos="8640"/>
      </w:tabs>
      <w:spacing w:before="0"/>
    </w:pPr>
    <w:rPr>
      <w:rFonts w:ascii="Arial Narrow" w:hAnsi="Arial Narrow"/>
      <w:b/>
      <w:sz w:val="18"/>
    </w:rPr>
  </w:style>
  <w:style w:type="paragraph" w:customStyle="1" w:styleId="pih">
    <w:name w:val="pih"/>
    <w:basedOn w:val="Normal"/>
    <w:pPr>
      <w:spacing w:before="0" w:after="0"/>
    </w:pPr>
    <w:rPr>
      <w:rFonts w:ascii="CourierNew" w:hAnsi="CourierNew"/>
      <w:snapToGrid w:val="0"/>
    </w:rPr>
  </w:style>
  <w:style w:type="paragraph" w:customStyle="1" w:styleId="ABLOCKPARA">
    <w:name w:val="A BLOCK PARA"/>
    <w:basedOn w:val="Normal"/>
    <w:rPr>
      <w:rFonts w:ascii="Arial" w:hAnsi="Arial"/>
      <w:b/>
      <w:color w:val="auto"/>
    </w:rPr>
  </w:style>
  <w:style w:type="paragraph" w:styleId="Header">
    <w:name w:val="header"/>
    <w:basedOn w:val="Normal"/>
    <w:pPr>
      <w:tabs>
        <w:tab w:val="center" w:pos="4320"/>
        <w:tab w:val="right" w:pos="8640"/>
      </w:tabs>
    </w:pPr>
  </w:style>
  <w:style w:type="paragraph" w:styleId="BodyText">
    <w:name w:val="Body Text"/>
    <w:basedOn w:val="Normal"/>
    <w:pPr>
      <w:keepLines/>
      <w:tabs>
        <w:tab w:val="left" w:pos="-720"/>
        <w:tab w:val="left" w:pos="0"/>
      </w:tabs>
      <w:suppressAutoHyphens w:val="0"/>
      <w:spacing w:before="0" w:after="0"/>
    </w:pPr>
    <w:rPr>
      <w:i/>
    </w:rPr>
  </w:style>
  <w:style w:type="paragraph" w:styleId="BalloonText">
    <w:name w:val="Balloon Text"/>
    <w:basedOn w:val="Normal"/>
    <w:semiHidden/>
    <w:rsid w:val="00586D52"/>
    <w:rPr>
      <w:rFonts w:ascii="Tahoma" w:hAnsi="Tahoma" w:cs="Tahoma"/>
      <w:sz w:val="16"/>
      <w:szCs w:val="16"/>
    </w:rPr>
  </w:style>
  <w:style w:type="paragraph" w:styleId="Revision">
    <w:name w:val="Revision"/>
    <w:hidden/>
    <w:uiPriority w:val="99"/>
    <w:semiHidden/>
    <w:rsid w:val="00BE7B58"/>
    <w:rPr>
      <w:color w:val="000000"/>
      <w:sz w:val="24"/>
    </w:rPr>
  </w:style>
  <w:style w:type="paragraph" w:styleId="ListParagraph">
    <w:name w:val="List Paragraph"/>
    <w:basedOn w:val="Normal"/>
    <w:uiPriority w:val="34"/>
    <w:qFormat/>
    <w:rsid w:val="00681EEC"/>
    <w:pPr>
      <w:suppressAutoHyphens w:val="0"/>
      <w:spacing w:before="0" w:after="0"/>
      <w:ind w:left="720"/>
      <w:contextualSpacing/>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335543">
      <w:bodyDiv w:val="1"/>
      <w:marLeft w:val="0"/>
      <w:marRight w:val="0"/>
      <w:marTop w:val="0"/>
      <w:marBottom w:val="0"/>
      <w:divBdr>
        <w:top w:val="none" w:sz="0" w:space="0" w:color="auto"/>
        <w:left w:val="none" w:sz="0" w:space="0" w:color="auto"/>
        <w:bottom w:val="none" w:sz="0" w:space="0" w:color="auto"/>
        <w:right w:val="none" w:sz="0" w:space="0" w:color="auto"/>
      </w:divBdr>
      <w:divsChild>
        <w:div w:id="822433541">
          <w:marLeft w:val="547"/>
          <w:marRight w:val="0"/>
          <w:marTop w:val="154"/>
          <w:marBottom w:val="0"/>
          <w:divBdr>
            <w:top w:val="none" w:sz="0" w:space="0" w:color="auto"/>
            <w:left w:val="none" w:sz="0" w:space="0" w:color="auto"/>
            <w:bottom w:val="none" w:sz="0" w:space="0" w:color="auto"/>
            <w:right w:val="none" w:sz="0" w:space="0" w:color="auto"/>
          </w:divBdr>
        </w:div>
        <w:div w:id="1514958297">
          <w:marLeft w:val="547"/>
          <w:marRight w:val="0"/>
          <w:marTop w:val="154"/>
          <w:marBottom w:val="0"/>
          <w:divBdr>
            <w:top w:val="none" w:sz="0" w:space="0" w:color="auto"/>
            <w:left w:val="none" w:sz="0" w:space="0" w:color="auto"/>
            <w:bottom w:val="none" w:sz="0" w:space="0" w:color="auto"/>
            <w:right w:val="none" w:sz="0" w:space="0" w:color="auto"/>
          </w:divBdr>
        </w:div>
        <w:div w:id="1916474540">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d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81E7B5-1B19-495B-A366-890C56439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3D0DFC2-C18E-46FA-9FF2-B895966D8346}">
  <ds:schemaRefs>
    <ds:schemaRef ds:uri="http://schemas.microsoft.com/sharepoint/v3/contenttype/forms"/>
  </ds:schemaRefs>
</ds:datastoreItem>
</file>

<file path=customXml/itemProps3.xml><?xml version="1.0" encoding="utf-8"?>
<ds:datastoreItem xmlns:ds="http://schemas.openxmlformats.org/officeDocument/2006/customXml" ds:itemID="{AA419314-1B81-4FC1-A1CE-DDB50E66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adm.dot</Template>
  <TotalTime>0</TotalTime>
  <Pages>16</Pages>
  <Words>3552</Words>
  <Characters>20249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Chapter 1</vt:lpstr>
    </vt:vector>
  </TitlesOfParts>
  <Company>Nan McKay and Associates, Inc.</Company>
  <LinksUpToDate>false</LinksUpToDate>
  <CharactersWithSpaces>23754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Cindy Yabut</dc:creator>
  <cp:keywords/>
  <cp:lastModifiedBy>Kaylene Holvenstot</cp:lastModifiedBy>
  <cp:revision>2</cp:revision>
  <cp:lastPrinted>2023-09-09T00:13:00Z</cp:lastPrinted>
  <dcterms:created xsi:type="dcterms:W3CDTF">2025-08-29T22:36:00Z</dcterms:created>
  <dcterms:modified xsi:type="dcterms:W3CDTF">2025-08-29T22:36:00Z</dcterms:modified>
</cp:coreProperties>
</file>